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B2286C" w14:textId="77777777"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14:paraId="55C57A25" w14:textId="77777777" w:rsidR="00B3448B" w:rsidRPr="00642E12" w:rsidRDefault="00B3448B" w:rsidP="00B3448B"/>
    <w:p w14:paraId="13EBBF27" w14:textId="77777777"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EC105C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C105C" w:rsidRPr="00EC105C">
        <w:rPr>
          <w:rStyle w:val="a9"/>
        </w:rPr>
        <w:t>Общество с ограниченной ответственностью «ЛГ Электроникс РУС»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14:paraId="5610E93F" w14:textId="77777777"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0"/>
        <w:gridCol w:w="831"/>
        <w:gridCol w:w="3068"/>
        <w:gridCol w:w="1049"/>
        <w:gridCol w:w="1050"/>
        <w:gridCol w:w="1153"/>
        <w:gridCol w:w="1153"/>
        <w:gridCol w:w="1153"/>
        <w:gridCol w:w="1154"/>
        <w:gridCol w:w="1055"/>
      </w:tblGrid>
      <w:tr w:rsidR="004654AF" w:rsidRPr="00F06873" w14:paraId="36AD3E7F" w14:textId="77777777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14:paraId="61D10AEC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14:paraId="2B9CF54C" w14:textId="77777777"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14:paraId="3F7B3E39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14:paraId="760EF3D6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14:paraId="052735B7" w14:textId="77777777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14:paraId="2F435B64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14:paraId="4615C938" w14:textId="77777777"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14:paraId="4CD54488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14:paraId="2CB2F16B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14:paraId="67E471CE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14:paraId="41EEE72B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14:paraId="1C1946E5" w14:textId="77777777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14:paraId="4C445FD5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761D4A9D" w14:textId="77777777"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14:paraId="5CC459E0" w14:textId="77777777"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14:paraId="73B8D57E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14:paraId="14E32AED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9F28C27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14:paraId="18F7AE01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14:paraId="70DB1D2C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14:paraId="20FB25C2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14:paraId="5DE45838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14:paraId="02FE9EAE" w14:textId="77777777" w:rsidTr="004654AF">
        <w:trPr>
          <w:jc w:val="center"/>
        </w:trPr>
        <w:tc>
          <w:tcPr>
            <w:tcW w:w="3518" w:type="dxa"/>
            <w:vAlign w:val="center"/>
          </w:tcPr>
          <w:p w14:paraId="10C17DE9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14:paraId="6A080864" w14:textId="77777777"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14:paraId="5136DFBC" w14:textId="77777777"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14:paraId="41320F5B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14:paraId="3883EAA7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14:paraId="37CDE548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14:paraId="70E1C21C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14:paraId="1FE0ACE7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14:paraId="0955CFCC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14:paraId="3C11693A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14:paraId="120916CE" w14:textId="77777777" w:rsidTr="004654AF">
        <w:trPr>
          <w:jc w:val="center"/>
        </w:trPr>
        <w:tc>
          <w:tcPr>
            <w:tcW w:w="3518" w:type="dxa"/>
            <w:vAlign w:val="center"/>
          </w:tcPr>
          <w:p w14:paraId="7D1A2D0F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14:paraId="703F8CF6" w14:textId="31B03CE7" w:rsidR="00AF1EDF" w:rsidRPr="00F06873" w:rsidRDefault="00EC105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</w:t>
            </w:r>
          </w:p>
        </w:tc>
        <w:tc>
          <w:tcPr>
            <w:tcW w:w="3118" w:type="dxa"/>
            <w:vAlign w:val="center"/>
          </w:tcPr>
          <w:p w14:paraId="510FBB84" w14:textId="77777777" w:rsidR="00AF1EDF" w:rsidRPr="00F06873" w:rsidRDefault="00EC105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</w:t>
            </w:r>
          </w:p>
        </w:tc>
        <w:tc>
          <w:tcPr>
            <w:tcW w:w="1063" w:type="dxa"/>
            <w:vAlign w:val="center"/>
          </w:tcPr>
          <w:p w14:paraId="6399A46C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1845AB8A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169" w:type="dxa"/>
            <w:vAlign w:val="center"/>
          </w:tcPr>
          <w:p w14:paraId="43D27A9D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14:paraId="7CB6BCB0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69" w:type="dxa"/>
            <w:vAlign w:val="center"/>
          </w:tcPr>
          <w:p w14:paraId="09719C1C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667E8E80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202DA469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792A15FD" w14:textId="77777777" w:rsidTr="004654AF">
        <w:trPr>
          <w:jc w:val="center"/>
        </w:trPr>
        <w:tc>
          <w:tcPr>
            <w:tcW w:w="3518" w:type="dxa"/>
            <w:vAlign w:val="center"/>
          </w:tcPr>
          <w:p w14:paraId="01BC9B55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14:paraId="3B9FABB9" w14:textId="642B6A71" w:rsidR="00AF1EDF" w:rsidRPr="00F06873" w:rsidRDefault="00EC105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3118" w:type="dxa"/>
            <w:vAlign w:val="center"/>
          </w:tcPr>
          <w:p w14:paraId="778BB99D" w14:textId="77777777" w:rsidR="00AF1EDF" w:rsidRPr="00F06873" w:rsidRDefault="00EC105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063" w:type="dxa"/>
            <w:vAlign w:val="center"/>
          </w:tcPr>
          <w:p w14:paraId="465CB1F9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6D2473B2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1169" w:type="dxa"/>
            <w:vAlign w:val="center"/>
          </w:tcPr>
          <w:p w14:paraId="2A77767E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14:paraId="440978F2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69" w:type="dxa"/>
            <w:vAlign w:val="center"/>
          </w:tcPr>
          <w:p w14:paraId="3A71A618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34FDB9D1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04CE4B44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0D004043" w14:textId="77777777" w:rsidTr="004654AF">
        <w:trPr>
          <w:jc w:val="center"/>
        </w:trPr>
        <w:tc>
          <w:tcPr>
            <w:tcW w:w="3518" w:type="dxa"/>
            <w:vAlign w:val="center"/>
          </w:tcPr>
          <w:p w14:paraId="5E9A8425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14:paraId="68CC5562" w14:textId="1EF7863F" w:rsidR="00AF1EDF" w:rsidRPr="00F06873" w:rsidRDefault="00EC105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118" w:type="dxa"/>
            <w:vAlign w:val="center"/>
          </w:tcPr>
          <w:p w14:paraId="01F4778F" w14:textId="77777777" w:rsidR="00AF1EDF" w:rsidRPr="00F06873" w:rsidRDefault="00EC105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063" w:type="dxa"/>
            <w:vAlign w:val="center"/>
          </w:tcPr>
          <w:p w14:paraId="1A9B4C18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52C2EF77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169" w:type="dxa"/>
            <w:vAlign w:val="center"/>
          </w:tcPr>
          <w:p w14:paraId="1B69824C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39B85DD3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14:paraId="70F434AD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6395C68F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03EF4394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3A398213" w14:textId="77777777" w:rsidTr="004654AF">
        <w:trPr>
          <w:jc w:val="center"/>
        </w:trPr>
        <w:tc>
          <w:tcPr>
            <w:tcW w:w="3518" w:type="dxa"/>
            <w:vAlign w:val="center"/>
          </w:tcPr>
          <w:p w14:paraId="5DAE065B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14:paraId="7836BDDA" w14:textId="77777777" w:rsidR="00AF1EDF" w:rsidRPr="00F06873" w:rsidRDefault="00EC105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14:paraId="671E4A81" w14:textId="77777777" w:rsidR="00AF1EDF" w:rsidRPr="00F06873" w:rsidRDefault="00EC105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101D2FE0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4AC26543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1EB3A0B8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6C298377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0FA55728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550D54CC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7B7B09F2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3A2AA8CB" w14:textId="77777777" w:rsidTr="004654AF">
        <w:trPr>
          <w:jc w:val="center"/>
        </w:trPr>
        <w:tc>
          <w:tcPr>
            <w:tcW w:w="3518" w:type="dxa"/>
            <w:vAlign w:val="center"/>
          </w:tcPr>
          <w:p w14:paraId="4B3FE1CD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14:paraId="6CC65993" w14:textId="77777777" w:rsidR="00AF1EDF" w:rsidRPr="00F06873" w:rsidRDefault="00EC105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14:paraId="10675005" w14:textId="77777777" w:rsidR="00AF1EDF" w:rsidRPr="00F06873" w:rsidRDefault="00EC105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66758DC8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46CD13D0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447DEA74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2D984074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44ED7396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64782C57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7149E031" w14:textId="77777777" w:rsidR="00AF1EDF" w:rsidRPr="00F06873" w:rsidRDefault="00EC10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119A4A4B" w14:textId="77777777"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14:paraId="6720CADA" w14:textId="77777777"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2600"/>
        <w:gridCol w:w="470"/>
        <w:gridCol w:w="471"/>
        <w:gridCol w:w="470"/>
        <w:gridCol w:w="471"/>
        <w:gridCol w:w="470"/>
        <w:gridCol w:w="470"/>
        <w:gridCol w:w="470"/>
        <w:gridCol w:w="469"/>
        <w:gridCol w:w="470"/>
        <w:gridCol w:w="469"/>
        <w:gridCol w:w="470"/>
        <w:gridCol w:w="469"/>
        <w:gridCol w:w="470"/>
        <w:gridCol w:w="927"/>
        <w:gridCol w:w="559"/>
        <w:gridCol w:w="697"/>
        <w:gridCol w:w="559"/>
        <w:gridCol w:w="559"/>
        <w:gridCol w:w="559"/>
        <w:gridCol w:w="559"/>
        <w:gridCol w:w="559"/>
        <w:gridCol w:w="496"/>
      </w:tblGrid>
      <w:tr w:rsidR="00F06873" w:rsidRPr="00DE2527" w14:paraId="0E961B9B" w14:textId="77777777" w:rsidTr="00AC3164">
        <w:trPr>
          <w:cantSplit/>
          <w:trHeight w:val="245"/>
        </w:trPr>
        <w:tc>
          <w:tcPr>
            <w:tcW w:w="943" w:type="dxa"/>
            <w:vMerge w:val="restart"/>
            <w:shd w:val="clear" w:color="auto" w:fill="auto"/>
            <w:vAlign w:val="center"/>
          </w:tcPr>
          <w:p w14:paraId="70130275" w14:textId="77777777"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00" w:type="dxa"/>
            <w:vMerge w:val="restart"/>
            <w:shd w:val="clear" w:color="auto" w:fill="auto"/>
            <w:vAlign w:val="center"/>
          </w:tcPr>
          <w:p w14:paraId="2452269C" w14:textId="77777777"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14:paraId="7E9FFBEB" w14:textId="77777777"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36" w:type="dxa"/>
            <w:gridSpan w:val="14"/>
            <w:shd w:val="clear" w:color="auto" w:fill="auto"/>
          </w:tcPr>
          <w:p w14:paraId="5A9070FD" w14:textId="77777777"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59" w:type="dxa"/>
            <w:vMerge w:val="restart"/>
            <w:shd w:val="clear" w:color="auto" w:fill="auto"/>
            <w:textDirection w:val="btLr"/>
            <w:vAlign w:val="center"/>
          </w:tcPr>
          <w:p w14:paraId="724B753F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697" w:type="dxa"/>
            <w:vMerge w:val="restart"/>
            <w:shd w:val="clear" w:color="auto" w:fill="auto"/>
            <w:textDirection w:val="btLr"/>
            <w:vAlign w:val="center"/>
          </w:tcPr>
          <w:p w14:paraId="53DDDBD6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59" w:type="dxa"/>
            <w:vMerge w:val="restart"/>
            <w:shd w:val="clear" w:color="auto" w:fill="auto"/>
            <w:textDirection w:val="btLr"/>
            <w:vAlign w:val="center"/>
          </w:tcPr>
          <w:p w14:paraId="01477497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59" w:type="dxa"/>
            <w:vMerge w:val="restart"/>
            <w:shd w:val="clear" w:color="auto" w:fill="auto"/>
            <w:textDirection w:val="btLr"/>
            <w:vAlign w:val="center"/>
          </w:tcPr>
          <w:p w14:paraId="2D508226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59" w:type="dxa"/>
            <w:vMerge w:val="restart"/>
            <w:shd w:val="clear" w:color="auto" w:fill="auto"/>
            <w:textDirection w:val="btLr"/>
            <w:vAlign w:val="center"/>
          </w:tcPr>
          <w:p w14:paraId="049DB59D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59" w:type="dxa"/>
            <w:vMerge w:val="restart"/>
            <w:shd w:val="clear" w:color="auto" w:fill="auto"/>
            <w:textDirection w:val="btLr"/>
            <w:vAlign w:val="center"/>
          </w:tcPr>
          <w:p w14:paraId="314D03CB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59" w:type="dxa"/>
            <w:vMerge w:val="restart"/>
            <w:shd w:val="clear" w:color="auto" w:fill="auto"/>
            <w:textDirection w:val="btLr"/>
            <w:vAlign w:val="center"/>
          </w:tcPr>
          <w:p w14:paraId="729743F8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496" w:type="dxa"/>
            <w:vMerge w:val="restart"/>
            <w:shd w:val="clear" w:color="auto" w:fill="auto"/>
            <w:textDirection w:val="btLr"/>
            <w:vAlign w:val="center"/>
          </w:tcPr>
          <w:p w14:paraId="301772A6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14:paraId="6A87CAC7" w14:textId="77777777" w:rsidTr="00AC3164">
        <w:trPr>
          <w:cantSplit/>
          <w:trHeight w:val="2254"/>
        </w:trPr>
        <w:tc>
          <w:tcPr>
            <w:tcW w:w="943" w:type="dxa"/>
            <w:vMerge/>
            <w:shd w:val="clear" w:color="auto" w:fill="auto"/>
            <w:vAlign w:val="center"/>
          </w:tcPr>
          <w:p w14:paraId="2FADBFDC" w14:textId="77777777"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00" w:type="dxa"/>
            <w:vMerge/>
            <w:shd w:val="clear" w:color="auto" w:fill="auto"/>
            <w:vAlign w:val="center"/>
          </w:tcPr>
          <w:p w14:paraId="37A61764" w14:textId="77777777"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shd w:val="clear" w:color="auto" w:fill="auto"/>
            <w:textDirection w:val="btLr"/>
            <w:vAlign w:val="center"/>
          </w:tcPr>
          <w:p w14:paraId="79DC2134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1" w:type="dxa"/>
            <w:shd w:val="clear" w:color="auto" w:fill="auto"/>
            <w:textDirection w:val="btLr"/>
            <w:vAlign w:val="center"/>
          </w:tcPr>
          <w:p w14:paraId="0CF2CBD8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0" w:type="dxa"/>
            <w:shd w:val="clear" w:color="auto" w:fill="auto"/>
            <w:textDirection w:val="btLr"/>
            <w:vAlign w:val="center"/>
          </w:tcPr>
          <w:p w14:paraId="5982CBFF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1" w:type="dxa"/>
            <w:shd w:val="clear" w:color="auto" w:fill="auto"/>
            <w:textDirection w:val="btLr"/>
            <w:vAlign w:val="center"/>
          </w:tcPr>
          <w:p w14:paraId="09D8EE20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0" w:type="dxa"/>
            <w:shd w:val="clear" w:color="auto" w:fill="auto"/>
            <w:textDirection w:val="btLr"/>
            <w:vAlign w:val="center"/>
          </w:tcPr>
          <w:p w14:paraId="6233F819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0" w:type="dxa"/>
            <w:shd w:val="clear" w:color="auto" w:fill="auto"/>
            <w:textDirection w:val="btLr"/>
            <w:vAlign w:val="center"/>
          </w:tcPr>
          <w:p w14:paraId="7EC1B2F1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0" w:type="dxa"/>
            <w:shd w:val="clear" w:color="auto" w:fill="auto"/>
            <w:textDirection w:val="btLr"/>
            <w:vAlign w:val="center"/>
          </w:tcPr>
          <w:p w14:paraId="67FABBEA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69" w:type="dxa"/>
            <w:shd w:val="clear" w:color="auto" w:fill="auto"/>
            <w:textDirection w:val="btLr"/>
            <w:vAlign w:val="center"/>
          </w:tcPr>
          <w:p w14:paraId="1907DD4C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0" w:type="dxa"/>
            <w:shd w:val="clear" w:color="auto" w:fill="auto"/>
            <w:textDirection w:val="btLr"/>
            <w:vAlign w:val="center"/>
          </w:tcPr>
          <w:p w14:paraId="5DC1658E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69" w:type="dxa"/>
            <w:shd w:val="clear" w:color="auto" w:fill="auto"/>
            <w:textDirection w:val="btLr"/>
            <w:vAlign w:val="center"/>
          </w:tcPr>
          <w:p w14:paraId="5F61D439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0" w:type="dxa"/>
            <w:shd w:val="clear" w:color="auto" w:fill="auto"/>
            <w:textDirection w:val="btLr"/>
            <w:vAlign w:val="center"/>
          </w:tcPr>
          <w:p w14:paraId="47176E2A" w14:textId="77777777" w:rsidR="00F06873" w:rsidRPr="00F46395" w:rsidRDefault="00F46395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69" w:type="dxa"/>
            <w:shd w:val="clear" w:color="auto" w:fill="auto"/>
            <w:textDirection w:val="btLr"/>
            <w:vAlign w:val="center"/>
          </w:tcPr>
          <w:p w14:paraId="68EA2AD4" w14:textId="77777777" w:rsidR="00F06873" w:rsidRPr="00F46395" w:rsidRDefault="00F46395" w:rsidP="00F46395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0" w:type="dxa"/>
            <w:shd w:val="clear" w:color="auto" w:fill="auto"/>
            <w:textDirection w:val="btLr"/>
            <w:vAlign w:val="center"/>
          </w:tcPr>
          <w:p w14:paraId="7A7A0498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27" w:type="dxa"/>
            <w:shd w:val="clear" w:color="auto" w:fill="auto"/>
            <w:textDirection w:val="btLr"/>
            <w:vAlign w:val="center"/>
          </w:tcPr>
          <w:p w14:paraId="360F258B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59" w:type="dxa"/>
            <w:vMerge/>
            <w:shd w:val="clear" w:color="auto" w:fill="auto"/>
            <w:textDirection w:val="btLr"/>
          </w:tcPr>
          <w:p w14:paraId="7E2015BE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textDirection w:val="btLr"/>
          </w:tcPr>
          <w:p w14:paraId="2FEF0878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</w:tcPr>
          <w:p w14:paraId="0024B38C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</w:tcPr>
          <w:p w14:paraId="1B08AE12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</w:tcPr>
          <w:p w14:paraId="370AA276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</w:tcPr>
          <w:p w14:paraId="2E075A64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</w:tcPr>
          <w:p w14:paraId="6B2379C7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vMerge/>
            <w:shd w:val="clear" w:color="auto" w:fill="auto"/>
            <w:textDirection w:val="btLr"/>
          </w:tcPr>
          <w:p w14:paraId="4B03C420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14:paraId="428361FF" w14:textId="77777777" w:rsidTr="00AC3164">
        <w:tc>
          <w:tcPr>
            <w:tcW w:w="943" w:type="dxa"/>
            <w:shd w:val="clear" w:color="auto" w:fill="auto"/>
            <w:vAlign w:val="center"/>
          </w:tcPr>
          <w:p w14:paraId="767B153F" w14:textId="77777777"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00" w:type="dxa"/>
            <w:shd w:val="clear" w:color="auto" w:fill="auto"/>
            <w:vAlign w:val="center"/>
          </w:tcPr>
          <w:p w14:paraId="6AEB13BC" w14:textId="77777777"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610B42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0F9B579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6B3BC45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84A90AF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9D7FCF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3D1A51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276168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0D08D4D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C9977D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FC5926B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8EDE06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8E86D24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AFB333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A7AA36B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DBE4F7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7EB87D6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C6E7BF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B55D69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6CD4282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7D6C5D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B2FE6E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ED7A936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EC105C" w:rsidRPr="00F06873" w14:paraId="5AF91727" w14:textId="77777777" w:rsidTr="00AC3164">
        <w:tc>
          <w:tcPr>
            <w:tcW w:w="943" w:type="dxa"/>
            <w:shd w:val="clear" w:color="auto" w:fill="auto"/>
            <w:vAlign w:val="center"/>
          </w:tcPr>
          <w:p w14:paraId="45534442" w14:textId="77777777" w:rsidR="00EC105C" w:rsidRPr="00F06873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66E82E7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Департамент по производству холодильников и стиральных машин, инженерному обеспечению, ОТ, ПБ и энергообеспечению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A0931C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338860B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A7B2AFC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22D0155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398D00D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8726912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835DC63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5549DC1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A34BC25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422B8C7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3175BE6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22D437A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D824649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9CF2362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A8D2E50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5366004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0E790E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46F4BD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D27CACE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A9C1A00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19E51B0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1B07EB1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AC1C18A" w14:textId="77777777" w:rsidTr="00AC3164">
        <w:tc>
          <w:tcPr>
            <w:tcW w:w="943" w:type="dxa"/>
            <w:shd w:val="clear" w:color="auto" w:fill="auto"/>
            <w:vAlign w:val="center"/>
          </w:tcPr>
          <w:p w14:paraId="20FA2A1E" w14:textId="77777777" w:rsidR="00EC105C" w:rsidRPr="00F06873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82E951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департамента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1B8007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00B8E78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6656A3C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BA95511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313BC6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CF0985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AAD376B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233C057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66937D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834D9A2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8DF0AC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656C1A2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4F6B2B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6CF529E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A17D4D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05096DC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EB87659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A11B0F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97E969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E24E9E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EEC56A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51827F5" w14:textId="77777777" w:rsidR="00EC105C" w:rsidRPr="00F06873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81F89F7" w14:textId="77777777" w:rsidTr="00AC3164">
        <w:tc>
          <w:tcPr>
            <w:tcW w:w="943" w:type="dxa"/>
            <w:shd w:val="clear" w:color="auto" w:fill="auto"/>
            <w:vAlign w:val="center"/>
          </w:tcPr>
          <w:p w14:paraId="162A955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7AAEF128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Конструкторский отдел по стиральным машинам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6676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9D282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BD558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2BEEC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17394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A0F3F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6114B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07884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A92CD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CD90D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DE049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066BC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05C05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54613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C7666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5433C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F865E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0D29A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A6D88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722CF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D6E84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3DBF3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ADA021B" w14:textId="77777777" w:rsidTr="00AC3164">
        <w:tc>
          <w:tcPr>
            <w:tcW w:w="943" w:type="dxa"/>
            <w:shd w:val="clear" w:color="auto" w:fill="auto"/>
            <w:vAlign w:val="center"/>
          </w:tcPr>
          <w:p w14:paraId="0CFC8DF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FDF104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803B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17A50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766B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603CE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251E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FDCF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0F57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CA9BF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19F2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966EE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D2DD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089F8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FF2E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3AC60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6F762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B833F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2BB4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C271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782C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532B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BFFD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0781C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92EC6BB" w14:textId="77777777" w:rsidTr="00AC3164">
        <w:tc>
          <w:tcPr>
            <w:tcW w:w="943" w:type="dxa"/>
            <w:shd w:val="clear" w:color="auto" w:fill="auto"/>
            <w:vAlign w:val="center"/>
          </w:tcPr>
          <w:p w14:paraId="788FB3A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BEBF272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обеспечения качества разработок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C0E5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4218F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69878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258C1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213C0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ABC1D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DC0A7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2F9C8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39112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F7FF4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ACADC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3704D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65188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0E758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627EA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4530C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117E2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C476E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B7662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7AE50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554E8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56BF1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552884F" w14:textId="77777777" w:rsidTr="00AC3164">
        <w:tc>
          <w:tcPr>
            <w:tcW w:w="943" w:type="dxa"/>
            <w:shd w:val="clear" w:color="auto" w:fill="auto"/>
            <w:vAlign w:val="center"/>
          </w:tcPr>
          <w:p w14:paraId="428AD5A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332C90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56B9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024D5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294D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B7F4E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F2D0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4115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E57E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D3B3C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8424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C807D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530A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4D8C7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75D9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3171E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0C36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49F82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66A10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01F5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2C9C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7931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642F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86E2A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24B3559" w14:textId="77777777" w:rsidTr="00AC3164">
        <w:tc>
          <w:tcPr>
            <w:tcW w:w="943" w:type="dxa"/>
            <w:shd w:val="clear" w:color="auto" w:fill="auto"/>
            <w:vAlign w:val="center"/>
          </w:tcPr>
          <w:p w14:paraId="1A440D2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FB94B76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разработок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90D3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91BE7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E8BFD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B804A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3C976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2CA1A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E6711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32341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A9BD0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6A28C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4F298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9E385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87493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B42C3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B5EE5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28D5D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45573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D49F9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9F6F5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22E7B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3DD0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A75BF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C605A38" w14:textId="77777777" w:rsidTr="00AC3164">
        <w:tc>
          <w:tcPr>
            <w:tcW w:w="943" w:type="dxa"/>
            <w:shd w:val="clear" w:color="auto" w:fill="auto"/>
            <w:vAlign w:val="center"/>
          </w:tcPr>
          <w:p w14:paraId="3A4A5B1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1947CC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84DE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C5F65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CB39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973F1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FE67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E7C5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9842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F4516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8CE9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0D91D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603B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AE390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311F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29F29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F0E94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D5B09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7607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FEBE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E82D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2B52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BD0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049DA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DE2ABF6" w14:textId="77777777" w:rsidTr="00AC3164">
        <w:tc>
          <w:tcPr>
            <w:tcW w:w="943" w:type="dxa"/>
            <w:shd w:val="clear" w:color="auto" w:fill="auto"/>
            <w:vAlign w:val="center"/>
          </w:tcPr>
          <w:p w14:paraId="6771C63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2CE552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A632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2D932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852F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D7978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2056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A2DD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079E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96AD9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3546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DD625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5D14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CDFB4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2E6B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8E007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8475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599C4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1D87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DCDD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E1E14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30E67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9A40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A9E16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E50A7F6" w14:textId="77777777" w:rsidTr="00AC3164">
        <w:tc>
          <w:tcPr>
            <w:tcW w:w="943" w:type="dxa"/>
            <w:shd w:val="clear" w:color="auto" w:fill="auto"/>
            <w:vAlign w:val="center"/>
          </w:tcPr>
          <w:p w14:paraId="0BEBCDB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040AF8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9B1F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6216B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2E72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FE587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8C9B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4416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259B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4DD65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94EC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82FF0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1A35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27656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DED9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055B8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38E5E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7D45C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8E533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E79E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FBE5D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2492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716F0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621EB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A7E8888" w14:textId="77777777" w:rsidTr="00AC3164">
        <w:tc>
          <w:tcPr>
            <w:tcW w:w="943" w:type="dxa"/>
            <w:shd w:val="clear" w:color="auto" w:fill="auto"/>
            <w:vAlign w:val="center"/>
          </w:tcPr>
          <w:p w14:paraId="17483E2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4985BB22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Конструкторский отдел по телевизорам и мониторам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68D4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29CDD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6DB26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06016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13BA5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83AAE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E4E7B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3D18F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989A5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0A67A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DADBC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D2EEC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C24F0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002FE6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8B3DE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778B3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C8926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49FB9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EA082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EAE86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859D0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8A0C3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6312BBB" w14:textId="77777777" w:rsidTr="00AC3164">
        <w:tc>
          <w:tcPr>
            <w:tcW w:w="943" w:type="dxa"/>
            <w:shd w:val="clear" w:color="auto" w:fill="auto"/>
            <w:vAlign w:val="center"/>
          </w:tcPr>
          <w:p w14:paraId="034878F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E56428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41F2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2EE08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C7EA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074EF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1600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1F50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558D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D1C65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7754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DF595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7340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D702C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6D9D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F2E86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E84F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940BE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D511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533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996E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2240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05E1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0A071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5FA53AA" w14:textId="77777777" w:rsidTr="00AC3164">
        <w:tc>
          <w:tcPr>
            <w:tcW w:w="943" w:type="dxa"/>
            <w:shd w:val="clear" w:color="auto" w:fill="auto"/>
            <w:vAlign w:val="center"/>
          </w:tcPr>
          <w:p w14:paraId="776761E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54249564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механики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8404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5ADA7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1F6FD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B5B6B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D3925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45FF8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0C02F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7E3D1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9EADE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26B4F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9E073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2B0CA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35313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051207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FB66E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4BBE1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6D15E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93140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18D87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D95ED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BC48F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ED17E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DE5FC1D" w14:textId="77777777" w:rsidTr="00AC3164">
        <w:tc>
          <w:tcPr>
            <w:tcW w:w="943" w:type="dxa"/>
            <w:shd w:val="clear" w:color="auto" w:fill="auto"/>
            <w:vAlign w:val="center"/>
          </w:tcPr>
          <w:p w14:paraId="1F688ED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93C2E6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CD52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3DD29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6836A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A9738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693D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7494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6C00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F6E97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B87A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04BD3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EAA0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F2052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1AD2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E038D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962B3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A93F0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798E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657F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D6CD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A68F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D1A2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258A6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66850FF" w14:textId="77777777" w:rsidTr="00AC3164">
        <w:tc>
          <w:tcPr>
            <w:tcW w:w="943" w:type="dxa"/>
            <w:shd w:val="clear" w:color="auto" w:fill="auto"/>
            <w:vAlign w:val="center"/>
          </w:tcPr>
          <w:p w14:paraId="4B05A66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2CD63E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7F89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3C0B2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9024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EE811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006E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9043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893F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C55B1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843E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254D1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FD9F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EDF21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1791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3EE6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8137F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F0323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80BD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F564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2DBE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F5E0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9F59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84627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24C1401" w14:textId="77777777" w:rsidTr="00AC3164">
        <w:tc>
          <w:tcPr>
            <w:tcW w:w="943" w:type="dxa"/>
            <w:shd w:val="clear" w:color="auto" w:fill="auto"/>
            <w:vAlign w:val="center"/>
          </w:tcPr>
          <w:p w14:paraId="0AF81B6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B3F42C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Инженер-дизайнер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F1FE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2ADE0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8193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CF722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E31A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6862E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B8ED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57655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A81A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702D7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0489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01BAB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09F4D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A7E85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E57B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8D09D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24CC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B951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6772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9539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C0C4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83C74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865A98B" w14:textId="77777777" w:rsidTr="00AC3164">
        <w:tc>
          <w:tcPr>
            <w:tcW w:w="943" w:type="dxa"/>
            <w:shd w:val="clear" w:color="auto" w:fill="auto"/>
            <w:vAlign w:val="center"/>
          </w:tcPr>
          <w:p w14:paraId="5BA834F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5F05CAD0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развития продукта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4285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F1797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71A21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07D1B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A81FB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7A802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7707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8640A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0EE1C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9BF93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59423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F1A8E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8ECA0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8D852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DD6A7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EDD0B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120D8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413E6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A7387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D2F6E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FB654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0D437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5D6561D" w14:textId="77777777" w:rsidTr="00AC3164">
        <w:tc>
          <w:tcPr>
            <w:tcW w:w="943" w:type="dxa"/>
            <w:shd w:val="clear" w:color="auto" w:fill="auto"/>
            <w:vAlign w:val="center"/>
          </w:tcPr>
          <w:p w14:paraId="6F2625D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5869C1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2024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419E2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0088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F7B90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618E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B6E8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094F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F3E97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4B3A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40B54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BAA9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11622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467D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03DC0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0556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3D090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4910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0A2E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9779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80DDC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D4A0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62288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D6F8AD5" w14:textId="77777777" w:rsidTr="00AC3164">
        <w:tc>
          <w:tcPr>
            <w:tcW w:w="943" w:type="dxa"/>
            <w:shd w:val="clear" w:color="auto" w:fill="auto"/>
            <w:vAlign w:val="center"/>
          </w:tcPr>
          <w:p w14:paraId="1AB279D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BF8144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2DC6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223E7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662AD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2A96C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A4AC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6A99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9E9E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43D7E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1793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18A21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3CC5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56D91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8504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5087C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191BB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EC835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B947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FA63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C64F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EB87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B34F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4F030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7F57146" w14:textId="77777777" w:rsidTr="00AC3164">
        <w:tc>
          <w:tcPr>
            <w:tcW w:w="943" w:type="dxa"/>
            <w:shd w:val="clear" w:color="auto" w:fill="auto"/>
            <w:vAlign w:val="center"/>
          </w:tcPr>
          <w:p w14:paraId="1B2DE4B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AAD454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47C9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10829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19D8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78C63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DDCD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0EAE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5994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0AFAE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BEDB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AEA21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1291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A71ED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B02B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47900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2794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66F00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B729F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69D7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844E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CC52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18386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DDDFB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34F1D16" w14:textId="77777777" w:rsidTr="00AC3164">
        <w:tc>
          <w:tcPr>
            <w:tcW w:w="943" w:type="dxa"/>
            <w:shd w:val="clear" w:color="auto" w:fill="auto"/>
            <w:vAlign w:val="center"/>
          </w:tcPr>
          <w:p w14:paraId="7E0769C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7D73332A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электроники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7ED3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79648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B560F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F9235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728BE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12585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788BB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3981D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DB851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31EE7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3A2C9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721A4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09EC1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56BF8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A34B4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52F4EA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E825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CEE03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055D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2D1DB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7CE7B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75C84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2FACE3D4" w14:textId="77777777" w:rsidTr="00AC3164">
        <w:tc>
          <w:tcPr>
            <w:tcW w:w="943" w:type="dxa"/>
            <w:shd w:val="clear" w:color="auto" w:fill="auto"/>
            <w:vAlign w:val="center"/>
          </w:tcPr>
          <w:p w14:paraId="2D1B900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571883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8312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2584A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2BF8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1F9D1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ECAB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7EA0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DF81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276E3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FA49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DE949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BEB3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40B28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2D10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AE909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297B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76EE8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D722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6367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7C6F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C0AC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95E8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014F9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E45A75B" w14:textId="77777777" w:rsidTr="00AC3164">
        <w:tc>
          <w:tcPr>
            <w:tcW w:w="943" w:type="dxa"/>
            <w:shd w:val="clear" w:color="auto" w:fill="auto"/>
            <w:vAlign w:val="center"/>
          </w:tcPr>
          <w:p w14:paraId="16AD023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63B261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3205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808AB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B1D8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4D78B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0672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5693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661C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A5783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67DE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DDC74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65E5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91D20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78FC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5712B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8DF7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E5DD3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83FC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8210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B394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E568A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8F976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53285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3CEC16F" w14:textId="77777777" w:rsidTr="00AC3164">
        <w:tc>
          <w:tcPr>
            <w:tcW w:w="943" w:type="dxa"/>
            <w:shd w:val="clear" w:color="auto" w:fill="auto"/>
            <w:vAlign w:val="center"/>
          </w:tcPr>
          <w:p w14:paraId="7132198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A098D0F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Конструкторский отдел по холодильникам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7543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CAF4B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BFFB8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C523F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A563E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9AEAB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CFF63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C9535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34247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0BDA5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68DD0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99439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67A98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8432D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42DF9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2CC80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A64D1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8C95F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073D6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6FEC6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7210D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A03EE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E0E30F2" w14:textId="77777777" w:rsidTr="00AC3164">
        <w:tc>
          <w:tcPr>
            <w:tcW w:w="943" w:type="dxa"/>
            <w:shd w:val="clear" w:color="auto" w:fill="auto"/>
            <w:vAlign w:val="center"/>
          </w:tcPr>
          <w:p w14:paraId="7DDF78B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12709E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B4B6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CC141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FA6E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E708A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8A3B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0A6A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9A10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B8391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7537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8D0CE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9936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9DF11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A52F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51909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7CB7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7958E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8B0C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6A2F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AC84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D5E8E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F9BC5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5F473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3578813" w14:textId="77777777" w:rsidTr="00AC3164">
        <w:tc>
          <w:tcPr>
            <w:tcW w:w="943" w:type="dxa"/>
            <w:shd w:val="clear" w:color="auto" w:fill="auto"/>
            <w:vAlign w:val="center"/>
          </w:tcPr>
          <w:p w14:paraId="51785BD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1688CEB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инженерного обеспечения качества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F2DB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9D121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6F864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23A9C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D9B9D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5E31E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5239C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22BB5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1CF94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375DF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C1732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0EA1A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01931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19099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35B5C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2EE88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3F45F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0F3B6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0AC7F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4B468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81A33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02700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B839556" w14:textId="77777777" w:rsidTr="00AC3164">
        <w:tc>
          <w:tcPr>
            <w:tcW w:w="943" w:type="dxa"/>
            <w:shd w:val="clear" w:color="auto" w:fill="auto"/>
            <w:vAlign w:val="center"/>
          </w:tcPr>
          <w:p w14:paraId="600C308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EAF371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E030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DA75C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8D66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3964C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0871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0371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A2586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CB7F2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CBA1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9EF1C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301E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20BA8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5457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29AE2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EE90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D2D2A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CCD4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FF00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B260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2043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BF56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667E9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A83D090" w14:textId="77777777" w:rsidTr="00AC3164">
        <w:tc>
          <w:tcPr>
            <w:tcW w:w="943" w:type="dxa"/>
            <w:shd w:val="clear" w:color="auto" w:fill="auto"/>
            <w:vAlign w:val="center"/>
          </w:tcPr>
          <w:p w14:paraId="5204B3D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973663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2622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0F447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66D94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4EF93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EF7C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8DB3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342A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E5FAF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E8F0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E5D01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0146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8F1CB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26AE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9FBC7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B1E8F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E7F27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F1B41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B269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E8918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78EA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D853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6F89B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019C74C" w14:textId="77777777" w:rsidTr="00AC3164">
        <w:tc>
          <w:tcPr>
            <w:tcW w:w="943" w:type="dxa"/>
            <w:shd w:val="clear" w:color="auto" w:fill="auto"/>
            <w:vAlign w:val="center"/>
          </w:tcPr>
          <w:p w14:paraId="7DE4CD8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DAD63C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D971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3E536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6DE8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28E95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F83D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4FEF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A0B0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898E2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26CE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7D269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284F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B8705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E09B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4C99C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93FA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8FB9C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A88C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1159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AF55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D7F7A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98C1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5426B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DE6997C" w14:textId="77777777" w:rsidTr="00AC3164">
        <w:tc>
          <w:tcPr>
            <w:tcW w:w="943" w:type="dxa"/>
            <w:shd w:val="clear" w:color="auto" w:fill="auto"/>
            <w:vAlign w:val="center"/>
          </w:tcPr>
          <w:p w14:paraId="27FFA64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59A820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7C16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A78D8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141E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3E897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0CCB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F853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9EF7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87A58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906F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0A6D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0A7A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4050B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9D56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F0642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E3D0A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6CA0A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0A5D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8A699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63C4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07D91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473F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44E60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3161E5F" w14:textId="77777777" w:rsidTr="00AC3164">
        <w:tc>
          <w:tcPr>
            <w:tcW w:w="943" w:type="dxa"/>
            <w:shd w:val="clear" w:color="auto" w:fill="auto"/>
            <w:vAlign w:val="center"/>
          </w:tcPr>
          <w:p w14:paraId="729B016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F921168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заводской бухгалтерии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B28A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98330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8DD76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320F2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201EB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EBB84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AD5DF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9D953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171A8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05967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0D14F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8E5CB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2B47B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0E158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01850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FE7F3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07BC7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9AD1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96AFD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88019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56858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F2394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AFDB29B" w14:textId="77777777" w:rsidTr="00AC3164">
        <w:tc>
          <w:tcPr>
            <w:tcW w:w="943" w:type="dxa"/>
            <w:shd w:val="clear" w:color="auto" w:fill="auto"/>
            <w:vAlign w:val="center"/>
          </w:tcPr>
          <w:p w14:paraId="2297F22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A31EBF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35E0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5EEDD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BF1F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A3B21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6FB8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F3C9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7C54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8C35B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ABF0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44627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5B13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AFB16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8FFB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7A858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614B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F98D0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96AC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6045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5A23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FE52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9CCC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C595A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0422AC6" w14:textId="77777777" w:rsidTr="00AC3164">
        <w:tc>
          <w:tcPr>
            <w:tcW w:w="943" w:type="dxa"/>
            <w:shd w:val="clear" w:color="auto" w:fill="auto"/>
            <w:vAlign w:val="center"/>
          </w:tcPr>
          <w:p w14:paraId="31B9C47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EB1FE9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81A5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1B7F3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0080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356DA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029D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D715A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A9AC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844E5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23BC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40841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BC11E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AC47C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D78D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E69FE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6580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8109C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4749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D6A0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DBD4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6CEC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C882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9453D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8E52575" w14:textId="77777777" w:rsidTr="00AC3164">
        <w:tc>
          <w:tcPr>
            <w:tcW w:w="943" w:type="dxa"/>
            <w:shd w:val="clear" w:color="auto" w:fill="auto"/>
            <w:vAlign w:val="center"/>
          </w:tcPr>
          <w:p w14:paraId="156FDED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FC4FA6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C73D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09D88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9CA7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2C17B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AA1A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BE3F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8D5C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A107A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3166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3300D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8463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2ED66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7D7E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178C6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5635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34DB6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75A57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E6D5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8DBF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07A1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BD99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1BA73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D0E0A50" w14:textId="77777777" w:rsidTr="00AC3164">
        <w:tc>
          <w:tcPr>
            <w:tcW w:w="943" w:type="dxa"/>
            <w:shd w:val="clear" w:color="auto" w:fill="auto"/>
            <w:vAlign w:val="center"/>
          </w:tcPr>
          <w:p w14:paraId="09DB025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1F4F7B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CF8E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E8D5F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8B5E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DADCA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4052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A9B2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3A1B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E4B60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BB19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0D703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9B49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74D81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7039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36DA6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097A0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3F66C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FBDB3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8A52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92EB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5E84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2100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922F4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A373DF5" w14:textId="77777777" w:rsidTr="00AC3164">
        <w:tc>
          <w:tcPr>
            <w:tcW w:w="943" w:type="dxa"/>
            <w:shd w:val="clear" w:color="auto" w:fill="auto"/>
            <w:vAlign w:val="center"/>
          </w:tcPr>
          <w:p w14:paraId="7EAE878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8918E60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закупок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0FAE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B9307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2946B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2DECD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88ABC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D6C1C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77B54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16053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7693A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B080F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F3B8F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AEEFE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DA12F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B95A8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77241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54ECE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B5BEF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1106D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E560F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6A0DC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430C0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D672D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4673EA36" w14:textId="77777777" w:rsidTr="00AC3164">
        <w:tc>
          <w:tcPr>
            <w:tcW w:w="943" w:type="dxa"/>
            <w:shd w:val="clear" w:color="auto" w:fill="auto"/>
            <w:vAlign w:val="center"/>
          </w:tcPr>
          <w:p w14:paraId="6450C6B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9E4CEE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E214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13F7F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12A3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21795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DDC8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07142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204A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5D6B4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EA39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CA744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E9B6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C1BA2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22B6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DB32C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C94E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ECD6D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DEB6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01271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8B8D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AE37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9A1A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AF28F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0C95E73" w14:textId="77777777" w:rsidTr="00AC3164">
        <w:tc>
          <w:tcPr>
            <w:tcW w:w="943" w:type="dxa"/>
            <w:shd w:val="clear" w:color="auto" w:fill="auto"/>
            <w:vAlign w:val="center"/>
          </w:tcPr>
          <w:p w14:paraId="67ECEF4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7A3A86C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закупок комплектующих для производства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80EA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8BED9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CAC07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EAAA1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304D6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B992D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E6507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4EFFC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5B5BB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7E3F5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F54C6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2581E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994A5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69643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D9A1F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CC115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67573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E8B1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3EB8B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E592C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E03A8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D5E96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2A381F3C" w14:textId="77777777" w:rsidTr="00AC3164">
        <w:tc>
          <w:tcPr>
            <w:tcW w:w="943" w:type="dxa"/>
            <w:shd w:val="clear" w:color="auto" w:fill="auto"/>
            <w:vAlign w:val="center"/>
          </w:tcPr>
          <w:p w14:paraId="4839257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35E145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3F9D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293E5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E6D0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7E2C0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12C4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08BE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8820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B467D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4AFD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9E2BC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766B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C04D9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2131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174C4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96F9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5FD90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929F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0BD4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D980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E35AA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BD5D7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5ABC8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47A191E" w14:textId="77777777" w:rsidTr="00AC3164">
        <w:tc>
          <w:tcPr>
            <w:tcW w:w="943" w:type="dxa"/>
            <w:shd w:val="clear" w:color="auto" w:fill="auto"/>
            <w:vAlign w:val="center"/>
          </w:tcPr>
          <w:p w14:paraId="46130BE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3BB6A5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EC51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FFB60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BEE7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BB3D5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D0C33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2997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B636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F5FC4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0672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A62C2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C8F4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D6956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37D3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1AE52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990B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55078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1B60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4267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9664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EA96B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7E89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58042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8EDD52B" w14:textId="77777777" w:rsidTr="00AC3164">
        <w:tc>
          <w:tcPr>
            <w:tcW w:w="943" w:type="dxa"/>
            <w:shd w:val="clear" w:color="auto" w:fill="auto"/>
            <w:vAlign w:val="center"/>
          </w:tcPr>
          <w:p w14:paraId="1B22708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343188D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закупок комплектующих для производства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118D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C639F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4F611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F1004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48A15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0647F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A6B76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7B9AF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99091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A2DE7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E1358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72F3B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A0844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A2982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57D2F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E8384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66FCC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A17BC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BB9D6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3640D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0613C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D51DF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DA913D5" w14:textId="77777777" w:rsidTr="00AC3164">
        <w:tc>
          <w:tcPr>
            <w:tcW w:w="943" w:type="dxa"/>
            <w:shd w:val="clear" w:color="auto" w:fill="auto"/>
            <w:vAlign w:val="center"/>
          </w:tcPr>
          <w:p w14:paraId="77179A5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F885BD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D37F9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77DF8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BFFD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E7606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F31A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4845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A68F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4DE4F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92E5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184C3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51B8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32F3F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9E13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95DD0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06BD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0B33C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1EE6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8F7A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51F8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B1DF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C7CD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F17C3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EE51CF6" w14:textId="77777777" w:rsidTr="00AC3164">
        <w:tc>
          <w:tcPr>
            <w:tcW w:w="943" w:type="dxa"/>
            <w:shd w:val="clear" w:color="auto" w:fill="auto"/>
            <w:vAlign w:val="center"/>
          </w:tcPr>
          <w:p w14:paraId="3A6AC01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C576FB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66B9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CF55E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3461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081C7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DBE42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1276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A58A9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669E2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1EFD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B015B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1FF9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BB429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B27A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F19F7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3C88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75B6F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9DC42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1E719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BC96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EA7C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8C812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E6A4B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87AF85F" w14:textId="77777777" w:rsidTr="00AC3164">
        <w:tc>
          <w:tcPr>
            <w:tcW w:w="943" w:type="dxa"/>
            <w:shd w:val="clear" w:color="auto" w:fill="auto"/>
            <w:vAlign w:val="center"/>
          </w:tcPr>
          <w:p w14:paraId="0694D44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6A133A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47C2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8F3BB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64B5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79536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5FE9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94C0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98BE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3E3CA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ED9A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A4752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432F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585BA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4AEA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309BE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DCC8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C1502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1EB6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3A52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8E4D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443F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3686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BCD92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4A7DE0B" w14:textId="77777777" w:rsidTr="00AC3164">
        <w:tc>
          <w:tcPr>
            <w:tcW w:w="943" w:type="dxa"/>
            <w:shd w:val="clear" w:color="auto" w:fill="auto"/>
            <w:vAlign w:val="center"/>
          </w:tcPr>
          <w:p w14:paraId="7097183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F8A0A8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C25D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497E7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9878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E4397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20569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9B96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F30F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AAF4A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C835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8CACE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5FC2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FC72A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6B1FB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511AC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13F7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2F9A9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DFF6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0B86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3CD4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C27B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120A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13B8D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5E4CEB0" w14:textId="77777777" w:rsidTr="00AC3164">
        <w:tc>
          <w:tcPr>
            <w:tcW w:w="943" w:type="dxa"/>
            <w:shd w:val="clear" w:color="auto" w:fill="auto"/>
            <w:vAlign w:val="center"/>
          </w:tcPr>
          <w:p w14:paraId="16FE328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0E42A06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закупок комплектующих для производства холодильников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2CF3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38B64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59468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98506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F6170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83651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6E52D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0FF31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920C8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9AF57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6C56C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EF007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95D9A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6FF5B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D7791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F05AC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7C1C8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3F36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4209A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1DDC2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36DCB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62D60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6FF01369" w14:textId="77777777" w:rsidTr="00AC3164">
        <w:tc>
          <w:tcPr>
            <w:tcW w:w="943" w:type="dxa"/>
            <w:shd w:val="clear" w:color="auto" w:fill="auto"/>
            <w:vAlign w:val="center"/>
          </w:tcPr>
          <w:p w14:paraId="05D9E6D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37A9D9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FC02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C04F3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08E9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1FA01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116E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C311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8B7A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9F915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B1D3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7FC80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E942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BA098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027B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935D7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910A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447CC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171E4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485A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C72B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CCF6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2AFA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3DA11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5727D78" w14:textId="77777777" w:rsidTr="00AC3164">
        <w:tc>
          <w:tcPr>
            <w:tcW w:w="943" w:type="dxa"/>
            <w:shd w:val="clear" w:color="auto" w:fill="auto"/>
            <w:vAlign w:val="center"/>
          </w:tcPr>
          <w:p w14:paraId="6825857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27D729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A278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0F0F3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B7E4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7B7BB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91AA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4B1E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DF04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FBE51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39BE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9431C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9C95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2BE7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4FFC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28CA3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5708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DED0E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4C91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6FF5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03B01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BF35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811B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0115E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EEE5887" w14:textId="77777777" w:rsidTr="00AC3164">
        <w:tc>
          <w:tcPr>
            <w:tcW w:w="943" w:type="dxa"/>
            <w:shd w:val="clear" w:color="auto" w:fill="auto"/>
            <w:vAlign w:val="center"/>
          </w:tcPr>
          <w:p w14:paraId="144404E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07C5D52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поддержки поставщиков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14D9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0D590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C03D4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A0C8D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EA1DA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246C8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0894B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E224B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4C13E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48D32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7E014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A7630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32F50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923B8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A6D8E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80BA0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11DA0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8B42B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2FD25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4A5D6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92CB7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388B7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2DAF8121" w14:textId="77777777" w:rsidTr="00AC3164">
        <w:tc>
          <w:tcPr>
            <w:tcW w:w="943" w:type="dxa"/>
            <w:shd w:val="clear" w:color="auto" w:fill="auto"/>
            <w:vAlign w:val="center"/>
          </w:tcPr>
          <w:p w14:paraId="38C6F74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440A3105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стиральные машины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0763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48CD1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95276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BA995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CF9D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EE1D9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97458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F869D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A543A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C5B9A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14E54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50CD5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85D99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9D46F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5D1C6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BC234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464E5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BD63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59F56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CBFC8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46D7E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790EB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B64797A" w14:textId="77777777" w:rsidTr="00AC3164">
        <w:tc>
          <w:tcPr>
            <w:tcW w:w="943" w:type="dxa"/>
            <w:shd w:val="clear" w:color="auto" w:fill="auto"/>
            <w:vAlign w:val="center"/>
          </w:tcPr>
          <w:p w14:paraId="40F9AAE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51F1B1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5E34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A07ED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2BFE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BC042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C9C9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3B5C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5DF4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46A01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C882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4345A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852F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B707C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5819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FD406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40ED9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8A9B9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2B9A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D32E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B3F2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798E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D668D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248BC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92FBF1F" w14:textId="77777777" w:rsidTr="00AC3164">
        <w:tc>
          <w:tcPr>
            <w:tcW w:w="943" w:type="dxa"/>
            <w:shd w:val="clear" w:color="auto" w:fill="auto"/>
            <w:vAlign w:val="center"/>
          </w:tcPr>
          <w:p w14:paraId="2894FCD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76B55EF5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08D1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857C0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97C2B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B9999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EA5C5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89731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B4DC9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24671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379BD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06AE1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F5267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76C62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406D4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50C00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87401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55F1E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D1F23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E9723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73C2D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AB78B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E7C7E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91F84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6B390D5A" w14:textId="77777777" w:rsidTr="00AC3164">
        <w:tc>
          <w:tcPr>
            <w:tcW w:w="943" w:type="dxa"/>
            <w:shd w:val="clear" w:color="auto" w:fill="auto"/>
            <w:vAlign w:val="center"/>
          </w:tcPr>
          <w:p w14:paraId="67C3EFA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2CE19B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BD23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E07AA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30A1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FB8AD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D718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DD02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BA60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608BD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57A3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52F6D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84F9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36F67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D0CE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C8996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61BE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1D3F4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6351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C2C7E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FB56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33F3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E1B04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D798D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D8915D1" w14:textId="77777777" w:rsidTr="00AC3164">
        <w:tc>
          <w:tcPr>
            <w:tcW w:w="943" w:type="dxa"/>
            <w:shd w:val="clear" w:color="auto" w:fill="auto"/>
            <w:vAlign w:val="center"/>
          </w:tcPr>
          <w:p w14:paraId="06C2248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0FFA84E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разработки и обслуживания технологической оснастки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E895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7C3B3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9DAFC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104F8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6AB4A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4609D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97E25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780CD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357DB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C81F6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0ED4D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AC628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F16C6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7D036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67F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F1496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3D5F5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34B2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AA764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2BC94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7A862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1C7EA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22DF9A7" w14:textId="77777777" w:rsidTr="00AC3164">
        <w:tc>
          <w:tcPr>
            <w:tcW w:w="943" w:type="dxa"/>
            <w:shd w:val="clear" w:color="auto" w:fill="auto"/>
            <w:vAlign w:val="center"/>
          </w:tcPr>
          <w:p w14:paraId="1F16D95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A9D372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5984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138FD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61AC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2B5E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DE61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48F0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41B9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17EE0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709C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A227F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6FC5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2EFDB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6D146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57F32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B5AB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3790A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9F46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5D2D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A164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A60D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5C1F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B2F57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240B483" w14:textId="77777777" w:rsidTr="00AC3164">
        <w:tc>
          <w:tcPr>
            <w:tcW w:w="943" w:type="dxa"/>
            <w:shd w:val="clear" w:color="auto" w:fill="auto"/>
            <w:vAlign w:val="center"/>
          </w:tcPr>
          <w:p w14:paraId="68CF811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B9922B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D546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CF237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365C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79289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A91E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0D30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0956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448E7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BE653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E147C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024B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A0CF7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8CD2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B62A8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F241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2C59A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B633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DD2E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54B6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9E59A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52E2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ED667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3EA04FA" w14:textId="77777777" w:rsidTr="00AC3164">
        <w:tc>
          <w:tcPr>
            <w:tcW w:w="943" w:type="dxa"/>
            <w:shd w:val="clear" w:color="auto" w:fill="auto"/>
            <w:vAlign w:val="center"/>
          </w:tcPr>
          <w:p w14:paraId="4759E1E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5E3C2C5D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для KISE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7ED6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DFCDF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914BC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B9735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2F5FF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247BD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54CB7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B3919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883D2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42223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CC125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8D61E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95CC3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6B5BB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4F63F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5E616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6F278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F11B2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4FAE5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847D2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6731F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9977E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2D13D9EB" w14:textId="77777777" w:rsidTr="00AC3164">
        <w:tc>
          <w:tcPr>
            <w:tcW w:w="943" w:type="dxa"/>
            <w:shd w:val="clear" w:color="auto" w:fill="auto"/>
            <w:vAlign w:val="center"/>
          </w:tcPr>
          <w:p w14:paraId="53CDC2D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7B95C2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11CD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EF996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FDAA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98EDB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9268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D289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0039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6B0AF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4421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7BD9E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6BCD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2A7EA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CE01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00C37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AF99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EA7EB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F8C8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3D00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4BCA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6A8C0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E441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9B483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207BF92" w14:textId="77777777" w:rsidTr="00AC3164">
        <w:tc>
          <w:tcPr>
            <w:tcW w:w="943" w:type="dxa"/>
            <w:shd w:val="clear" w:color="auto" w:fill="auto"/>
            <w:vAlign w:val="center"/>
          </w:tcPr>
          <w:p w14:paraId="6D9BEA8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1822FC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7028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BDF16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6BC6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99EE5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D9EC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651E7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262C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68C20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CC23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A74A7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4FC2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6E1A7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D0DD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CD064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B253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12FBB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4758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F0C5C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3CE0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7A2D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2DB6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8BFD2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7673733" w14:textId="77777777" w:rsidTr="00AC3164">
        <w:tc>
          <w:tcPr>
            <w:tcW w:w="943" w:type="dxa"/>
            <w:shd w:val="clear" w:color="auto" w:fill="auto"/>
            <w:vAlign w:val="center"/>
          </w:tcPr>
          <w:p w14:paraId="6E4D127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DCB2612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технических закупок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8040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42FB9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5FC2E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680C1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4793A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9C053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246C6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02D4C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4DC54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3A9EF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96276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16BC8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EE7AF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95549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7F75F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820A7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7D460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981A7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E04B4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8A46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4C785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5674F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438B01EF" w14:textId="77777777" w:rsidTr="00AC3164">
        <w:tc>
          <w:tcPr>
            <w:tcW w:w="943" w:type="dxa"/>
            <w:shd w:val="clear" w:color="auto" w:fill="auto"/>
            <w:vAlign w:val="center"/>
          </w:tcPr>
          <w:p w14:paraId="1DBD533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32EBEA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54B3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37093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CD16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6E9C9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F530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64880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79A7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41F96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AE78C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FF9BC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C6CA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74232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A7D4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E8F69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ED2D0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8890D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DDF8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A21D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499C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127D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F574E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3698E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978BA30" w14:textId="77777777" w:rsidTr="00AC3164">
        <w:tc>
          <w:tcPr>
            <w:tcW w:w="943" w:type="dxa"/>
            <w:shd w:val="clear" w:color="auto" w:fill="auto"/>
            <w:vAlign w:val="center"/>
          </w:tcPr>
          <w:p w14:paraId="46D6091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C2773FA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инженерного обеспечения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98EF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62025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A55F2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E44DC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2D5EA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392ED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6B4B4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D8CDE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03EEE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95036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5441D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129E3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EFBE8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0118D2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4FE9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4B87A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43EF8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EDE1F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A6662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4F002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6A7BD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C1AC1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DED13FC" w14:textId="77777777" w:rsidTr="00AC3164">
        <w:tc>
          <w:tcPr>
            <w:tcW w:w="943" w:type="dxa"/>
            <w:shd w:val="clear" w:color="auto" w:fill="auto"/>
            <w:vAlign w:val="center"/>
          </w:tcPr>
          <w:p w14:paraId="278BC67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84A7769" w14:textId="6B542131" w:rsidR="00EC105C" w:rsidRPr="00EC105C" w:rsidRDefault="008E533A" w:rsidP="001B19D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Сектор инженерной поддержки массового </w:t>
            </w:r>
            <w:r w:rsidR="00952E49">
              <w:rPr>
                <w:i/>
                <w:sz w:val="18"/>
                <w:szCs w:val="18"/>
              </w:rPr>
              <w:t xml:space="preserve">              </w:t>
            </w:r>
            <w:r>
              <w:rPr>
                <w:i/>
                <w:sz w:val="18"/>
                <w:szCs w:val="18"/>
              </w:rPr>
              <w:t>производства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D3D4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8867F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AD24B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0B349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91D2C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F2F41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2E103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D4D07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F2B34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79301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DAAAE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7E7FC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9C1A3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4AE75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3CC9A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B43D4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43F84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3D239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30787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2F4D5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5A7A9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C1FE0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1AF4D16" w14:textId="77777777" w:rsidTr="00AC3164">
        <w:tc>
          <w:tcPr>
            <w:tcW w:w="943" w:type="dxa"/>
            <w:shd w:val="clear" w:color="auto" w:fill="auto"/>
            <w:vAlign w:val="center"/>
          </w:tcPr>
          <w:p w14:paraId="6B2489D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3C9723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2EC7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7AFE8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6EEC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46906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3B58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C900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1918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2E07C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2084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F8C41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AA09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02F5D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272E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E2DA0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6609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07729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79F0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EFC2A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FDE8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9CEF1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03DB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61A80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FECC831" w14:textId="77777777" w:rsidTr="00AC3164">
        <w:tc>
          <w:tcPr>
            <w:tcW w:w="943" w:type="dxa"/>
            <w:shd w:val="clear" w:color="auto" w:fill="auto"/>
            <w:vAlign w:val="center"/>
          </w:tcPr>
          <w:p w14:paraId="2D2D211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75ADF2C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инженерного обеспечения производства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306B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0A5A3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D8B6A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887C3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B5F9F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E7DB3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75ECE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B2390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E7261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5066F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2DF74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18096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D1DE1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E53FF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6B38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77311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46686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3900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1DE5B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A656B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FCEEC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06439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272C528" w14:textId="77777777" w:rsidTr="00AC3164">
        <w:tc>
          <w:tcPr>
            <w:tcW w:w="943" w:type="dxa"/>
            <w:shd w:val="clear" w:color="auto" w:fill="auto"/>
            <w:vAlign w:val="center"/>
          </w:tcPr>
          <w:p w14:paraId="59C8C2F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5EB4FD3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техобслуживания и ремонта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6214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0CA19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43C37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53238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29C48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09615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8CFB9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3FB65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E80B5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ACBF2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D2442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32800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0A21B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05F43E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60036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512E33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47218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8252A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4CDD0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6D738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A70D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8AEBC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960A5D4" w14:textId="77777777" w:rsidTr="00AC3164">
        <w:tc>
          <w:tcPr>
            <w:tcW w:w="943" w:type="dxa"/>
            <w:shd w:val="clear" w:color="auto" w:fill="auto"/>
            <w:vAlign w:val="center"/>
          </w:tcPr>
          <w:p w14:paraId="58023A3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881248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633E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35772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E063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748E1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0B61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A622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86DC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1B683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D126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FBF38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F2AF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A4076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0D57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8E279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62DA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2590B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2D33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1FE8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29C0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DCD55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963DB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6E0CE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47FDF4F" w14:textId="77777777" w:rsidTr="00AC3164">
        <w:tc>
          <w:tcPr>
            <w:tcW w:w="943" w:type="dxa"/>
            <w:shd w:val="clear" w:color="auto" w:fill="auto"/>
            <w:vAlign w:val="center"/>
          </w:tcPr>
          <w:p w14:paraId="6BC68F1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B6CD78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950B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5F700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E873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3AF59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1083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81CE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CE0B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2955D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3486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51422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7240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A1A72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A8EF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2F5F3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8F2D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FE340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C2CBF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C0C9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EEB7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F7A6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BF31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DE710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000040D" w14:textId="77777777" w:rsidTr="00AC3164">
        <w:tc>
          <w:tcPr>
            <w:tcW w:w="943" w:type="dxa"/>
            <w:shd w:val="clear" w:color="auto" w:fill="auto"/>
            <w:vAlign w:val="center"/>
          </w:tcPr>
          <w:p w14:paraId="28A6A36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BD8829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1777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B5931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D488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F7352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3F4F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DD23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9989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04544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6FB7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4D1A6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E52E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316D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3234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26B1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618C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44FE8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9DD6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4028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589E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D2AD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151D4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B4D4F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AA0D7F2" w14:textId="77777777" w:rsidTr="00AC3164">
        <w:tc>
          <w:tcPr>
            <w:tcW w:w="943" w:type="dxa"/>
            <w:shd w:val="clear" w:color="auto" w:fill="auto"/>
            <w:vAlign w:val="center"/>
          </w:tcPr>
          <w:p w14:paraId="6BA82F2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E26C3F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3997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C740F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749A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35578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F9E1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41B8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60FE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CFFD0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F1A8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DC76A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595A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CECB9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0A14F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774EE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BF317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7E93C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B978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B4287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4670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36704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2732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4B6F9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650F6E5" w14:textId="77777777" w:rsidTr="00AC3164">
        <w:tc>
          <w:tcPr>
            <w:tcW w:w="943" w:type="dxa"/>
            <w:shd w:val="clear" w:color="auto" w:fill="auto"/>
            <w:vAlign w:val="center"/>
          </w:tcPr>
          <w:p w14:paraId="5789168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13170E3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C491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009F2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B0D3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2B3CB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6905C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39B2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7D2B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EF15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29DD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B280E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AC13A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1EE90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3021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97197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CF67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0C134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F02E8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AA7E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0C8C5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3F1F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B80B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8AAAA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E5E3087" w14:textId="77777777" w:rsidTr="00AC3164">
        <w:tc>
          <w:tcPr>
            <w:tcW w:w="943" w:type="dxa"/>
            <w:shd w:val="clear" w:color="auto" w:fill="auto"/>
            <w:vAlign w:val="center"/>
          </w:tcPr>
          <w:p w14:paraId="3B1C6CC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C861A5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AD1B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F000C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E53C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84029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08BEF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7E1A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DBB2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25E2E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2CDB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DE0FB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28D8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91942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271A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C2282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EB29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2A842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0C19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492C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4396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FEBB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627D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C8250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719F814" w14:textId="77777777" w:rsidTr="00AC3164">
        <w:tc>
          <w:tcPr>
            <w:tcW w:w="943" w:type="dxa"/>
            <w:shd w:val="clear" w:color="auto" w:fill="auto"/>
            <w:vAlign w:val="center"/>
          </w:tcPr>
          <w:p w14:paraId="3E78748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E1BFFF8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инженерного обеспечения производства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3790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5A217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67852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10C0F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6C01C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322AB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42B93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6B8D4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BC3A9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C446D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81C8F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AC526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869A3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7A1DC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79FA6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2B2C9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FFB09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C9E09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F1AB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33D61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4C220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765DC9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4B24C1A0" w14:textId="77777777" w:rsidTr="00AC3164">
        <w:tc>
          <w:tcPr>
            <w:tcW w:w="943" w:type="dxa"/>
            <w:shd w:val="clear" w:color="auto" w:fill="auto"/>
            <w:vAlign w:val="center"/>
          </w:tcPr>
          <w:p w14:paraId="0A4EC7B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B51B1D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 (специализированного в прочих отраслях)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2176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6C919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D89F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05ABA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B72E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846C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32BC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97217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004F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BF7CD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8531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CD14B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50A1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44550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1C44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183B8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3B99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81DF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5F71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8C32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89C4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03F65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E6BDF43" w14:textId="77777777" w:rsidTr="00AC3164">
        <w:tc>
          <w:tcPr>
            <w:tcW w:w="943" w:type="dxa"/>
            <w:shd w:val="clear" w:color="auto" w:fill="auto"/>
            <w:vAlign w:val="center"/>
          </w:tcPr>
          <w:p w14:paraId="5C24FBE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1E0B286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техобслуживания и ремонта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2D7D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041A6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18B3D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5BE55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1ECAA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F5D69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DB274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23EC8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D9ED8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1DEC6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A671D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0EEF1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9B685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A36A9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E14CE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F49FE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4BCB4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6638C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40094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54471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DB11D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EC81F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69628F4F" w14:textId="77777777" w:rsidTr="00AC3164">
        <w:tc>
          <w:tcPr>
            <w:tcW w:w="943" w:type="dxa"/>
            <w:shd w:val="clear" w:color="auto" w:fill="auto"/>
            <w:vAlign w:val="center"/>
          </w:tcPr>
          <w:p w14:paraId="1B60EEA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0B11473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6A63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06703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0B8E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5544F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6C5B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FAB9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B8FF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22005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87A2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B63C0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E579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A69C3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6D91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47502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E3FD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087F1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44B3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9B30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96CB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12C5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3E60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AF94F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86C8410" w14:textId="77777777" w:rsidTr="00AC3164">
        <w:tc>
          <w:tcPr>
            <w:tcW w:w="943" w:type="dxa"/>
            <w:shd w:val="clear" w:color="auto" w:fill="auto"/>
            <w:vAlign w:val="center"/>
          </w:tcPr>
          <w:p w14:paraId="0520BEF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44AC77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Радиомеханик по ремонту радиоэлектронного оборудования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D33A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96CE7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FA41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8AC5B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3FD9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7E67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5898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CD475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9B9C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5D6D6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EC8F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74915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CBF6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0CC80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06B3E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D4649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6BF6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DC2A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44F1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ED28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2EDF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A520A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686EFAD" w14:textId="77777777" w:rsidTr="00AC3164">
        <w:tc>
          <w:tcPr>
            <w:tcW w:w="943" w:type="dxa"/>
            <w:shd w:val="clear" w:color="auto" w:fill="auto"/>
            <w:vAlign w:val="center"/>
          </w:tcPr>
          <w:p w14:paraId="261351C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E34EB5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Радиомеханик по ремонту радиоэлектронного оборудования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35AE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962A7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BBDD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A287A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0381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917E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A303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FBDCC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54C3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1E871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4506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C13E7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A226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19A98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D7DB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E10A2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49FA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424DF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AF7A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0C1B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9A61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49656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BE41DE5" w14:textId="77777777" w:rsidTr="00AC3164">
        <w:tc>
          <w:tcPr>
            <w:tcW w:w="943" w:type="dxa"/>
            <w:shd w:val="clear" w:color="auto" w:fill="auto"/>
            <w:vAlign w:val="center"/>
          </w:tcPr>
          <w:p w14:paraId="61A5A3B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A86F54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7C95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47CB7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8D52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BAF82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2A9F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279C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B014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11E51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1E4B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C3201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76F6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FCA57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869A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6E7A2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53E9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13814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8766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6F0C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7460B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29D4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BA41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46759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2923D3D" w14:textId="77777777" w:rsidTr="00AC3164">
        <w:tc>
          <w:tcPr>
            <w:tcW w:w="943" w:type="dxa"/>
            <w:shd w:val="clear" w:color="auto" w:fill="auto"/>
            <w:vAlign w:val="center"/>
          </w:tcPr>
          <w:p w14:paraId="495B8FB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8A5894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8F2E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CF88F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9638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C149D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EDC0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F666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CE7A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B4437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304AE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5B5D4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9934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F8801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B663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31620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EA51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23DDF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B9B3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2CF6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FAD7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360B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66C5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BA20B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D99EF95" w14:textId="77777777" w:rsidTr="00AC3164">
        <w:tc>
          <w:tcPr>
            <w:tcW w:w="943" w:type="dxa"/>
            <w:shd w:val="clear" w:color="auto" w:fill="auto"/>
            <w:vAlign w:val="center"/>
          </w:tcPr>
          <w:p w14:paraId="6F44533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B38F07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6D17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E241F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AEC3B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3B36A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07AC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7535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A00F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8785A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3338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3F888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8C41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C4EB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9416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C2BA9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0B11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DA248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BD84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856F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1416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B906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47FF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F2A87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5377760" w14:textId="77777777" w:rsidTr="00AC3164">
        <w:tc>
          <w:tcPr>
            <w:tcW w:w="943" w:type="dxa"/>
            <w:shd w:val="clear" w:color="auto" w:fill="auto"/>
            <w:vAlign w:val="center"/>
          </w:tcPr>
          <w:p w14:paraId="25890D8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5D9E60B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инженерного обеспечения BMS Line PE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5AE5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118A2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91F37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D93E2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D73BA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BC344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D346E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F7D3D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2B281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527FC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A047C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9184B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420D7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AE811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ECE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13ED1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1FD92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7E2EC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78727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70E1B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3350F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5A425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46BBDADF" w14:textId="77777777" w:rsidTr="00AC3164">
        <w:tc>
          <w:tcPr>
            <w:tcW w:w="943" w:type="dxa"/>
            <w:shd w:val="clear" w:color="auto" w:fill="auto"/>
            <w:vAlign w:val="center"/>
          </w:tcPr>
          <w:p w14:paraId="6BEB828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4FA669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3F16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058F1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278B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B18F7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DF79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452A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7476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1F9DF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08DF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17ABD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B392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00A54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693E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B9445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49CD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44CB0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D0CFF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A2AB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9897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E0257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F5C0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0DE2E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093E3CC" w14:textId="77777777" w:rsidTr="00AC3164">
        <w:tc>
          <w:tcPr>
            <w:tcW w:w="943" w:type="dxa"/>
            <w:shd w:val="clear" w:color="auto" w:fill="auto"/>
            <w:vAlign w:val="center"/>
          </w:tcPr>
          <w:p w14:paraId="2FC8788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8C3980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ABE9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2EC2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E18E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C2FD4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0246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680F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2B33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7535F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897E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9C055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A0BC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B77E5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B507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8FE1C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A8F7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81CB1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CFB5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E5FE4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FD63C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D2B2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62521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98BBB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61A64E5" w14:textId="77777777" w:rsidTr="00AC3164">
        <w:tc>
          <w:tcPr>
            <w:tcW w:w="943" w:type="dxa"/>
            <w:shd w:val="clear" w:color="auto" w:fill="auto"/>
            <w:vAlign w:val="center"/>
          </w:tcPr>
          <w:p w14:paraId="0496EF8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D704039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инженерного обеспечения производства холодильников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65CA2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ACB24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E40B2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2FC6C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8D49B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F69AD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42AA5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31B74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F53B5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96776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14555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BDC2D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8D91B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BFB4D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CF45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4B964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7510A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B18D3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2893F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64824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8B741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94A65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20136DC8" w14:textId="77777777" w:rsidTr="00AC3164">
        <w:tc>
          <w:tcPr>
            <w:tcW w:w="943" w:type="dxa"/>
            <w:shd w:val="clear" w:color="auto" w:fill="auto"/>
            <w:vAlign w:val="center"/>
          </w:tcPr>
          <w:p w14:paraId="4D9D849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EF3DE0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98CE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D2625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837D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E73C6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955B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E057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7B8F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2405E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A6FD1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ED24C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BC4D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6F95C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600D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AEAFD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08BF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EA46C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D2E6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E46E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80EF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7902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7497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8D1B4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0EE66D0" w14:textId="77777777" w:rsidTr="00AC3164">
        <w:tc>
          <w:tcPr>
            <w:tcW w:w="943" w:type="dxa"/>
            <w:shd w:val="clear" w:color="auto" w:fill="auto"/>
            <w:vAlign w:val="center"/>
          </w:tcPr>
          <w:p w14:paraId="246744D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8C87B8B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техобслуживания и ремонта холодильников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3847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008E4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0310F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53EE1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86B67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B7FA3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AB057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A1E14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F0087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264F1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5A499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6992A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CF619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84813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025D8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6F4B4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4B180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8A1AA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D182D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87F8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26536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FEA77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96F7D15" w14:textId="77777777" w:rsidTr="00AC3164">
        <w:tc>
          <w:tcPr>
            <w:tcW w:w="943" w:type="dxa"/>
            <w:shd w:val="clear" w:color="auto" w:fill="auto"/>
            <w:vAlign w:val="center"/>
          </w:tcPr>
          <w:p w14:paraId="24EAFDD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6184D5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5BB3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1F7DA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7B4C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1334A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B670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1304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8D5A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2D2ED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DCE3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5095A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EFB2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094D1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2F6C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E5C23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DBA2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7EF38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F6974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B026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FC918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BA52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6F266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C6067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F713892" w14:textId="77777777" w:rsidTr="00AC3164">
        <w:tc>
          <w:tcPr>
            <w:tcW w:w="943" w:type="dxa"/>
            <w:shd w:val="clear" w:color="auto" w:fill="auto"/>
            <w:vAlign w:val="center"/>
          </w:tcPr>
          <w:p w14:paraId="651E518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72AFCD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3298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B1327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EE71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E8ED2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370C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EF14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FD09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E6C2D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25A8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AB1A1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91C0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1989E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04D0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EBB61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A778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4CCEF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1AF6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7E10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5639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DB29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D953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D5E22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FEC0C6B" w14:textId="77777777" w:rsidTr="00AC3164">
        <w:tc>
          <w:tcPr>
            <w:tcW w:w="943" w:type="dxa"/>
            <w:shd w:val="clear" w:color="auto" w:fill="auto"/>
            <w:vAlign w:val="center"/>
          </w:tcPr>
          <w:p w14:paraId="3594322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153BD7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98F8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B9306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6F10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9CFA7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51B0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F1D5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A3CD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D1436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8697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575E6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0BF8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14580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513D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1AC0E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BAC5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834DF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7324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4E67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E491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BD47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69B6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E7EC2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51EC1F7" w14:textId="77777777" w:rsidTr="00AC3164">
        <w:tc>
          <w:tcPr>
            <w:tcW w:w="943" w:type="dxa"/>
            <w:shd w:val="clear" w:color="auto" w:fill="auto"/>
            <w:vAlign w:val="center"/>
          </w:tcPr>
          <w:p w14:paraId="0DA5371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63E6AF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9AF6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AFFB0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21EB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65FC2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C04C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3236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64E4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C9510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B4CF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C7C79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430F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DBCE1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125F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5EA73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5A3C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6C8B9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D8542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5154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17AF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B190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13E9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3F9E6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BE95733" w14:textId="77777777" w:rsidTr="00AC3164">
        <w:tc>
          <w:tcPr>
            <w:tcW w:w="943" w:type="dxa"/>
            <w:shd w:val="clear" w:color="auto" w:fill="auto"/>
            <w:vAlign w:val="center"/>
          </w:tcPr>
          <w:p w14:paraId="5803DC9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732B87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DA9F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11BDF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541A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6819B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3AE2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1898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917B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12CDF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9294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F4EB1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FE0E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57443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479D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E7F47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E21A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42EA8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F47A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09F7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7AEA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901C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AA4D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46A45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2F9FAFD" w14:textId="77777777" w:rsidTr="00AC3164">
        <w:tc>
          <w:tcPr>
            <w:tcW w:w="943" w:type="dxa"/>
            <w:shd w:val="clear" w:color="auto" w:fill="auto"/>
            <w:vAlign w:val="center"/>
          </w:tcPr>
          <w:p w14:paraId="01C3233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6298BE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E80D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B554C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5184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C4A71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0238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45A7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408B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1241F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C957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43DE2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2181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1794B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5EC6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FEE34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6EB4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21A6D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DBD9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F300D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18D38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AE08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9836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6602F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3B76801" w14:textId="77777777" w:rsidTr="00AC3164">
        <w:tc>
          <w:tcPr>
            <w:tcW w:w="943" w:type="dxa"/>
            <w:shd w:val="clear" w:color="auto" w:fill="auto"/>
            <w:vAlign w:val="center"/>
          </w:tcPr>
          <w:p w14:paraId="4B1E79A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B2DC8E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81DA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EAD24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6531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C242D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04C4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F57B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9506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C200C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93D6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68DD5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50AB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3BE58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5AE2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1B3AD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0DF7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3E7CC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A345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B91A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3752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5220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B389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4B6CB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7A31241" w14:textId="77777777" w:rsidTr="00AC3164">
        <w:tc>
          <w:tcPr>
            <w:tcW w:w="943" w:type="dxa"/>
            <w:shd w:val="clear" w:color="auto" w:fill="auto"/>
            <w:vAlign w:val="center"/>
          </w:tcPr>
          <w:p w14:paraId="2E1DA0D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1B1287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69F9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0864A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D800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B9547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DBC4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0405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4249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D01A0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763C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CE93B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8FD9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B85DD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9CB4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BD04C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1491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D2C95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6909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A18C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875A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A57A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6B2E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2DEC7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885513E" w14:textId="77777777" w:rsidTr="00AC3164">
        <w:tc>
          <w:tcPr>
            <w:tcW w:w="943" w:type="dxa"/>
            <w:shd w:val="clear" w:color="auto" w:fill="auto"/>
            <w:vAlign w:val="center"/>
          </w:tcPr>
          <w:p w14:paraId="2600363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12C6CF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5E08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27F4B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7413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81756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25517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7D82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AFEDA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E0561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7340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3750A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1177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51DF9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E7D9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EA095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A148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359BA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6745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F2F3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7C59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89CD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DA00D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03912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94930C3" w14:textId="77777777" w:rsidTr="00AC3164">
        <w:tc>
          <w:tcPr>
            <w:tcW w:w="943" w:type="dxa"/>
            <w:shd w:val="clear" w:color="auto" w:fill="auto"/>
            <w:vAlign w:val="center"/>
          </w:tcPr>
          <w:p w14:paraId="1D8A895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6C3EAA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0EFC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B039F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1389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97E63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CDA7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ACA3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194C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3A369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0F58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AC6F1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194E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EDD68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F6BE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B07F8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BC780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F8B3F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1FCA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9ED5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7986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32F7E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0221D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7E2F7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36AF463" w14:textId="77777777" w:rsidTr="00AC3164">
        <w:tc>
          <w:tcPr>
            <w:tcW w:w="943" w:type="dxa"/>
            <w:shd w:val="clear" w:color="auto" w:fill="auto"/>
            <w:vAlign w:val="center"/>
          </w:tcPr>
          <w:p w14:paraId="37E0990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E5AB85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5EE0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7E715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2DB4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F7A9A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7AD9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EDE2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2143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02B79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D9AA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F5CE9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6539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867D3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2128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D0E46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B15A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9FA3C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E7EF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FD41F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7D243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863BF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C44F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71FA0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2C2FA05" w14:textId="77777777" w:rsidTr="00AC3164">
        <w:tc>
          <w:tcPr>
            <w:tcW w:w="943" w:type="dxa"/>
            <w:shd w:val="clear" w:color="auto" w:fill="auto"/>
            <w:vAlign w:val="center"/>
          </w:tcPr>
          <w:p w14:paraId="092E332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C6C8FE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D917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25F36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AFCE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A4DF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1F54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E71C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49E9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B8151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0F7D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C4F45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36F9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00ED7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64A9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4B78D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CE99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0E82E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64D82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8BAF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C8E2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A00D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2F14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433D0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3703394" w14:textId="77777777" w:rsidTr="00AC3164">
        <w:tc>
          <w:tcPr>
            <w:tcW w:w="943" w:type="dxa"/>
            <w:shd w:val="clear" w:color="auto" w:fill="auto"/>
            <w:vAlign w:val="center"/>
          </w:tcPr>
          <w:p w14:paraId="5CFE485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22AFA9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лаборант химического анализа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DD49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55106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6E8C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BFFE6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3E82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30B3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652E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FA445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0DC9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7EEAC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6D43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CC0E7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8840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91A1A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98253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7BDF4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D582A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5631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C517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2646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5D57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9E439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6C49E6D" w14:textId="77777777" w:rsidTr="00AC3164">
        <w:tc>
          <w:tcPr>
            <w:tcW w:w="943" w:type="dxa"/>
            <w:shd w:val="clear" w:color="auto" w:fill="auto"/>
            <w:vAlign w:val="center"/>
          </w:tcPr>
          <w:p w14:paraId="42777C0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CDDC20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анализа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6A5E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5BF6A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6254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65467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170F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B207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D8E0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53AA8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635C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CEC60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2C6C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A3BAB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203B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59A27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DDF3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EC2A7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9F8D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0BBD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628D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E1E9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CDBA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87DA2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12A9418" w14:textId="77777777" w:rsidTr="00AC3164">
        <w:tc>
          <w:tcPr>
            <w:tcW w:w="943" w:type="dxa"/>
            <w:shd w:val="clear" w:color="auto" w:fill="auto"/>
            <w:vAlign w:val="center"/>
          </w:tcPr>
          <w:p w14:paraId="7FFE86E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28A1472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инженерной поддержки производства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3F53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660DF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D6929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66BD9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29102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00EF4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8C9FA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7AD42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CCAC2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99F74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53FB1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7766D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5509D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0C86B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3D814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3A5E2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DF669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145E4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16CDA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1972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3B1B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DA07E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1BFA678" w14:textId="77777777" w:rsidTr="00AC3164">
        <w:tc>
          <w:tcPr>
            <w:tcW w:w="943" w:type="dxa"/>
            <w:shd w:val="clear" w:color="auto" w:fill="auto"/>
            <w:vAlign w:val="center"/>
          </w:tcPr>
          <w:p w14:paraId="59800D1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084452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D5D44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E0990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F870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906E3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452E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0C3A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272D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31486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857B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CD2AF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9C4B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BFFE9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AD10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170A2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90A9F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790BF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0110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E7E0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A823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D6284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6FCC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6F78B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43B1DB7" w14:textId="77777777" w:rsidTr="00AC3164">
        <w:tc>
          <w:tcPr>
            <w:tcW w:w="943" w:type="dxa"/>
            <w:shd w:val="clear" w:color="auto" w:fill="auto"/>
            <w:vAlign w:val="center"/>
          </w:tcPr>
          <w:p w14:paraId="3061F2E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8AF7ECD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поддержки массового производства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A05F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68B19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164BA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05919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53990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C60DC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AFC77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28755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CE238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D8D73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69631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AFC8A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561A8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E7BCF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EC805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A8FBD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75692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F3261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AE28C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246E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0AB18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EDA35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4B444E7" w14:textId="77777777" w:rsidTr="00AC3164">
        <w:tc>
          <w:tcPr>
            <w:tcW w:w="943" w:type="dxa"/>
            <w:shd w:val="clear" w:color="auto" w:fill="auto"/>
            <w:vAlign w:val="center"/>
          </w:tcPr>
          <w:p w14:paraId="7AEFE5D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052878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265F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02785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2A32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8E416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51AD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6B11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9A48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4D457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36B6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AF569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D0B9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97272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8E80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3E804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F65F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4CA54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21FA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A06F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F0F4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F082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D4B1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9A61D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A845AE9" w14:textId="77777777" w:rsidTr="00AC3164">
        <w:tc>
          <w:tcPr>
            <w:tcW w:w="943" w:type="dxa"/>
            <w:shd w:val="clear" w:color="auto" w:fill="auto"/>
            <w:vAlign w:val="center"/>
          </w:tcPr>
          <w:p w14:paraId="12C3FD9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3E4D2D1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материального обеспечения производства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7855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F76A9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650DA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6E5F1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E648F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2D649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1CBD9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46D7D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785E6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6E346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82183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8C8D1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B2CC4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F73C5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77309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33354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332B8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BDD87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A15A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52854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3939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95E87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8FEA661" w14:textId="77777777" w:rsidTr="00AC3164">
        <w:tc>
          <w:tcPr>
            <w:tcW w:w="943" w:type="dxa"/>
            <w:shd w:val="clear" w:color="auto" w:fill="auto"/>
            <w:vAlign w:val="center"/>
          </w:tcPr>
          <w:p w14:paraId="22A0792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155C01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B604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ECFB3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1F42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74DEA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2FA9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7A69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40B0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9B977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360C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380DB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6244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1FDA8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2B9E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375F1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CD45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3F1A2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E7EA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115D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4D49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05DB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BD95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30A9B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E5BC865" w14:textId="77777777" w:rsidTr="00AC3164">
        <w:tc>
          <w:tcPr>
            <w:tcW w:w="943" w:type="dxa"/>
            <w:shd w:val="clear" w:color="auto" w:fill="auto"/>
            <w:vAlign w:val="center"/>
          </w:tcPr>
          <w:p w14:paraId="2C417A2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6F81CBB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закупок импортных комплектующих для производства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7327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7C7AC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22C42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70202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31D21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FA393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152A8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B1AE1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15194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1B7F1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8C684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2C5B0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501E8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54272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12B16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D110B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1E066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8B8EE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98F3C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13FE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504A9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EF23E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5C729D7" w14:textId="77777777" w:rsidTr="00AC3164">
        <w:tc>
          <w:tcPr>
            <w:tcW w:w="943" w:type="dxa"/>
            <w:shd w:val="clear" w:color="auto" w:fill="auto"/>
            <w:vAlign w:val="center"/>
          </w:tcPr>
          <w:p w14:paraId="3223981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A8E9C8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1879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205B0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54B2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F5584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BCEA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839C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05A6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7DB68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3558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480DE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EB13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B4788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46FD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87F92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26BD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62DEA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9CD0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E502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9107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E74D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9131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F128D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C183180" w14:textId="77777777" w:rsidTr="00AC3164">
        <w:tc>
          <w:tcPr>
            <w:tcW w:w="943" w:type="dxa"/>
            <w:shd w:val="clear" w:color="auto" w:fill="auto"/>
            <w:vAlign w:val="center"/>
          </w:tcPr>
          <w:p w14:paraId="549D084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75275B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7AA7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97D7D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379E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6C8AA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44E9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DB6FA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AC3E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DDFC9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3E20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36AFA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2929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3246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CB0B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780AA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E182E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0A9E4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C169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071B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BBA8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4AC5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7B89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94A22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EF08D9D" w14:textId="77777777" w:rsidTr="00AC3164">
        <w:tc>
          <w:tcPr>
            <w:tcW w:w="943" w:type="dxa"/>
            <w:shd w:val="clear" w:color="auto" w:fill="auto"/>
            <w:vAlign w:val="center"/>
          </w:tcPr>
          <w:p w14:paraId="772FDD4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248EEA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F801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F5FDD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C379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529AE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1834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AF51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DE32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133A1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C95C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BFC5E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BF7B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BE35A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0C60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1EDDC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D36B3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69613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83C5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3886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8F18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B9C9C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391C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40355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CF0CB2E" w14:textId="77777777" w:rsidTr="00AC3164">
        <w:tc>
          <w:tcPr>
            <w:tcW w:w="943" w:type="dxa"/>
            <w:shd w:val="clear" w:color="auto" w:fill="auto"/>
            <w:vAlign w:val="center"/>
          </w:tcPr>
          <w:p w14:paraId="3D758C2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18EEFB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8F0B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1C2E7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D461A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56215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DFB2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DD4F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4D45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6684C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3A67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DA4E6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A320D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D42B0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6EDA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1C962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E0B8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915D8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24BB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2714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566E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DF65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51CD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441D7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8BDF087" w14:textId="77777777" w:rsidTr="00AC3164">
        <w:tc>
          <w:tcPr>
            <w:tcW w:w="943" w:type="dxa"/>
            <w:shd w:val="clear" w:color="auto" w:fill="auto"/>
            <w:vAlign w:val="center"/>
          </w:tcPr>
          <w:p w14:paraId="2CAF71D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1AFF011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материального контроля по телевизорам и мониторам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99B2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466F7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D3A4C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08BF7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494C2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A069C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AC0A9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C38C0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83863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65BD1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B9342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B6F05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D3408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03125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8702B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22F66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F73E7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95F8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05F62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64D7F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623F2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C1D3D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22D6FC0F" w14:textId="77777777" w:rsidTr="00AC3164">
        <w:tc>
          <w:tcPr>
            <w:tcW w:w="943" w:type="dxa"/>
            <w:shd w:val="clear" w:color="auto" w:fill="auto"/>
            <w:vAlign w:val="center"/>
          </w:tcPr>
          <w:p w14:paraId="69C13C0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529330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97AD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DDD2C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F133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857DB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83D0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D2DD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75DA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C48E6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D00A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F3B72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AA47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D77D4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2869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E7227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4F95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41CA4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9E227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2502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ADEEB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F4F4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5E9A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C6892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AC93BC5" w14:textId="77777777" w:rsidTr="00AC3164">
        <w:tc>
          <w:tcPr>
            <w:tcW w:w="943" w:type="dxa"/>
            <w:shd w:val="clear" w:color="auto" w:fill="auto"/>
            <w:vAlign w:val="center"/>
          </w:tcPr>
          <w:p w14:paraId="2C9081C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ECF56D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43E5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ED3C5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5D41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D9B70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4583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C965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348B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7E1AA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4C41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374AC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0041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AE384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6F49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95405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5823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B46C7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56CE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3510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CAB9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3601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DD8D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87C7C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E280F3A" w14:textId="77777777" w:rsidTr="00AC3164">
        <w:tc>
          <w:tcPr>
            <w:tcW w:w="943" w:type="dxa"/>
            <w:shd w:val="clear" w:color="auto" w:fill="auto"/>
            <w:vAlign w:val="center"/>
          </w:tcPr>
          <w:p w14:paraId="6506AC6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C10382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479A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6F247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B0B8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192C3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6CEA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6488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AE2CB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9AA3D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30DB2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8894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AB8B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11A49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7FFC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0F8E2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19C2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23B13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74D5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382A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BE44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F4DE9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F182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E354F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6DA0AA1" w14:textId="77777777" w:rsidTr="00AC3164">
        <w:tc>
          <w:tcPr>
            <w:tcW w:w="943" w:type="dxa"/>
            <w:shd w:val="clear" w:color="auto" w:fill="auto"/>
            <w:vAlign w:val="center"/>
          </w:tcPr>
          <w:p w14:paraId="11DD172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9CE59B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материальному контролю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5552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05CCD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43DC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D6635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1318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8E8B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8E8D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AE3D3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3BC5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D138C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212FF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DE188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4AFB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7B21A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C21B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FB804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A136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0AA82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63E9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FD39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A063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0054F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9C4DCBA" w14:textId="77777777" w:rsidTr="00AC3164">
        <w:tc>
          <w:tcPr>
            <w:tcW w:w="943" w:type="dxa"/>
            <w:shd w:val="clear" w:color="auto" w:fill="auto"/>
            <w:vAlign w:val="center"/>
          </w:tcPr>
          <w:p w14:paraId="15D6900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360A965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разгрузки и хранения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4F78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9D887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2E5C2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36D82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B2573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6BE24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79ABE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6878B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90820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7CB4F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DB70B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23CE6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55A06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9C3F9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E4F6B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7E273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58678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2CBCC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F753B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F6B80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A2C36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D3BCA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A4D2390" w14:textId="77777777" w:rsidTr="00AC3164">
        <w:tc>
          <w:tcPr>
            <w:tcW w:w="943" w:type="dxa"/>
            <w:shd w:val="clear" w:color="auto" w:fill="auto"/>
            <w:vAlign w:val="center"/>
          </w:tcPr>
          <w:p w14:paraId="0054958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7F91A3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7040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F6722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9225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BB036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1965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59E3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6894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91811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580C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BEDB8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CFD5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530C7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5608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E885A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F51D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9773F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DB88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711E7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DCC4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66FD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0F7B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30322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2536A32" w14:textId="77777777" w:rsidTr="00AC3164">
        <w:tc>
          <w:tcPr>
            <w:tcW w:w="943" w:type="dxa"/>
            <w:shd w:val="clear" w:color="auto" w:fill="auto"/>
            <w:vAlign w:val="center"/>
          </w:tcPr>
          <w:p w14:paraId="5C5A355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BBCFEE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8BDB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C7F19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F50C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DE371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957A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8629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05EE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29327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5BA6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10243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E509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3B8B7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7512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652DD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09BD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4B194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8816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C1C3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6FAE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97ECE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0B5F7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FF698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07112F2" w14:textId="77777777" w:rsidTr="00AC3164">
        <w:tc>
          <w:tcPr>
            <w:tcW w:w="943" w:type="dxa"/>
            <w:shd w:val="clear" w:color="auto" w:fill="auto"/>
            <w:vAlign w:val="center"/>
          </w:tcPr>
          <w:p w14:paraId="451DC93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2BD470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59CD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A2018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4D3D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A4AF8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3AFF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720F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D1A4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E9A74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7AC6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F2C31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7109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47F90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C896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62F8C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93429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12CDC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17C9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A3A1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726C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A984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522D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DBAC0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D58D91E" w14:textId="77777777" w:rsidTr="00AC3164">
        <w:tc>
          <w:tcPr>
            <w:tcW w:w="943" w:type="dxa"/>
            <w:shd w:val="clear" w:color="auto" w:fill="auto"/>
            <w:vAlign w:val="center"/>
          </w:tcPr>
          <w:p w14:paraId="1CF0A77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7565933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A8DD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753FC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12D0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8D0A8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E978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B141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3B22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89617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0AAE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1CB2C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68E3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4E2F2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7B3A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F73D6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05F8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20923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A587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3DCB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BDE7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7385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D5AF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3C37B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632901C" w14:textId="77777777" w:rsidTr="00AC3164">
        <w:tc>
          <w:tcPr>
            <w:tcW w:w="943" w:type="dxa"/>
            <w:shd w:val="clear" w:color="auto" w:fill="auto"/>
            <w:vAlign w:val="center"/>
          </w:tcPr>
          <w:p w14:paraId="348E2C1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D3E402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30E5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6E7E3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1C2E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93F59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478C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DE64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3C640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7AE4F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2CCE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2F029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7C1B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E3CCF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ED42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22524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082A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2599D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F213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BD227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4FA4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5DCF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E478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EE083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2B4A2CD" w14:textId="77777777" w:rsidTr="00AC3164">
        <w:tc>
          <w:tcPr>
            <w:tcW w:w="943" w:type="dxa"/>
            <w:shd w:val="clear" w:color="auto" w:fill="auto"/>
            <w:vAlign w:val="center"/>
          </w:tcPr>
          <w:p w14:paraId="0CCF810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F95B0F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склада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B238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C1E8D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2F8A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9E92A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1BED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7867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151E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248C5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D52E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96E99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0178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A6F97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2632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26878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E0D3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82750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3AA9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9402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1F29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8DB4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4F7B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2402A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64F7070" w14:textId="77777777" w:rsidTr="00AC3164">
        <w:tc>
          <w:tcPr>
            <w:tcW w:w="943" w:type="dxa"/>
            <w:shd w:val="clear" w:color="auto" w:fill="auto"/>
            <w:vAlign w:val="center"/>
          </w:tcPr>
          <w:p w14:paraId="06D65BF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89366E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E07B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3EF8C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FF85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0B9C1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35CE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331F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4141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E7787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A1AC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76FDD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827F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E6D7B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37B2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8D320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904A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89418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7D1D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EE09A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9AB2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AC35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7EAE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A0754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494F54F" w14:textId="77777777" w:rsidTr="00AC3164">
        <w:tc>
          <w:tcPr>
            <w:tcW w:w="943" w:type="dxa"/>
            <w:shd w:val="clear" w:color="auto" w:fill="auto"/>
            <w:vAlign w:val="center"/>
          </w:tcPr>
          <w:p w14:paraId="20993D7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1D81B0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92C8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C2647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8899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A6B0F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3B9B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D39F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A8F6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30705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741C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46E54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9A17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D81F2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3E88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3150F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EF49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BD918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8620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A943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8FF3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8215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07C91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5D557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2F7CA29" w14:textId="77777777" w:rsidTr="00AC3164">
        <w:tc>
          <w:tcPr>
            <w:tcW w:w="943" w:type="dxa"/>
            <w:shd w:val="clear" w:color="auto" w:fill="auto"/>
            <w:vAlign w:val="center"/>
          </w:tcPr>
          <w:p w14:paraId="1193C24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C8FD01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2FD1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98834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50C1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A2774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AA07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3EA24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8BE8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A6E5E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3E95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6FE2D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2A51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281F8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2CA1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E2BDB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9CEE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67809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11B7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AE7D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112F8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FDB64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EBCEF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14D71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1859BC2" w14:textId="77777777" w:rsidTr="00AC3164">
        <w:tc>
          <w:tcPr>
            <w:tcW w:w="943" w:type="dxa"/>
            <w:shd w:val="clear" w:color="auto" w:fill="auto"/>
            <w:vAlign w:val="center"/>
          </w:tcPr>
          <w:p w14:paraId="17133BB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7E6DDD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D9F6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AD23B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3253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BC977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F16E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2170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F1CA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2F39D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F2AA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69397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3316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E003C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A301A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28354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340E5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BA54E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FAF99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AC9E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F3BEC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8F181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3F961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127DE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B1582D" w:rsidRPr="00F06873" w14:paraId="074BE203" w14:textId="77777777" w:rsidTr="00AC3164">
        <w:tc>
          <w:tcPr>
            <w:tcW w:w="943" w:type="dxa"/>
            <w:shd w:val="clear" w:color="auto" w:fill="auto"/>
            <w:vAlign w:val="center"/>
          </w:tcPr>
          <w:p w14:paraId="215A48E0" w14:textId="77777777" w:rsidR="00B1582D" w:rsidRDefault="00B1582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FAA84C1" w14:textId="29AA5740" w:rsidR="00B1582D" w:rsidRDefault="00B1582D" w:rsidP="001B19D8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Участок хранения и упаковки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B3AF9C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764E928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5519C8B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6EF4162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3AC31FA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0063ACE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A0ADBC2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D9D8309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EB8B6C7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F48C735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60F3111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FDA39E9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1EC663B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51A9CF5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9042D55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04BF6EA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D4C2B1A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E1E51D8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C36BDA8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B16CF58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51D1972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865DFEA" w14:textId="77777777" w:rsidR="00B1582D" w:rsidRDefault="00B1582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55B8CD7" w14:textId="77777777" w:rsidTr="00AC3164">
        <w:tc>
          <w:tcPr>
            <w:tcW w:w="943" w:type="dxa"/>
            <w:shd w:val="clear" w:color="auto" w:fill="auto"/>
            <w:vAlign w:val="center"/>
          </w:tcPr>
          <w:p w14:paraId="6DB533E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B94D0E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1EF9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A5187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DA73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B878B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F6DE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D178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F60B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E192E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085F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752BB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FDDC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5033A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E952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D0B92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0540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49393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A084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0478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9098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374E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DCA2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841F4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19F65B2" w14:textId="77777777" w:rsidTr="00AC3164">
        <w:tc>
          <w:tcPr>
            <w:tcW w:w="943" w:type="dxa"/>
            <w:shd w:val="clear" w:color="auto" w:fill="auto"/>
            <w:vAlign w:val="center"/>
          </w:tcPr>
          <w:p w14:paraId="1436E3A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8C9604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0805E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7C405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15AD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B633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DBDB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911F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618E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09E7E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5DD3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9966A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A772D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90C46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04F6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465C0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E8B04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63671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BDED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3A6A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0EC5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BBB2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B3A5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8D5EA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C1C6582" w14:textId="77777777" w:rsidTr="00AC3164">
        <w:tc>
          <w:tcPr>
            <w:tcW w:w="943" w:type="dxa"/>
            <w:shd w:val="clear" w:color="auto" w:fill="auto"/>
            <w:vAlign w:val="center"/>
          </w:tcPr>
          <w:p w14:paraId="2B0D0F7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F18269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8D7C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AEFCC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9246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2B983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F551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3A3E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8D7C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2F66F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1393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114F9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A79C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522DF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D1FE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419BB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47FB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68FDE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85D00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EA62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C38E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4201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3A08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57247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3016CA6" w14:textId="77777777" w:rsidTr="00AC3164">
        <w:tc>
          <w:tcPr>
            <w:tcW w:w="943" w:type="dxa"/>
            <w:shd w:val="clear" w:color="auto" w:fill="auto"/>
            <w:vAlign w:val="center"/>
          </w:tcPr>
          <w:p w14:paraId="786F175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8E08DF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B36A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2F7E0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71D9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CB9BE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C7AA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F637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ACD08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6CE91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B921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23A93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3247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FE7C8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FBD0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C7962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7CDA9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7F23F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8CA7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017E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4CF8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DD81A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7E6F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B82C6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ADDA207" w14:textId="77777777" w:rsidTr="00AC3164">
        <w:tc>
          <w:tcPr>
            <w:tcW w:w="943" w:type="dxa"/>
            <w:shd w:val="clear" w:color="auto" w:fill="auto"/>
            <w:vAlign w:val="center"/>
          </w:tcPr>
          <w:p w14:paraId="78B20E5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1DD3157" w14:textId="26EF2653" w:rsidR="00EC105C" w:rsidRPr="00EC105C" w:rsidRDefault="0086526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BABB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FBF03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FD4B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958BC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3D4A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72A4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19CA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383FE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CAD4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54EBB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87B3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8FBB5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63DD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136D9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54A2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9F1F8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CBBA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C0C7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ACCB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15ED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E403A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1176D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6384BC0" w14:textId="77777777" w:rsidTr="00AC3164">
        <w:tc>
          <w:tcPr>
            <w:tcW w:w="943" w:type="dxa"/>
            <w:shd w:val="clear" w:color="auto" w:fill="auto"/>
            <w:vAlign w:val="center"/>
          </w:tcPr>
          <w:p w14:paraId="039DC6F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6E735E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0B5A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1901F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0FD5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77207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995F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E90E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E0C0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64495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3114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5EE5B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3789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1A1A5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43B3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D5413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8124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E5CB6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DF87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6531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1B39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8718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CDF6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8711B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A086DD0" w14:textId="77777777" w:rsidTr="00AC3164">
        <w:tc>
          <w:tcPr>
            <w:tcW w:w="943" w:type="dxa"/>
            <w:shd w:val="clear" w:color="auto" w:fill="auto"/>
            <w:vAlign w:val="center"/>
          </w:tcPr>
          <w:p w14:paraId="28BEC73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9ED40E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DEBE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540CD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104D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6875F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7A44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AE48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2B18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45678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4971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0A1A9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E46C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A35AB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F3EC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3C21C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BB85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CFA8A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ADA8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2193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2BA9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1F94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89C0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DB9C0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E63A7A0" w14:textId="77777777" w:rsidTr="00AC3164">
        <w:tc>
          <w:tcPr>
            <w:tcW w:w="943" w:type="dxa"/>
            <w:shd w:val="clear" w:color="auto" w:fill="auto"/>
            <w:vAlign w:val="center"/>
          </w:tcPr>
          <w:p w14:paraId="506990E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CE93E5D" w14:textId="4ADF8CD0" w:rsidR="00EC105C" w:rsidRPr="00EC105C" w:rsidRDefault="0086526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склада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0A82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D3A67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9583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6D89D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0F64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9736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01FA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6F3CF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26E1F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5CAA6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A5219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AB656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1C71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E439F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515E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3AA00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EF2A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4A97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A8A1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4BA8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91A1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3F80E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8776D1B" w14:textId="77777777" w:rsidTr="00AC3164">
        <w:tc>
          <w:tcPr>
            <w:tcW w:w="943" w:type="dxa"/>
            <w:shd w:val="clear" w:color="auto" w:fill="auto"/>
            <w:vAlign w:val="center"/>
          </w:tcPr>
          <w:p w14:paraId="702262F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723A8BC4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Склад комплектующих для производства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10E4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22282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0FB93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E4B8E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3A8B4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A2D06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C6A90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F2E01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30177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A5CAB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0203C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FBD38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91BAD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5CAA8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AA5D2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682BF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0E63E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00B2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1CE63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5DD38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2DB83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A4EB4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47441056" w14:textId="77777777" w:rsidTr="00AC3164">
        <w:tc>
          <w:tcPr>
            <w:tcW w:w="943" w:type="dxa"/>
            <w:shd w:val="clear" w:color="auto" w:fill="auto"/>
            <w:vAlign w:val="center"/>
          </w:tcPr>
          <w:p w14:paraId="68A1671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2FDE09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9DA9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B7E05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9954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1460C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4995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0AB1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3B9E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034EE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ACA2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EF5D5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14DF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3DB24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2557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8A6C9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7D3A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C4823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81F3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6F85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5402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0F2F6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3DAFF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37915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D234B99" w14:textId="77777777" w:rsidTr="00AC3164">
        <w:tc>
          <w:tcPr>
            <w:tcW w:w="943" w:type="dxa"/>
            <w:shd w:val="clear" w:color="auto" w:fill="auto"/>
            <w:vAlign w:val="center"/>
          </w:tcPr>
          <w:p w14:paraId="193385D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8A15CD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склада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73B3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ECC01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5C55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37A3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8910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43B5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9A24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E6D35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B65D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53B66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DC56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9F023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7E8C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DD894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B588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74829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77E9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55DD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29C3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2AE1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1B65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119FD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106C1BA" w14:textId="77777777" w:rsidTr="00AC3164">
        <w:tc>
          <w:tcPr>
            <w:tcW w:w="943" w:type="dxa"/>
            <w:shd w:val="clear" w:color="auto" w:fill="auto"/>
            <w:vAlign w:val="center"/>
          </w:tcPr>
          <w:p w14:paraId="2E18051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A877CB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Ревизор склада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C7AD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96561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53CB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6AC1A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36E4C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7D07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94F6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9C4D0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8C23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14AAC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B9A1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48080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C5D8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11401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86F5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F74FB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E4F5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BB1A0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5E80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7C93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3421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4E85B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70E2ADB" w14:textId="77777777" w:rsidTr="00AC3164">
        <w:tc>
          <w:tcPr>
            <w:tcW w:w="943" w:type="dxa"/>
            <w:shd w:val="clear" w:color="auto" w:fill="auto"/>
            <w:vAlign w:val="center"/>
          </w:tcPr>
          <w:p w14:paraId="0B42D17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D6A945B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материального обеспечения производства холодильников и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CA1D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0DBC6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A5213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9B250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8C2BE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20B96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189F5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4A7A6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EADF4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28994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31620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2E0F8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BB741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04652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4E18C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BCC9B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38108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84001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A7BF0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FC458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A86CF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0CD82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3BF6A25" w14:textId="77777777" w:rsidTr="00AC3164">
        <w:tc>
          <w:tcPr>
            <w:tcW w:w="943" w:type="dxa"/>
            <w:shd w:val="clear" w:color="auto" w:fill="auto"/>
            <w:vAlign w:val="center"/>
          </w:tcPr>
          <w:p w14:paraId="258EF8F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8F0EB4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7EBF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27F17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A5A6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DFD9B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42AB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C0FE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BF2B7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97D27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6B3B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9D0F1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DC9D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DA1A9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F897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4D49C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9293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12B4E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6662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E302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E58D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F837B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389B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0B2BB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C50B50F" w14:textId="77777777" w:rsidTr="00AC3164">
        <w:tc>
          <w:tcPr>
            <w:tcW w:w="943" w:type="dxa"/>
            <w:shd w:val="clear" w:color="auto" w:fill="auto"/>
            <w:vAlign w:val="center"/>
          </w:tcPr>
          <w:p w14:paraId="1157FEA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77D15E8D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импортных закупок комплектующих для производства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6253A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D3529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B7EA3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45528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20431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5F68D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E943C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7DC9D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58A1F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EEB58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5A91C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3B3A5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DF2A2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05714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7BD03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93A27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70B03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CA01A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5203C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0CD18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73585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B54B9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45845CD" w14:textId="77777777" w:rsidTr="00AC3164">
        <w:tc>
          <w:tcPr>
            <w:tcW w:w="943" w:type="dxa"/>
            <w:shd w:val="clear" w:color="auto" w:fill="auto"/>
            <w:vAlign w:val="center"/>
          </w:tcPr>
          <w:p w14:paraId="7F3EE5C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B00E6C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A1DC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88E1D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1F6C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390B0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CC28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3987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1494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D85BC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9C28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7DAE4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6EFC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3EB58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BFB4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37C46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AF38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A10C9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102BB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D898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538F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B708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D9DF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958F2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31E9A02" w14:textId="77777777" w:rsidTr="00AC3164">
        <w:tc>
          <w:tcPr>
            <w:tcW w:w="943" w:type="dxa"/>
            <w:shd w:val="clear" w:color="auto" w:fill="auto"/>
            <w:vAlign w:val="center"/>
          </w:tcPr>
          <w:p w14:paraId="597AACA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23DE59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9DE6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392B8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BB68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69F04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724C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FA7B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6CE5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49E11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0019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1E5DD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A6BDD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7227D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373A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ED3D2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4D99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F11BF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FF0C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7F13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1A78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8F75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F8EB2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052CA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CBD413D" w14:textId="77777777" w:rsidTr="00AC3164">
        <w:tc>
          <w:tcPr>
            <w:tcW w:w="943" w:type="dxa"/>
            <w:shd w:val="clear" w:color="auto" w:fill="auto"/>
            <w:vAlign w:val="center"/>
          </w:tcPr>
          <w:p w14:paraId="7807228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4C4932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4DE7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BAD89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7802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5F342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03ACA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6B73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4903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70B0A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ACD1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9F66F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1A1A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A85B4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713E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181D1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3CBB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0F9D1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DC09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5B56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90BC7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ECBF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7CC8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A305F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17760D8" w14:textId="77777777" w:rsidTr="00AC3164">
        <w:tc>
          <w:tcPr>
            <w:tcW w:w="943" w:type="dxa"/>
            <w:shd w:val="clear" w:color="auto" w:fill="auto"/>
            <w:vAlign w:val="center"/>
          </w:tcPr>
          <w:p w14:paraId="237C7E0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9FAB2B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A72C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55704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4C05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D8122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284F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8D29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8D61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7E168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D5FAA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A1563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9D53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B9841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2618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F7558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D405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7F324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C04B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D140C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3254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DE37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F13E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2EE77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50449A7" w14:textId="77777777" w:rsidTr="00AC3164">
        <w:tc>
          <w:tcPr>
            <w:tcW w:w="943" w:type="dxa"/>
            <w:shd w:val="clear" w:color="auto" w:fill="auto"/>
            <w:vAlign w:val="center"/>
          </w:tcPr>
          <w:p w14:paraId="0BCB291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BF4437B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импортных закупок комплектующих для производства холодильников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CD7D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A4C04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153B3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308DC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601FD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5659B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61775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D0CEB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3B4EE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F1EC3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A4C06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1B509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942FB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9A579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C3835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35F22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3BC65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D9DB5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640D3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FFC5D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FA2CE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73E937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E209AAA" w14:textId="77777777" w:rsidTr="00AC3164">
        <w:tc>
          <w:tcPr>
            <w:tcW w:w="943" w:type="dxa"/>
            <w:shd w:val="clear" w:color="auto" w:fill="auto"/>
            <w:vAlign w:val="center"/>
          </w:tcPr>
          <w:p w14:paraId="208A5F3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77388C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527B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54A76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A4B0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D1BDC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D7D5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19B8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D727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502BD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27CB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2BC1C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9112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983A9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0EB5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E5D10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3DD1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590D7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9793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F208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4E7C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1441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F1E7F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0191A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73A7AAE" w14:textId="77777777" w:rsidTr="00AC3164">
        <w:tc>
          <w:tcPr>
            <w:tcW w:w="943" w:type="dxa"/>
            <w:shd w:val="clear" w:color="auto" w:fill="auto"/>
            <w:vAlign w:val="center"/>
          </w:tcPr>
          <w:p w14:paraId="63DA3A5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5FDA3A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7C1B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A3421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E97E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49D8B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048D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A2C7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CBFB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78E59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FBEA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D6687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7769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D1643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3087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2CBAA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493E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6DF33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BBEC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63C4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6898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A7D2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43AD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47067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BEE98FB" w14:textId="77777777" w:rsidTr="00AC3164">
        <w:tc>
          <w:tcPr>
            <w:tcW w:w="943" w:type="dxa"/>
            <w:shd w:val="clear" w:color="auto" w:fill="auto"/>
            <w:vAlign w:val="center"/>
          </w:tcPr>
          <w:p w14:paraId="498156E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1EEBE4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0630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B783F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22A1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EA074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A56E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7F38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9C67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335CB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CFA5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5FE13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4A1D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958A2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56BE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2E001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A91E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10898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D9A3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69AD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280B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51E8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6033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FA159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DFD9599" w14:textId="77777777" w:rsidTr="00AC3164">
        <w:tc>
          <w:tcPr>
            <w:tcW w:w="943" w:type="dxa"/>
            <w:shd w:val="clear" w:color="auto" w:fill="auto"/>
            <w:vAlign w:val="center"/>
          </w:tcPr>
          <w:p w14:paraId="0B6FBE9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8F0300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6F4F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651EA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A8E9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E1499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5062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EDA3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954A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E4763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B8E4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7119C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A88D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23EC4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F453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42337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18CE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0B925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F1F1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DC28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0CC6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2D99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735D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FE2E1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762F1AC" w14:textId="77777777" w:rsidTr="00AC3164">
        <w:tc>
          <w:tcPr>
            <w:tcW w:w="943" w:type="dxa"/>
            <w:shd w:val="clear" w:color="auto" w:fill="auto"/>
            <w:vAlign w:val="center"/>
          </w:tcPr>
          <w:p w14:paraId="5460C86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FF5E021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материального контроля производства холодильников и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6A426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2605F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62E48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898D7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AA0F8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C7724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1B0C4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575E2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67BAD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1BC63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34477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4A99B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9B21A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0B786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BA10A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C0DAC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39FFD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BC71E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0E6B5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DD4A0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12371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7C7CF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29DB1A03" w14:textId="77777777" w:rsidTr="00AC3164">
        <w:tc>
          <w:tcPr>
            <w:tcW w:w="943" w:type="dxa"/>
            <w:shd w:val="clear" w:color="auto" w:fill="auto"/>
            <w:vAlign w:val="center"/>
          </w:tcPr>
          <w:p w14:paraId="19DE198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886BCF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0C36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3A340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F87A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F9049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5E0C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1D05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7795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6C180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73F8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400B3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F674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EE631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12D2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D2850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B06C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14B45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A897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CDA0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8AA4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9DF35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0A36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9E0A3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43741AC" w14:textId="77777777" w:rsidTr="00AC3164">
        <w:tc>
          <w:tcPr>
            <w:tcW w:w="943" w:type="dxa"/>
            <w:shd w:val="clear" w:color="auto" w:fill="auto"/>
            <w:vAlign w:val="center"/>
          </w:tcPr>
          <w:p w14:paraId="5581B01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B4D5BBD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материального контроля по холодильникам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C545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803DE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76F3D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1A329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B85BF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50161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1072F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BA479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FC519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77F8A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2F184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662E2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A9725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037F0A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BAFE5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600E2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B0053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6950C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F0D49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BBBBE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C7D69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2564F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4B037C9" w14:textId="77777777" w:rsidTr="00AC3164">
        <w:tc>
          <w:tcPr>
            <w:tcW w:w="943" w:type="dxa"/>
            <w:shd w:val="clear" w:color="auto" w:fill="auto"/>
            <w:vAlign w:val="center"/>
          </w:tcPr>
          <w:p w14:paraId="76DF2EB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B0FE40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AC51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CBD0E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E701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82872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B6FE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52E8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A060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7A4F9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FE12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40E78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2894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1E277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1C19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8F8AB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D2BA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D4583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D61B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FB79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7586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BB8F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8AA0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63EDC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A5E6F14" w14:textId="77777777" w:rsidTr="00AC3164">
        <w:tc>
          <w:tcPr>
            <w:tcW w:w="943" w:type="dxa"/>
            <w:shd w:val="clear" w:color="auto" w:fill="auto"/>
            <w:vAlign w:val="center"/>
          </w:tcPr>
          <w:p w14:paraId="2759197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0330FC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EFF5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DAD8E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438C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87B52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08A9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4EEA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740D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A2EC3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0BE3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62444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6C69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22027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8750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01F87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ABFB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4DB81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0370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F256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F1CC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82E1B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D116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F6540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6625F06" w14:textId="77777777" w:rsidTr="00AC3164">
        <w:tc>
          <w:tcPr>
            <w:tcW w:w="943" w:type="dxa"/>
            <w:shd w:val="clear" w:color="auto" w:fill="auto"/>
            <w:vAlign w:val="center"/>
          </w:tcPr>
          <w:p w14:paraId="03D822F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5C22943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B5A6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7BDF7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C88A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17EBB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E8B4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4FB8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52D1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04020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192B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B9AEC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7604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7A624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DC9A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92824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0BB5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047B2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903F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DAC0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215E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45F6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10C6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8948F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471206D" w14:textId="77777777" w:rsidTr="00AC3164">
        <w:tc>
          <w:tcPr>
            <w:tcW w:w="943" w:type="dxa"/>
            <w:shd w:val="clear" w:color="auto" w:fill="auto"/>
            <w:vAlign w:val="center"/>
          </w:tcPr>
          <w:p w14:paraId="16E4578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0FF850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материальному контролю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A032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DCB4A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EC8C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FC508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ED21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37ED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94A5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5A8D0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439B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4A42C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3C51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9FDA8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38F5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B24AC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FAA3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24E5A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E947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633C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125F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7D3FD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AB060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B75E2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6A80CDE" w14:textId="77777777" w:rsidTr="00AC3164">
        <w:tc>
          <w:tcPr>
            <w:tcW w:w="943" w:type="dxa"/>
            <w:shd w:val="clear" w:color="auto" w:fill="auto"/>
            <w:vAlign w:val="center"/>
          </w:tcPr>
          <w:p w14:paraId="52F5A28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469FAD4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подготовки комплектующих для производства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C857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0CA1F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520CB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61CB2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601B9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B27F0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65052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26F9C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ED824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4FF16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902BE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9477C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66ECA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34EF6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5F7A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54FBCF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B5385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E3204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FDB10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21AAF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4DE1D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82A37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454DC934" w14:textId="77777777" w:rsidTr="00AC3164">
        <w:tc>
          <w:tcPr>
            <w:tcW w:w="943" w:type="dxa"/>
            <w:shd w:val="clear" w:color="auto" w:fill="auto"/>
            <w:vAlign w:val="center"/>
          </w:tcPr>
          <w:p w14:paraId="080292F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5CDD4C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6944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56CBA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35B3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2309D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0EC0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0382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AA6D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13419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CDCF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0AA6D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3E5D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487F9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688D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913F3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D63A2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26AE8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57DB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7805F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DB03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734DD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2BC4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41499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85C79CA" w14:textId="77777777" w:rsidTr="00AC3164">
        <w:tc>
          <w:tcPr>
            <w:tcW w:w="943" w:type="dxa"/>
            <w:shd w:val="clear" w:color="auto" w:fill="auto"/>
            <w:vAlign w:val="center"/>
          </w:tcPr>
          <w:p w14:paraId="542C9FF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4F028D6B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обеспечения качества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F819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C06E9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047BF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B8671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FB4F7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C84FE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52D99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15F67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40636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D6EC1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CF412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A7057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2C806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EB7F8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B4C2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B90BB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A6C8E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199D4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4C6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BF310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6DE3D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6F4CC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3533C05" w14:textId="77777777" w:rsidTr="00AC3164">
        <w:tc>
          <w:tcPr>
            <w:tcW w:w="943" w:type="dxa"/>
            <w:shd w:val="clear" w:color="auto" w:fill="auto"/>
            <w:vAlign w:val="center"/>
          </w:tcPr>
          <w:p w14:paraId="4EB900A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A5B6222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обеспечения качества готовой продукции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D08D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1C463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6352C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10953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DCF29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F6DF3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833EB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ADC43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F0978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95DC3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D122C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D4FD6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AD775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6B165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E9E6E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F12AC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A7EF6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3BDA0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CC43F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FD700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64304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3FD9B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BCD09CD" w14:textId="77777777" w:rsidTr="00AC3164">
        <w:tc>
          <w:tcPr>
            <w:tcW w:w="943" w:type="dxa"/>
            <w:shd w:val="clear" w:color="auto" w:fill="auto"/>
            <w:vAlign w:val="center"/>
          </w:tcPr>
          <w:p w14:paraId="3B3267C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7C32C16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Группа выходного контроля качества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7EFA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3653D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DF773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90AC2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CE479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42846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81395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25815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82B30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C0061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5ACBC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ED650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ED7BC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55780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8D8F1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5B7A5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149CD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75118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D3542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F5016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E7456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0244D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2760921" w14:textId="77777777" w:rsidTr="00AC3164">
        <w:tc>
          <w:tcPr>
            <w:tcW w:w="943" w:type="dxa"/>
            <w:shd w:val="clear" w:color="auto" w:fill="auto"/>
            <w:vAlign w:val="center"/>
          </w:tcPr>
          <w:p w14:paraId="03FE05D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332F96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9788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1677E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5CB7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1EB56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742E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3B00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841E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189D9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076DD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B16B4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0998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3ABF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E414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90624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A2B1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B81BD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47CE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DCE3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20EC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1984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F865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C4AF3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C5E3FE4" w14:textId="77777777" w:rsidTr="00AC3164">
        <w:tc>
          <w:tcPr>
            <w:tcW w:w="943" w:type="dxa"/>
            <w:shd w:val="clear" w:color="auto" w:fill="auto"/>
            <w:vAlign w:val="center"/>
          </w:tcPr>
          <w:p w14:paraId="154924E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219C40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8222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86026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A1CE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98244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7F16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8902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25CB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AFF7B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359B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19E9E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3D6D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9C50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C0B7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F5B88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93A5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C3D42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1E9A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0973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95D4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F9C2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A0CD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4F028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DD60160" w14:textId="77777777" w:rsidTr="00AC3164">
        <w:tc>
          <w:tcPr>
            <w:tcW w:w="943" w:type="dxa"/>
            <w:shd w:val="clear" w:color="auto" w:fill="auto"/>
            <w:vAlign w:val="center"/>
          </w:tcPr>
          <w:p w14:paraId="46C6187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8A4A8C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EAB7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A9621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988B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33CD5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C9C2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3030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C877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691C0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08990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8898B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BE1D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B6EE7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C170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00AD9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B5678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F48F5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FDFF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750AA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A6E4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921D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956A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0349F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D6C1747" w14:textId="77777777" w:rsidTr="00AC3164">
        <w:tc>
          <w:tcPr>
            <w:tcW w:w="943" w:type="dxa"/>
            <w:shd w:val="clear" w:color="auto" w:fill="auto"/>
            <w:vAlign w:val="center"/>
          </w:tcPr>
          <w:p w14:paraId="15FFB0B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D2B59D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223C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36ACD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57DB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C856A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5558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33BF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A451D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8909A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7724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BAF35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9FB3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BC4A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A712D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2F83A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DC4B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953E8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FA6E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674F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508A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EF75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74E4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E6D97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B6BF9FF" w14:textId="77777777" w:rsidTr="00AC3164">
        <w:tc>
          <w:tcPr>
            <w:tcW w:w="943" w:type="dxa"/>
            <w:shd w:val="clear" w:color="auto" w:fill="auto"/>
            <w:vAlign w:val="center"/>
          </w:tcPr>
          <w:p w14:paraId="16C5E73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145174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9BE6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1F01E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C765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39D71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A2145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6820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C6B9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4C03A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99FD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7A8F5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EEBD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CF5C4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8FF6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CEC02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257D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A3F9A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0CD1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D995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1544A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CBA9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4134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19AD1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52DC2C8" w14:textId="77777777" w:rsidTr="00AC3164">
        <w:tc>
          <w:tcPr>
            <w:tcW w:w="943" w:type="dxa"/>
            <w:shd w:val="clear" w:color="auto" w:fill="auto"/>
            <w:vAlign w:val="center"/>
          </w:tcPr>
          <w:p w14:paraId="2862A56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B6FF3F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EF80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F3307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3AA10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E4F4C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3535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6047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AFB8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B5719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7CC1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80696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B5FB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3720A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16F9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167E4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C286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6B3EB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4E9C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E847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0849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081D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4F58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0FF82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B988664" w14:textId="77777777" w:rsidTr="00AC3164">
        <w:tc>
          <w:tcPr>
            <w:tcW w:w="943" w:type="dxa"/>
            <w:shd w:val="clear" w:color="auto" w:fill="auto"/>
            <w:vAlign w:val="center"/>
          </w:tcPr>
          <w:p w14:paraId="57964F1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C66114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B1D9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BFBE9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2D4D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6FB30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7EB5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111D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94D3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07D8D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B789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B1D6B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BF9D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C15BB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C266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4DE98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7B9A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2EA30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61BA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92FF7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3DDC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3852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BB865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C2BE9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3B934C2" w14:textId="77777777" w:rsidTr="00AC3164">
        <w:tc>
          <w:tcPr>
            <w:tcW w:w="943" w:type="dxa"/>
            <w:shd w:val="clear" w:color="auto" w:fill="auto"/>
            <w:vAlign w:val="center"/>
          </w:tcPr>
          <w:p w14:paraId="35688F0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744048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6F0B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A23D5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CF7F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253CA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82B6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AD3B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DB54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13B16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DD05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41A77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6D8E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3F8D5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2DD0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4A24B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41EB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8E649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8C44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2F63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1FFF3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32B9B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F89E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EE7F5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EF9E6EA" w14:textId="77777777" w:rsidTr="00AC3164">
        <w:tc>
          <w:tcPr>
            <w:tcW w:w="943" w:type="dxa"/>
            <w:shd w:val="clear" w:color="auto" w:fill="auto"/>
            <w:vAlign w:val="center"/>
          </w:tcPr>
          <w:p w14:paraId="73299E0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EA0BBE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545C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A7D3D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99E1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75E3D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7C5F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7746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DA8D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466DE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6539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B64CA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BF04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F20F1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E8F5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D10BA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D152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A4FD5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CFB4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3A47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E2A7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473D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1098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1BBDC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66C37B5" w14:textId="77777777" w:rsidTr="00AC3164">
        <w:tc>
          <w:tcPr>
            <w:tcW w:w="943" w:type="dxa"/>
            <w:shd w:val="clear" w:color="auto" w:fill="auto"/>
            <w:vAlign w:val="center"/>
          </w:tcPr>
          <w:p w14:paraId="141C669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0978E1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31B6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B43AE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8500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F7D6C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C0FF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203C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CFD6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5A4A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F0E1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4FCBE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1935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513C4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70D6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DE07A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D045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C10A2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25BB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9B6F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16DF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7E05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A1A0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5A859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9A2C986" w14:textId="77777777" w:rsidTr="00AC3164">
        <w:tc>
          <w:tcPr>
            <w:tcW w:w="943" w:type="dxa"/>
            <w:shd w:val="clear" w:color="auto" w:fill="auto"/>
            <w:vAlign w:val="center"/>
          </w:tcPr>
          <w:p w14:paraId="30A2169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54A424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DC7A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15268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8068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63684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8A74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9591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ED0D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31E88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688A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69404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7852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E02F0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D976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EB6D8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94B6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F216D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6077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E711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86F7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D744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6972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B4DFA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80D21AE" w14:textId="77777777" w:rsidTr="00AC3164">
        <w:tc>
          <w:tcPr>
            <w:tcW w:w="943" w:type="dxa"/>
            <w:shd w:val="clear" w:color="auto" w:fill="auto"/>
            <w:vAlign w:val="center"/>
          </w:tcPr>
          <w:p w14:paraId="5519FF0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15AB31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94A4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47624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6030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C2812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594B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BDD8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360E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EDDBB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7476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DF859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88C1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873B2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9592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A1E68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A2F7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603F2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7805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8671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BB400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7449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3A30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65939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3670B28" w14:textId="77777777" w:rsidTr="00AC3164">
        <w:tc>
          <w:tcPr>
            <w:tcW w:w="943" w:type="dxa"/>
            <w:shd w:val="clear" w:color="auto" w:fill="auto"/>
            <w:vAlign w:val="center"/>
          </w:tcPr>
          <w:p w14:paraId="5AD206F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662547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4F93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8E8E4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845A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59A10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882F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851F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216C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84EA4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0AD5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6AEEA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6E87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E43D0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B085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0F00A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CE82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46C5C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16B5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4042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491B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9A8C8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317D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4BA8A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A207FDC" w14:textId="77777777" w:rsidTr="00AC3164">
        <w:tc>
          <w:tcPr>
            <w:tcW w:w="943" w:type="dxa"/>
            <w:shd w:val="clear" w:color="auto" w:fill="auto"/>
            <w:vAlign w:val="center"/>
          </w:tcPr>
          <w:p w14:paraId="1323BE3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D4454A3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6FCE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94664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83B0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30E4B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66F0C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49F2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F396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3F026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0AAA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73ADC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21F8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A3987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14B2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12327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A829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A5FA7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A5E1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D259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C3E3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6060E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6DE4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FDD5C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881810F" w14:textId="77777777" w:rsidTr="00AC3164">
        <w:tc>
          <w:tcPr>
            <w:tcW w:w="943" w:type="dxa"/>
            <w:shd w:val="clear" w:color="auto" w:fill="auto"/>
            <w:vAlign w:val="center"/>
          </w:tcPr>
          <w:p w14:paraId="4BD61CC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01AA98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E672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8C211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2926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DA928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9474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4CE3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C040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567EB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BFA7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98E04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5F0E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1ABC7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2154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7A4E3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AF25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92E62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38F74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85C1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4DD8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8A33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F534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5D8C8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A81BC52" w14:textId="77777777" w:rsidTr="00AC3164">
        <w:tc>
          <w:tcPr>
            <w:tcW w:w="943" w:type="dxa"/>
            <w:shd w:val="clear" w:color="auto" w:fill="auto"/>
            <w:vAlign w:val="center"/>
          </w:tcPr>
          <w:p w14:paraId="4B4100B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7C4D49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1C0D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04967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0A17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D3383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43F4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146B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7FB6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67ECF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F6A1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592DE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5E29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D6694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35915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B8D67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BB82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68E78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9FB1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5D2F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8F793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E9AC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9E4F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34AE0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596BCBB" w14:textId="77777777" w:rsidTr="00AC3164">
        <w:tc>
          <w:tcPr>
            <w:tcW w:w="943" w:type="dxa"/>
            <w:shd w:val="clear" w:color="auto" w:fill="auto"/>
            <w:vAlign w:val="center"/>
          </w:tcPr>
          <w:p w14:paraId="4E2263B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85839B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BAB4A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55C61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1574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621FA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A466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F99D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2916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5D6E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6C9E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1897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6C66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3B73F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0001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344CA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13F1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5298E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5BC6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CC98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0E24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A38E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A333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6EFB8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215E713" w14:textId="77777777" w:rsidTr="00AC3164">
        <w:tc>
          <w:tcPr>
            <w:tcW w:w="943" w:type="dxa"/>
            <w:shd w:val="clear" w:color="auto" w:fill="auto"/>
            <w:vAlign w:val="center"/>
          </w:tcPr>
          <w:p w14:paraId="62D3415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D7EF75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E439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08C00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09FF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8A028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395B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6768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20E1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4804D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2152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E72F4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1774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DD4A5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E1EE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38DFB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F06E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AC772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7CBA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0110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E77D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C77A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A83F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289F8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087D80D" w14:textId="77777777" w:rsidTr="00AC3164">
        <w:tc>
          <w:tcPr>
            <w:tcW w:w="943" w:type="dxa"/>
            <w:shd w:val="clear" w:color="auto" w:fill="auto"/>
            <w:vAlign w:val="center"/>
          </w:tcPr>
          <w:p w14:paraId="4D4EC92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286A8F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0CEB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1B2F9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1A43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CAA87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1C06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20D3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513C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C7805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75D5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A964A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A833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9CDAF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C1DD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261AF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900A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8FFDE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0E25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B909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9B61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E51D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ACBC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9BA70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C9A17F6" w14:textId="77777777" w:rsidTr="00AC3164">
        <w:tc>
          <w:tcPr>
            <w:tcW w:w="943" w:type="dxa"/>
            <w:shd w:val="clear" w:color="auto" w:fill="auto"/>
            <w:vAlign w:val="center"/>
          </w:tcPr>
          <w:p w14:paraId="46782C6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B4D83A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BF81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8CA31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CB53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64D06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FD08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3EBB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ABE58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3461D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F625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519A4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B588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65433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5A42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CA6C2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77E7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6FF8F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263A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8FBA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ED16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8F31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707B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2511B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D9662C9" w14:textId="77777777" w:rsidTr="00AC3164">
        <w:tc>
          <w:tcPr>
            <w:tcW w:w="943" w:type="dxa"/>
            <w:shd w:val="clear" w:color="auto" w:fill="auto"/>
            <w:vAlign w:val="center"/>
          </w:tcPr>
          <w:p w14:paraId="5E95ECE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8ADCD55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обеспечения качества холодильников и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AAFB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08FF9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E6989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1C754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6FDF1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7317F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0F915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EB7F8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2CBC4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E4E04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2000A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6A64F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53C85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DD876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43B72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797CE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5CDD6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4B8A4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A8959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2478D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E17DA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42153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40B83A40" w14:textId="77777777" w:rsidTr="00AC3164">
        <w:tc>
          <w:tcPr>
            <w:tcW w:w="943" w:type="dxa"/>
            <w:shd w:val="clear" w:color="auto" w:fill="auto"/>
            <w:vAlign w:val="center"/>
          </w:tcPr>
          <w:p w14:paraId="7D588CC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91DFE1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A8C6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BD579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9CFD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CAE9F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282A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F6A9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D4CB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C88A4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1C17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DBF32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078C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BA35A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C641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4CBBD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4311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30E7A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7558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DF38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8790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BA48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7790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8DFE7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706600E" w14:textId="77777777" w:rsidTr="00AC3164">
        <w:tc>
          <w:tcPr>
            <w:tcW w:w="943" w:type="dxa"/>
            <w:shd w:val="clear" w:color="auto" w:fill="auto"/>
            <w:vAlign w:val="center"/>
          </w:tcPr>
          <w:p w14:paraId="769F909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27A43BF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входного контроля качества холодильников и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85E9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757E7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250D7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26EE0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2B550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0CC23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271B1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EBF1E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4FB44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691D0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30192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E6B14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CEE12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43BD0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5B56A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BBD24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1F08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BA3AC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12616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D2A44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A11B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49659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8231DA2" w14:textId="77777777" w:rsidTr="00AC3164">
        <w:tc>
          <w:tcPr>
            <w:tcW w:w="943" w:type="dxa"/>
            <w:shd w:val="clear" w:color="auto" w:fill="auto"/>
            <w:vAlign w:val="center"/>
          </w:tcPr>
          <w:p w14:paraId="6A9FAE3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AEB1F2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1673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D5AFE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F0A2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897F6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C819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81AB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A989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F0C06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672B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FF30B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FF5C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48EDD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C6D6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2262C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7D3E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8C894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E5A3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C8BA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B9A6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92F47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CA4E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D357D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8E47B66" w14:textId="77777777" w:rsidTr="00AC3164">
        <w:tc>
          <w:tcPr>
            <w:tcW w:w="943" w:type="dxa"/>
            <w:shd w:val="clear" w:color="auto" w:fill="auto"/>
            <w:vAlign w:val="center"/>
          </w:tcPr>
          <w:p w14:paraId="463483E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7B5FE2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E3FC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46BED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910D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6B551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F21C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4346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AFB6A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A36B8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50AC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1F614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87AF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871C9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3B2B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8F718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6786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08ED6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B959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BBC8E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ACF8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BA5B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4E4B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BBC10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3DBCBB1" w14:textId="77777777" w:rsidTr="00AC3164">
        <w:tc>
          <w:tcPr>
            <w:tcW w:w="943" w:type="dxa"/>
            <w:shd w:val="clear" w:color="auto" w:fill="auto"/>
            <w:vAlign w:val="center"/>
          </w:tcPr>
          <w:p w14:paraId="105EC87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F3CE02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704C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31C3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26CD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39F43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EED7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DE94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EB91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13FAB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9F72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9F66C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9C63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3AE70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1D64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AF7D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69EB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583F6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8F1A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F60D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72FC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E56DE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90F7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56F24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8F02BA3" w14:textId="77777777" w:rsidTr="00AC3164">
        <w:tc>
          <w:tcPr>
            <w:tcW w:w="943" w:type="dxa"/>
            <w:shd w:val="clear" w:color="auto" w:fill="auto"/>
            <w:vAlign w:val="center"/>
          </w:tcPr>
          <w:p w14:paraId="2221EB1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A43B3A3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 xml:space="preserve">Участок входного контроля качества холодильников  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4F1A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FAA3A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08E85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6A995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2D3A7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CCA61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B16DC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71BAA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B7103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9958C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9355E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F7C71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40E9C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F9C42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8BD88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A183E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F2272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796C1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D7CA8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25034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9F1B5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8DEDD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47704CE" w14:textId="77777777" w:rsidTr="00AC3164">
        <w:tc>
          <w:tcPr>
            <w:tcW w:w="943" w:type="dxa"/>
            <w:shd w:val="clear" w:color="auto" w:fill="auto"/>
            <w:vAlign w:val="center"/>
          </w:tcPr>
          <w:p w14:paraId="20C6D31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69D397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B2DD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0E966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10E9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4E518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EEF8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C458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9292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60235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C8E8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F885B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23BF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F8362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5E79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9730A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5A71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1C915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422D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DA04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F684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3EBD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E9E9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6AB4B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3056D75" w14:textId="77777777" w:rsidTr="00AC3164">
        <w:tc>
          <w:tcPr>
            <w:tcW w:w="943" w:type="dxa"/>
            <w:shd w:val="clear" w:color="auto" w:fill="auto"/>
            <w:vAlign w:val="center"/>
          </w:tcPr>
          <w:p w14:paraId="55001A6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0015A14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Бригада входного контроля качества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E96C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BEFD1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A452A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A8660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02055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725F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5B431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CDE26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17C7C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FB873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23203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3C8C7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897BF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0A3D4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824FB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DD7EB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F6C84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1224F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C434C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CC99A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D3797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8C971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B15767E" w14:textId="77777777" w:rsidTr="00AC3164">
        <w:tc>
          <w:tcPr>
            <w:tcW w:w="943" w:type="dxa"/>
            <w:shd w:val="clear" w:color="auto" w:fill="auto"/>
            <w:vAlign w:val="center"/>
          </w:tcPr>
          <w:p w14:paraId="5244E80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885920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3F25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C8210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ACDC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69397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223F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F54D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B92D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319C1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2CB6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46815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FCCB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829DC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EB11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CFE9E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22B6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1B471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707E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0A175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1509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085B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A7AD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DB31A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DB942E8" w14:textId="77777777" w:rsidTr="00AC3164">
        <w:tc>
          <w:tcPr>
            <w:tcW w:w="943" w:type="dxa"/>
            <w:shd w:val="clear" w:color="auto" w:fill="auto"/>
            <w:vAlign w:val="center"/>
          </w:tcPr>
          <w:p w14:paraId="516F6B4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A747DA2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выходного контроля качества холодильников и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0471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F8B46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D16F8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554F3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701B9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827C7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92919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8B4F0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07C75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1B20F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71B85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5DC32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B986C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18856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679B5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5631FF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72C2F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53966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61E57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50249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3C71D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8C7A2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CC37BBB" w14:textId="77777777" w:rsidTr="00AC3164">
        <w:tc>
          <w:tcPr>
            <w:tcW w:w="943" w:type="dxa"/>
            <w:shd w:val="clear" w:color="auto" w:fill="auto"/>
            <w:vAlign w:val="center"/>
          </w:tcPr>
          <w:p w14:paraId="5748999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73A2C5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C426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F3B0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BDCC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756C7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3D16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8FBB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158B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BA3FD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3A10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79E87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B4AA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8F92D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5AD3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965BE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5370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EFFFF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E07B5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CABE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0592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D28A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1BF5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CAE10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05C151B" w14:textId="77777777" w:rsidTr="00AC3164">
        <w:tc>
          <w:tcPr>
            <w:tcW w:w="943" w:type="dxa"/>
            <w:shd w:val="clear" w:color="auto" w:fill="auto"/>
            <w:vAlign w:val="center"/>
          </w:tcPr>
          <w:p w14:paraId="526EA84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A3AD78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6B3C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2F02D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13B5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61D86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B09C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80F5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4DB1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0A160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FF75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847A9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44AF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61D26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5176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B4307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72FB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732E5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69B4D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F02D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1FB4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E4AF2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32A1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D7C9B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8161F13" w14:textId="77777777" w:rsidTr="00AC3164">
        <w:tc>
          <w:tcPr>
            <w:tcW w:w="943" w:type="dxa"/>
            <w:shd w:val="clear" w:color="auto" w:fill="auto"/>
            <w:vAlign w:val="center"/>
          </w:tcPr>
          <w:p w14:paraId="57A26B3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CF84F50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Бригада выходного контроля качества холодильников и стиральных машин (продукт WM)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076F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142E2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DFD1D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254DC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CAC55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A6939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1C30F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3426A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5E9F1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AF2B5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C38A6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45558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93982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E590B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916AB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5BB8C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70345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8F7C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2A80B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3C54E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371B3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BFCB0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69CEC9C" w14:textId="77777777" w:rsidTr="00AC3164">
        <w:tc>
          <w:tcPr>
            <w:tcW w:w="943" w:type="dxa"/>
            <w:shd w:val="clear" w:color="auto" w:fill="auto"/>
            <w:vAlign w:val="center"/>
          </w:tcPr>
          <w:p w14:paraId="03B30DD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727E22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1AD5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085C3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A995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2E5FD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2D5C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4039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E658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CE739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8F30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939B2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940A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B655B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79D1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E6293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D04B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FFC87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EED3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2F81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7959E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DD3D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877D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BE120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C3AB244" w14:textId="77777777" w:rsidTr="00AC3164">
        <w:tc>
          <w:tcPr>
            <w:tcW w:w="943" w:type="dxa"/>
            <w:shd w:val="clear" w:color="auto" w:fill="auto"/>
            <w:vAlign w:val="center"/>
          </w:tcPr>
          <w:p w14:paraId="7D2E23B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E1C236D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линейного контроля качества холодильников и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87FC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3F302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CA67A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9AF61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843D5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D64BE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CE7F9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A6755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95A91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29DAB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5D7D5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415D0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3EAFC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8F259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46494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1A2FD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4E7A8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6345E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2238B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8A688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7BCC6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013A2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31E7B14" w14:textId="77777777" w:rsidTr="00AC3164">
        <w:tc>
          <w:tcPr>
            <w:tcW w:w="943" w:type="dxa"/>
            <w:shd w:val="clear" w:color="auto" w:fill="auto"/>
            <w:vAlign w:val="center"/>
          </w:tcPr>
          <w:p w14:paraId="52D5B37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B53CBF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C522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DCAF7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87B9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7F2EE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C367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7444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6B49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5F296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7317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8607F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138C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DF576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D8E2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77E46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70A7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6D414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20A8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E3E6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027C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77DB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35B8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4EB54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EAC5CFB" w14:textId="77777777" w:rsidTr="00AC3164">
        <w:tc>
          <w:tcPr>
            <w:tcW w:w="943" w:type="dxa"/>
            <w:shd w:val="clear" w:color="auto" w:fill="auto"/>
            <w:vAlign w:val="center"/>
          </w:tcPr>
          <w:p w14:paraId="33646C6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E9EB555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управления качеством на рынке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9F4D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F6E11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C9303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EEF16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54389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B07BF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33CE4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206B4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6342A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A5553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68008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8D9AD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1D5EA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6865F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00E1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8C6C8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D151D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E2164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21B26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6B02F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026BB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78E25A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1EFCFE4" w14:textId="77777777" w:rsidTr="00AC3164">
        <w:tc>
          <w:tcPr>
            <w:tcW w:w="943" w:type="dxa"/>
            <w:shd w:val="clear" w:color="auto" w:fill="auto"/>
            <w:vAlign w:val="center"/>
          </w:tcPr>
          <w:p w14:paraId="5577D10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09B4DE3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07F4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9482A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8507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A8D39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6F33E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C360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626E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13ACC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CA55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84B3E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B2D6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CE02B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FE92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74DB9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E1E9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4B478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72FB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1F0E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78CB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72D7D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3003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7FE4D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B098CF2" w14:textId="77777777" w:rsidTr="00AC3164">
        <w:tc>
          <w:tcPr>
            <w:tcW w:w="943" w:type="dxa"/>
            <w:shd w:val="clear" w:color="auto" w:fill="auto"/>
            <w:vAlign w:val="center"/>
          </w:tcPr>
          <w:p w14:paraId="38070DA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1A2D559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управления качеством на рынке (продукт WM)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DF74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D8428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206A3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3C540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1359A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07780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38D31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ABDF1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3D93C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FE5C6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CF5C7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BF71E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26A95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DEED3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E3149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3E04B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EBCF8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290EE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D1DD2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C1E62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4B8D6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2156D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058971E" w14:textId="77777777" w:rsidTr="00AC3164">
        <w:tc>
          <w:tcPr>
            <w:tcW w:w="943" w:type="dxa"/>
            <w:shd w:val="clear" w:color="auto" w:fill="auto"/>
            <w:vAlign w:val="center"/>
          </w:tcPr>
          <w:p w14:paraId="4870EB9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F0AEB3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EEF5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A3CAE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EDDB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40B83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C11E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C162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EEA7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A9998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87BD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F8366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038E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671BC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687C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782D5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153EF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C294D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7A0CC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E481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3FDD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2162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CC8A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0F05E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F0C95CD" w14:textId="77777777" w:rsidTr="00AC3164">
        <w:tc>
          <w:tcPr>
            <w:tcW w:w="943" w:type="dxa"/>
            <w:shd w:val="clear" w:color="auto" w:fill="auto"/>
            <w:vAlign w:val="center"/>
          </w:tcPr>
          <w:p w14:paraId="11AA466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4C5B6B21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линейного контроля качества холодильников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29B4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CECE8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7AB11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8D9BA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3DB8C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89CF0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7CD49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99AB2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EB87C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69BDC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46D5B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25DD2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44EBA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B4ADD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21596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131AD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9E387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8DD90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6F4B9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584F3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88E94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0D679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26FB59E3" w14:textId="77777777" w:rsidTr="00AC3164">
        <w:tc>
          <w:tcPr>
            <w:tcW w:w="943" w:type="dxa"/>
            <w:shd w:val="clear" w:color="auto" w:fill="auto"/>
            <w:vAlign w:val="center"/>
          </w:tcPr>
          <w:p w14:paraId="00DBC6D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A6913F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качеству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305C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64C0C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8BB2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04EBA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5C29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AA7B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4AB4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4EE76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56B5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86C8C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68A0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3CFB3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31FD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2E216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7EAC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49BDA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09D2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EA1D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7E90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F6E42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076E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C2BCA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CBFC2F1" w14:textId="77777777" w:rsidTr="00AC3164">
        <w:tc>
          <w:tcPr>
            <w:tcW w:w="943" w:type="dxa"/>
            <w:shd w:val="clear" w:color="auto" w:fill="auto"/>
            <w:vAlign w:val="center"/>
          </w:tcPr>
          <w:p w14:paraId="13B4226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097663D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организации таможенного оформления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39EF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8B25E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DD87D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55177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16511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D52BB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9E4B1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57F2B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AA763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2AD0B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38F33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7C0D7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C16C9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13067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90988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DBF7B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5F26C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04B1C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C9F42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4B49D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01294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3D5D1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217AFFF" w14:textId="77777777" w:rsidTr="00AC3164">
        <w:tc>
          <w:tcPr>
            <w:tcW w:w="943" w:type="dxa"/>
            <w:shd w:val="clear" w:color="auto" w:fill="auto"/>
            <w:vAlign w:val="center"/>
          </w:tcPr>
          <w:p w14:paraId="23A67E8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54FE45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F8CB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79A66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4956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D981B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5E75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DC3F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8895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BD1D8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70EE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36B7C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95A8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162A6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8F3E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26B3E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73E7D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3512B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FDBE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8657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E96A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B262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379E5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66B01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5DF4B5E" w14:textId="77777777" w:rsidTr="00AC3164">
        <w:tc>
          <w:tcPr>
            <w:tcW w:w="943" w:type="dxa"/>
            <w:shd w:val="clear" w:color="auto" w:fill="auto"/>
            <w:vAlign w:val="center"/>
          </w:tcPr>
          <w:p w14:paraId="11C7B56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586523C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внешнеэкономической деятельности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0D95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D2471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A188C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AE4EA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AF973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EDB7D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56C3F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4BB8B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9DE97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B64EB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9B4D7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9BB3C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EFDE1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CBC0C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53C12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CA3D4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42D51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98A89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2C34B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92730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F6CFE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36C89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F1D4FB6" w14:textId="77777777" w:rsidTr="00AC3164">
        <w:tc>
          <w:tcPr>
            <w:tcW w:w="943" w:type="dxa"/>
            <w:shd w:val="clear" w:color="auto" w:fill="auto"/>
            <w:vAlign w:val="center"/>
          </w:tcPr>
          <w:p w14:paraId="425B3C0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11A9B1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таможенному оформлению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BC33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31051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1FD8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4BFBA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73C9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12A3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21FA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F8E79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C516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EFEC4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B288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21A0F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DEC9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9E253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A5A8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04F3D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FD25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95A1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62B1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2F26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7F703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A5AF9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FDB3B19" w14:textId="77777777" w:rsidTr="00AC3164">
        <w:tc>
          <w:tcPr>
            <w:tcW w:w="943" w:type="dxa"/>
            <w:shd w:val="clear" w:color="auto" w:fill="auto"/>
            <w:vAlign w:val="center"/>
          </w:tcPr>
          <w:p w14:paraId="7287B46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B20077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таможенному оформлению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CA4C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9F8AF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6DB1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F2FEC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82F5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17A4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FF1A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596CC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1CD1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DA689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E6EE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E53FF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6D04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C4D78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06EF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C2A1C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851E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E009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D9A0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DE45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1D28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6A696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1494CC4" w14:textId="77777777" w:rsidTr="00AC3164">
        <w:tc>
          <w:tcPr>
            <w:tcW w:w="943" w:type="dxa"/>
            <w:shd w:val="clear" w:color="auto" w:fill="auto"/>
            <w:vAlign w:val="center"/>
          </w:tcPr>
          <w:p w14:paraId="0876FB4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791F043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таможенному оформлению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BB19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8D3D0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038D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0456F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CBB4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CC7F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4E2C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4FB56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3A8C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62981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59A7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779B7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722F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E94E6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167A4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02F49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1301E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01E4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96F3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FA37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2EC1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CC01D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DB7D32A" w14:textId="77777777" w:rsidTr="00AC3164">
        <w:tc>
          <w:tcPr>
            <w:tcW w:w="943" w:type="dxa"/>
            <w:shd w:val="clear" w:color="auto" w:fill="auto"/>
            <w:vAlign w:val="center"/>
          </w:tcPr>
          <w:p w14:paraId="1412C74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F72F077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Таможенный сектор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7FD5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E3357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2B0DD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6392D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A8FA9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475D9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82455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4FDE8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BBA52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5FA92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8E04C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FEC30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096E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BE8CB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CCD2A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5E3B0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AE907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8CEE3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3EEE6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EFD83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E9F37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D338D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60CEB931" w14:textId="77777777" w:rsidTr="00AC3164">
        <w:tc>
          <w:tcPr>
            <w:tcW w:w="943" w:type="dxa"/>
            <w:shd w:val="clear" w:color="auto" w:fill="auto"/>
            <w:vAlign w:val="center"/>
          </w:tcPr>
          <w:p w14:paraId="402CD43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2D51ED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0DCD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D93FF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CC2A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07A55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02B9A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3CA56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5DD7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F170C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43FC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536B0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1416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3B441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449B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412AF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BE396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518F2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1419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34CF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11F8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8A34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FD2E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3DE43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C00A319" w14:textId="77777777" w:rsidTr="00AC3164">
        <w:tc>
          <w:tcPr>
            <w:tcW w:w="943" w:type="dxa"/>
            <w:shd w:val="clear" w:color="auto" w:fill="auto"/>
            <w:vAlign w:val="center"/>
          </w:tcPr>
          <w:p w14:paraId="75A376E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B15373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F2F9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F6D38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240F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E7571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9907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B40C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403B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C44D2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5C48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A49D9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1BF8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207A0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97D0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015AB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6B40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F9118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6717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9EC8B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B9C4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A3F4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BF160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61057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C0EB1CF" w14:textId="77777777" w:rsidTr="00AC3164">
        <w:tc>
          <w:tcPr>
            <w:tcW w:w="943" w:type="dxa"/>
            <w:shd w:val="clear" w:color="auto" w:fill="auto"/>
            <w:vAlign w:val="center"/>
          </w:tcPr>
          <w:p w14:paraId="4F7DDDB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AAF4A9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CE25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C7050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CDCE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16ED9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9512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F9A3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FD8C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E0D19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A9AA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2ED19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0A45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E0E2E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0A08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90498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4C05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F8B0F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4DEEE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81E2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E3DC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8E05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691C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E674D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0B47FCB" w14:textId="77777777" w:rsidTr="00AC3164">
        <w:tc>
          <w:tcPr>
            <w:tcW w:w="943" w:type="dxa"/>
            <w:shd w:val="clear" w:color="auto" w:fill="auto"/>
            <w:vAlign w:val="center"/>
          </w:tcPr>
          <w:p w14:paraId="5AC83CA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4ECC70AB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охраны труда, промышленной безопасности и энергообеспечения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0B36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D2FDE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07F5C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11EEE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ABE5A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9FA0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DE916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2207B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1E7B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3869A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DDF56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C113B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C1BFF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93773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F49A9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8063F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2B19A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26ED6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130BC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5ADB2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39B21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14FE2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ADBC657" w14:textId="77777777" w:rsidTr="00AC3164">
        <w:tc>
          <w:tcPr>
            <w:tcW w:w="943" w:type="dxa"/>
            <w:shd w:val="clear" w:color="auto" w:fill="auto"/>
            <w:vAlign w:val="center"/>
          </w:tcPr>
          <w:p w14:paraId="2797466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71754F23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Служба охраны труда и промышленной безопасности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69D6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343D6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C8238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ACE78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DF173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2F867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EB963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91B6C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C2EBE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85A9E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7751C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2D3E1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57055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017BB8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250AC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C050B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9C07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4D0DE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BE84F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A4FCA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216D8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18232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4BCBBB2" w14:textId="77777777" w:rsidTr="00AC3164">
        <w:tc>
          <w:tcPr>
            <w:tcW w:w="943" w:type="dxa"/>
            <w:shd w:val="clear" w:color="auto" w:fill="auto"/>
            <w:vAlign w:val="center"/>
          </w:tcPr>
          <w:p w14:paraId="2C54B84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92DFF8A" w14:textId="601B54C5" w:rsidR="00EC105C" w:rsidRPr="00006467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охране труда</w:t>
            </w:r>
            <w:r w:rsidR="00006467" w:rsidRPr="00006467">
              <w:rPr>
                <w:sz w:val="18"/>
                <w:szCs w:val="18"/>
              </w:rPr>
              <w:t xml:space="preserve"> </w:t>
            </w:r>
            <w:r w:rsidR="00006467">
              <w:rPr>
                <w:sz w:val="18"/>
                <w:szCs w:val="18"/>
              </w:rPr>
              <w:t>и технике безопасности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B12E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C431E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FD7E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8F5C2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45E8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F493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D1F0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51453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D3E6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7478B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C323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F2A6B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722B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BEABC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4AD9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D84A0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1FE0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E8CE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4629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1A8D9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BA98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27A31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C8F46F5" w14:textId="77777777" w:rsidTr="00AC3164">
        <w:tc>
          <w:tcPr>
            <w:tcW w:w="943" w:type="dxa"/>
            <w:shd w:val="clear" w:color="auto" w:fill="auto"/>
            <w:vAlign w:val="center"/>
          </w:tcPr>
          <w:p w14:paraId="077998A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EE1CAE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по охране труда и технике безопасности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310A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F7B3E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60EB4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D1F0C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315A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616C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9C81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A2CC7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EE69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F52DB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CEA6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AE850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5432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22AFD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42B8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8A153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10CA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F3974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3FC3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B4C82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4246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69711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AF1E5A6" w14:textId="77777777" w:rsidTr="00AC3164">
        <w:tc>
          <w:tcPr>
            <w:tcW w:w="943" w:type="dxa"/>
            <w:shd w:val="clear" w:color="auto" w:fill="auto"/>
            <w:vAlign w:val="center"/>
          </w:tcPr>
          <w:p w14:paraId="1FA22F0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BF2C323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службы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34D3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4B23B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B3D7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2673E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D794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6792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A7ED4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E9C65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EC01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FBE1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20A0A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64DA6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04ED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409CF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6EEF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5DEAC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83AA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2B56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9C86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EA35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935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C5884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EB8938E" w14:textId="77777777" w:rsidTr="00AC3164">
        <w:tc>
          <w:tcPr>
            <w:tcW w:w="943" w:type="dxa"/>
            <w:shd w:val="clear" w:color="auto" w:fill="auto"/>
            <w:vAlign w:val="center"/>
          </w:tcPr>
          <w:p w14:paraId="5D040AC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7F1DC59C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персонала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32EB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0875A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3B280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204F4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1712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73EB0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AF85A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4AD14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EEB61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6FB03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6C0AE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8E39B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ED7DD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A6753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8EC1B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4DE94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9FDB1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4A122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4ABE3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132D9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6D459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7B8B6B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14C2322" w14:textId="77777777" w:rsidTr="00AC3164">
        <w:tc>
          <w:tcPr>
            <w:tcW w:w="943" w:type="dxa"/>
            <w:shd w:val="clear" w:color="auto" w:fill="auto"/>
            <w:vAlign w:val="center"/>
          </w:tcPr>
          <w:p w14:paraId="7A017F6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6829ECA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кадрового администрирования и заработной платы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1280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CE135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6C06A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EBC51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98A3A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6FC82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03410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85F5B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D4C2D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E6815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A162C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FA9AF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BC2D7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CDCBA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AED4A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C5C62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F4A56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1F6F3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9EA86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5411A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DB189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EE84F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16062AA" w14:textId="77777777" w:rsidTr="00AC3164">
        <w:tc>
          <w:tcPr>
            <w:tcW w:w="943" w:type="dxa"/>
            <w:shd w:val="clear" w:color="auto" w:fill="auto"/>
            <w:vAlign w:val="center"/>
          </w:tcPr>
          <w:p w14:paraId="30EC870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D04C97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B0F3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E6EF5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C066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D21CF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3267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C4FF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9873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49070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45BE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2BB37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56F2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99E4C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FB30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77866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0F541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BDC45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5586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031E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BF50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78FF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EDD3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2CDEF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650699C" w14:textId="77777777" w:rsidTr="00AC3164">
        <w:tc>
          <w:tcPr>
            <w:tcW w:w="943" w:type="dxa"/>
            <w:shd w:val="clear" w:color="auto" w:fill="auto"/>
            <w:vAlign w:val="center"/>
          </w:tcPr>
          <w:p w14:paraId="39B5C34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D10C15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D55A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20865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1884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2919D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5474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163C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181D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63EE7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4E89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DEF3D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0BF7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C1029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0F0D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383F7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8CD0D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D92C0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F2A4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A4D3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4BD3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F9A5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3CE7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889B7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C344A1C" w14:textId="77777777" w:rsidTr="00AC3164">
        <w:tc>
          <w:tcPr>
            <w:tcW w:w="943" w:type="dxa"/>
            <w:shd w:val="clear" w:color="auto" w:fill="auto"/>
            <w:vAlign w:val="center"/>
          </w:tcPr>
          <w:p w14:paraId="15F0588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081A24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3BC9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8BD4E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71C0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3EC46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6BFD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EF9E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98E2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E3A77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047A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AEF5F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3A38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09C0C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D9C30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C0481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D64F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FADC0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C296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F0852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D4F19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83F8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7E70D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60300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949E9E5" w14:textId="77777777" w:rsidTr="00AC3164">
        <w:tc>
          <w:tcPr>
            <w:tcW w:w="943" w:type="dxa"/>
            <w:shd w:val="clear" w:color="auto" w:fill="auto"/>
            <w:vAlign w:val="center"/>
          </w:tcPr>
          <w:p w14:paraId="2D0BFF6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0519CD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FA7A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54352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C451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088FB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231D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2716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A8F5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2EBC4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D847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9322F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5805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CDCA2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470E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BF81F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EAD4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3F73C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EE066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BB0E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2DF0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D70B5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E612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067CD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99BB03F" w14:textId="77777777" w:rsidTr="00AC3164">
        <w:tc>
          <w:tcPr>
            <w:tcW w:w="943" w:type="dxa"/>
            <w:shd w:val="clear" w:color="auto" w:fill="auto"/>
            <w:vAlign w:val="center"/>
          </w:tcPr>
          <w:p w14:paraId="139EC8B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4D85EFA3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организационного развития и коммуникаций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4729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2FE42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F5912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71456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24477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7B9A1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76C12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80EBB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82F7E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1201C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7F5CD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BE548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627C3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E8616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92A2A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1B26D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0DA0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6C7AB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51016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54C81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30A37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9FF13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798C0D5" w14:textId="77777777" w:rsidTr="00AC3164">
        <w:tc>
          <w:tcPr>
            <w:tcW w:w="943" w:type="dxa"/>
            <w:shd w:val="clear" w:color="auto" w:fill="auto"/>
            <w:vAlign w:val="center"/>
          </w:tcPr>
          <w:p w14:paraId="14C55B2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2476B3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EA15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74A59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4C1D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503E9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2087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028F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38D7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5B6CB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AFD4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47D14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7D08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0B908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974E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8A965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9569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FFB4B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93F3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F487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123E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B048B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74D7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58D44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79CF256" w14:textId="77777777" w:rsidTr="00AC3164">
        <w:tc>
          <w:tcPr>
            <w:tcW w:w="943" w:type="dxa"/>
            <w:shd w:val="clear" w:color="auto" w:fill="auto"/>
            <w:vAlign w:val="center"/>
          </w:tcPr>
          <w:p w14:paraId="3A2A9BB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FA3E04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E074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9F1FC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6D4C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315A9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06FB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FCC8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94C4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D5325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D031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2F960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FCEF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983D5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9BDF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3E069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2A1D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1B841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A686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8185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AE6C7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8573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A0AA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2A824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3D010A8" w14:textId="77777777" w:rsidTr="00AC3164">
        <w:tc>
          <w:tcPr>
            <w:tcW w:w="943" w:type="dxa"/>
            <w:shd w:val="clear" w:color="auto" w:fill="auto"/>
            <w:vAlign w:val="center"/>
          </w:tcPr>
          <w:p w14:paraId="1B09921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936C683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6A6B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EBD2E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A39A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16BE1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BF1D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EBA4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1489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5E994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E6AA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82D07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8D72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75E8C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4DB5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D3110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4D54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7B118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F3EC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BBD60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B3670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77B6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9FDA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087C6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F3CC8E4" w14:textId="77777777" w:rsidTr="00AC3164">
        <w:tc>
          <w:tcPr>
            <w:tcW w:w="943" w:type="dxa"/>
            <w:shd w:val="clear" w:color="auto" w:fill="auto"/>
            <w:vAlign w:val="center"/>
          </w:tcPr>
          <w:p w14:paraId="001BC0F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43C7A072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планирования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631C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15839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094B3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3AABF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88C2D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4C7E7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41C1F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5FA8A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79F24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F4C81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4FE32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6D4B3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8E544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E8E23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DF4BE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14EDF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9D0B1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63533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1F4F1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D95C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9C82C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F6DB8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4C7E3E6" w14:textId="77777777" w:rsidTr="00AC3164">
        <w:tc>
          <w:tcPr>
            <w:tcW w:w="943" w:type="dxa"/>
            <w:shd w:val="clear" w:color="auto" w:fill="auto"/>
            <w:vAlign w:val="center"/>
          </w:tcPr>
          <w:p w14:paraId="79F3879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EA50DD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0F9E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B39FE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E30D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39114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CEF3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65A2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23BC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D13FF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4399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3745D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2F34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10DD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1025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87E00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D773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8878D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47E8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B258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D092E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45AC7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991BA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6B6FB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BF91DBE" w14:textId="77777777" w:rsidTr="00AC3164">
        <w:tc>
          <w:tcPr>
            <w:tcW w:w="943" w:type="dxa"/>
            <w:shd w:val="clear" w:color="auto" w:fill="auto"/>
            <w:vAlign w:val="center"/>
          </w:tcPr>
          <w:p w14:paraId="737ED18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3394C95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по производству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3BEB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DD346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D3D2F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F4789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6633C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82631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C3E87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5D897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14BC6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2F839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7C8B0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9273F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1B5E9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ACE9C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353A3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AC429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26D06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BABDE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B8520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D44B2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F6E43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742935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C76F509" w14:textId="77777777" w:rsidTr="00AC3164">
        <w:tc>
          <w:tcPr>
            <w:tcW w:w="943" w:type="dxa"/>
            <w:shd w:val="clear" w:color="auto" w:fill="auto"/>
            <w:vAlign w:val="center"/>
          </w:tcPr>
          <w:p w14:paraId="4EF6FE0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47C440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4BD4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E2075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4569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7E6A5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583A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CBDD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F808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A7C86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3FF0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DFE2E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4D5C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1EAFC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DFC5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9AFC5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2E66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A208A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6E76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D4D9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99C2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C536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EC9C2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D449E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498B7C6" w14:textId="77777777" w:rsidTr="00AC3164">
        <w:tc>
          <w:tcPr>
            <w:tcW w:w="943" w:type="dxa"/>
            <w:shd w:val="clear" w:color="auto" w:fill="auto"/>
            <w:vAlign w:val="center"/>
          </w:tcPr>
          <w:p w14:paraId="4AA3053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B0B78C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Переводчик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2633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E8B01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BD58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BF691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3A0E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40E8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371F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DD2B3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3D35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22B0D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A52B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393D0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AE27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C3D9C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B3C8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61F79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95E9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1EEF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D932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6380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581B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518D4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0BCD226" w14:textId="77777777" w:rsidTr="00AC3164">
        <w:tc>
          <w:tcPr>
            <w:tcW w:w="943" w:type="dxa"/>
            <w:shd w:val="clear" w:color="auto" w:fill="auto"/>
            <w:vAlign w:val="center"/>
          </w:tcPr>
          <w:p w14:paraId="31CF10A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FBEBBD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производства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3849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16392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F86C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C6C40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F114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B510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3916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02071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C189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6C1A2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D884B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0C878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B864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DEF3F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581A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50B3E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6FEA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7C97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C998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F3C0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33388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B135B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95BAA79" w14:textId="77777777" w:rsidTr="00AC3164">
        <w:tc>
          <w:tcPr>
            <w:tcW w:w="943" w:type="dxa"/>
            <w:shd w:val="clear" w:color="auto" w:fill="auto"/>
            <w:vAlign w:val="center"/>
          </w:tcPr>
          <w:p w14:paraId="76D6E27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CBA7680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сборки контрольных панелей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60D7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643C2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08463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1E5EB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C9A27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0E223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E766C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02F80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96F93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86B06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CEE66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0E45D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3D91D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B53C0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71DFA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43214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04377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5687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D971A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8D9A9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15910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0D1BD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AD52D1C" w14:textId="77777777" w:rsidTr="00AC3164">
        <w:tc>
          <w:tcPr>
            <w:tcW w:w="943" w:type="dxa"/>
            <w:shd w:val="clear" w:color="auto" w:fill="auto"/>
            <w:vAlign w:val="center"/>
          </w:tcPr>
          <w:p w14:paraId="2CA7DB8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E9E397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0E64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E37B1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9153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7463C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944E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93DD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AF5F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9E40D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F26F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BA6AF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A8B4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711E5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A5A3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17E24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3A6D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F81F2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5366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8FCB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7B5A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4FAF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0D58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E0A43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3B4CE16" w14:textId="77777777" w:rsidTr="00AC3164">
        <w:tc>
          <w:tcPr>
            <w:tcW w:w="943" w:type="dxa"/>
            <w:shd w:val="clear" w:color="auto" w:fill="auto"/>
            <w:vAlign w:val="center"/>
          </w:tcPr>
          <w:p w14:paraId="1F304C4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AEB607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DF93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62329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055B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E8F6D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6EA2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5F7B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FF9A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FC4DA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F5D6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B2123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4BDA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60D6C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18C8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DCC8D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640E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88DFB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9E324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F8C2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3E70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6CAA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D29F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B2B35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61C1A23" w14:textId="77777777" w:rsidTr="00AC3164">
        <w:tc>
          <w:tcPr>
            <w:tcW w:w="943" w:type="dxa"/>
            <w:shd w:val="clear" w:color="auto" w:fill="auto"/>
            <w:vAlign w:val="center"/>
          </w:tcPr>
          <w:p w14:paraId="3A52DF3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84B4D6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E4BA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0E179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F8DC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A26F8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17C0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4C80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DDC9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28E42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9F7D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F90E0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EFB3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DB9B3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27C3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87311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183BE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62F91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FC68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31FD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E21A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1FA4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0303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3BB5E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DC91442" w14:textId="77777777" w:rsidTr="00AC3164">
        <w:tc>
          <w:tcPr>
            <w:tcW w:w="943" w:type="dxa"/>
            <w:shd w:val="clear" w:color="auto" w:fill="auto"/>
            <w:vAlign w:val="center"/>
          </w:tcPr>
          <w:p w14:paraId="0F239CD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4449BB3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сборки линии 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1619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5E451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324D4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6FF47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A6C15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F8D45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9A836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54A0C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4C756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E569B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BA2C6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EB873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524D0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006110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6B0CA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7625B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36F14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76CCA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38FB9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CA46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9F0E8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A20F7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309CF08" w14:textId="77777777" w:rsidTr="00AC3164">
        <w:tc>
          <w:tcPr>
            <w:tcW w:w="943" w:type="dxa"/>
            <w:shd w:val="clear" w:color="auto" w:fill="auto"/>
            <w:vAlign w:val="center"/>
          </w:tcPr>
          <w:p w14:paraId="561B255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A74035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B237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2F576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D6F6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ABBB8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A05B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E47A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3691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879E9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F209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B5060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80BF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7365B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635E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E21E8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DD86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E7C75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ABC3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7584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E732E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C4AE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6611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5C008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D8546AF" w14:textId="77777777" w:rsidTr="00AC3164">
        <w:tc>
          <w:tcPr>
            <w:tcW w:w="943" w:type="dxa"/>
            <w:shd w:val="clear" w:color="auto" w:fill="auto"/>
            <w:vAlign w:val="center"/>
          </w:tcPr>
          <w:p w14:paraId="2A580D7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F098AD8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упаковки линии 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2027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88CF2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242AE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32C0C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BF8F0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82BBF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16B70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1D420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1F748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6B459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FCDE0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83C91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69ACB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0B7C2C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5BE8B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9FF80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A00B0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7719A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C4BDE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5AC20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7695D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02DF1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7CCE6E4" w14:textId="77777777" w:rsidTr="00AC3164">
        <w:tc>
          <w:tcPr>
            <w:tcW w:w="943" w:type="dxa"/>
            <w:shd w:val="clear" w:color="auto" w:fill="auto"/>
            <w:vAlign w:val="center"/>
          </w:tcPr>
          <w:p w14:paraId="1CF55B9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BC6F27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5188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4E75C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CBC2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600A0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15BD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1762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3B48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34D19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D269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61B1C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1F4D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0F9A6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8824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5DE04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6893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3FF35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C393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07BC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C581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FAA3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549A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EC35C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BF024A7" w14:textId="77777777" w:rsidTr="00AC3164">
        <w:tc>
          <w:tcPr>
            <w:tcW w:w="943" w:type="dxa"/>
            <w:shd w:val="clear" w:color="auto" w:fill="auto"/>
            <w:vAlign w:val="center"/>
          </w:tcPr>
          <w:p w14:paraId="4AC2834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334364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1428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16477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4462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889BD7F" w14:textId="44DD8DCF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376B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1B81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3845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CE9C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59E7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816F9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6410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DE142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BB2754" w14:textId="5036CB0F" w:rsidR="00EC105C" w:rsidRDefault="00C21C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EC105C"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7E070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4B6D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0B786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BB978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5461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2560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FA8B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D74D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5CFB2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BE129DB" w14:textId="77777777" w:rsidTr="00AC3164">
        <w:tc>
          <w:tcPr>
            <w:tcW w:w="943" w:type="dxa"/>
            <w:shd w:val="clear" w:color="auto" w:fill="auto"/>
            <w:vAlign w:val="center"/>
          </w:tcPr>
          <w:p w14:paraId="66BADDA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9D63858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эксплуатации технологического оборудования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3C58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81404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2F5A3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48612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68F99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E0D54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07071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4CC4B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C6BEF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3C799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B686A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FB8FF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720C5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F3517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2E02D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5D3D9F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00E67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3A510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E7A0C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B472B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45489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A1AA9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095259E" w14:textId="77777777" w:rsidTr="00AC3164">
        <w:tc>
          <w:tcPr>
            <w:tcW w:w="943" w:type="dxa"/>
            <w:shd w:val="clear" w:color="auto" w:fill="auto"/>
            <w:vAlign w:val="center"/>
          </w:tcPr>
          <w:p w14:paraId="680FB02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CE633E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619C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9C193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46F0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6825B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0743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BBCE7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FD3E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66110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B1C1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25092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1578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AB74D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2F4B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25FB6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E81D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FD371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B794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B867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7142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1353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8754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DCB70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CEB7C38" w14:textId="77777777" w:rsidTr="00AC3164">
        <w:tc>
          <w:tcPr>
            <w:tcW w:w="943" w:type="dxa"/>
            <w:shd w:val="clear" w:color="auto" w:fill="auto"/>
            <w:vAlign w:val="center"/>
          </w:tcPr>
          <w:p w14:paraId="44D0E1E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C777460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сборки контрольных панелей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B83A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FA360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9B4CF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88AAF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B7628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EF012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AFEBA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95806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10300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B49D4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A5FD1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906FE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C60FA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F8873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0C8AD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DAB27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A2481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57AAB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E2179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3A94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36D00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7ADAD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3570CA1" w14:textId="77777777" w:rsidTr="00AC3164">
        <w:tc>
          <w:tcPr>
            <w:tcW w:w="943" w:type="dxa"/>
            <w:shd w:val="clear" w:color="auto" w:fill="auto"/>
            <w:vAlign w:val="center"/>
          </w:tcPr>
          <w:p w14:paraId="61092BA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7DDD36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0325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7B9E3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6C60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5CDC7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26EF7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2BD8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B1FBC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B8677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982B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8D477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F31C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EA1B0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EC1A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BD0AF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FDCAE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016D9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AA5D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DDE51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EA74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8E83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53FE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85581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78665D4" w14:textId="77777777" w:rsidTr="00AC3164">
        <w:tc>
          <w:tcPr>
            <w:tcW w:w="943" w:type="dxa"/>
            <w:shd w:val="clear" w:color="auto" w:fill="auto"/>
            <w:vAlign w:val="center"/>
          </w:tcPr>
          <w:p w14:paraId="4D8C6E9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F7BFC4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8A5D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12E0C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B328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A323E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92E8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EE09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EAC5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9B125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0115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09A34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D4B9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9CFBE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CAEF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14DA0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19B0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6A0FC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90735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A2FB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8D92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29DC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F1E0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33C9E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3FF5A0E" w14:textId="77777777" w:rsidTr="00AC3164">
        <w:tc>
          <w:tcPr>
            <w:tcW w:w="943" w:type="dxa"/>
            <w:shd w:val="clear" w:color="auto" w:fill="auto"/>
            <w:vAlign w:val="center"/>
          </w:tcPr>
          <w:p w14:paraId="09FD4B3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553B3540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сборки дверей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76C1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5F972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DB3A2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F7BC8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AD477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F5BD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573C6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5A303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9B825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88AE4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37461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2E04B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1C136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C4A1C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23039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F2A9D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0D8BE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608F5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B74B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2D1FD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CEBA1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69A2E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12D3992" w14:textId="77777777" w:rsidTr="00AC3164">
        <w:tc>
          <w:tcPr>
            <w:tcW w:w="943" w:type="dxa"/>
            <w:shd w:val="clear" w:color="auto" w:fill="auto"/>
            <w:vAlign w:val="center"/>
          </w:tcPr>
          <w:p w14:paraId="562EA5A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696A87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CA26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241BE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2CB9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1C30D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DF08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5E39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D035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C958F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A5DD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63CA5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B446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1F841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BF75D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BBB35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7F739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26524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2FCC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BFCC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1328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FBFC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0873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0477A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BDB880F" w14:textId="77777777" w:rsidTr="00AC3164">
        <w:tc>
          <w:tcPr>
            <w:tcW w:w="943" w:type="dxa"/>
            <w:shd w:val="clear" w:color="auto" w:fill="auto"/>
            <w:vAlign w:val="center"/>
          </w:tcPr>
          <w:p w14:paraId="3F06412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DFD2D1C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по производству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B871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2DC80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0473F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84E71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464BC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7AAD5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FC27E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37698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7C10F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482D6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A7691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1B1C8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C6150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C55B8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F8CA0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0F3DE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6AD96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C7086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3F221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AFAA0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BE794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E346A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9E7928B" w14:textId="77777777" w:rsidTr="00AC3164">
        <w:tc>
          <w:tcPr>
            <w:tcW w:w="943" w:type="dxa"/>
            <w:shd w:val="clear" w:color="auto" w:fill="auto"/>
            <w:vAlign w:val="center"/>
          </w:tcPr>
          <w:p w14:paraId="5FFF9DC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C54147C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поддержки массового производства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0A2C0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EB809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54362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520D9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85750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8B30C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7EDA9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38293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36094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B40E7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EFDD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41C71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238B4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47057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4CD55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45BCE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11273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BDCD8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27946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19246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3B16B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87209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4FA66317" w14:textId="77777777" w:rsidTr="00AC3164">
        <w:tc>
          <w:tcPr>
            <w:tcW w:w="943" w:type="dxa"/>
            <w:shd w:val="clear" w:color="auto" w:fill="auto"/>
            <w:vAlign w:val="center"/>
          </w:tcPr>
          <w:p w14:paraId="23EDB56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15571F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01A4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816CD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D757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93E46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33AC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7D7D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409D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8EA03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8F13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FD98E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45E6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CA45C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72E5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AC819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7C92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B1E35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FE90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060F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09E79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BA35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93F2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AD099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22EDEFF" w14:textId="77777777" w:rsidTr="00AC3164">
        <w:tc>
          <w:tcPr>
            <w:tcW w:w="943" w:type="dxa"/>
            <w:shd w:val="clear" w:color="auto" w:fill="auto"/>
            <w:vAlign w:val="center"/>
          </w:tcPr>
          <w:p w14:paraId="3D34401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88CCC24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Линия по производству жидкокристаллических панелей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8043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FAEC3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E85CA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DB50B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573DB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8BFBC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EBD40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D6157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A66CF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52986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5196B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B2EFB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464A7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48C37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24286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D2541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4DEB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56CC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5F99C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3E717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38A97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6DD48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2589D33" w14:textId="77777777" w:rsidTr="00AC3164">
        <w:tc>
          <w:tcPr>
            <w:tcW w:w="943" w:type="dxa"/>
            <w:shd w:val="clear" w:color="auto" w:fill="auto"/>
            <w:vAlign w:val="center"/>
          </w:tcPr>
          <w:p w14:paraId="6B2DBF1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508C91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1876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E7A03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D887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2D7DA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E223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70BC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AFB72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B5365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76D2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E71B5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3A5C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8F3ED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F8DC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62B25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446B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BEF02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3EE6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70C5F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C72E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6115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9292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11449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F8B4C62" w14:textId="77777777" w:rsidTr="00AC3164">
        <w:tc>
          <w:tcPr>
            <w:tcW w:w="943" w:type="dxa"/>
            <w:shd w:val="clear" w:color="auto" w:fill="auto"/>
            <w:vAlign w:val="center"/>
          </w:tcPr>
          <w:p w14:paraId="1C93517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AAA3B4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B1F9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9BB14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124C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E178F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DDD1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AF6F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57BF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25D69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A74F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1ACE5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DE1C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40365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54CE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D790D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0972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D74AD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1FBB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5852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4F51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4EEC3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6D963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CD417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11265C3" w14:textId="77777777" w:rsidTr="00AC3164">
        <w:tc>
          <w:tcPr>
            <w:tcW w:w="943" w:type="dxa"/>
            <w:shd w:val="clear" w:color="auto" w:fill="auto"/>
            <w:vAlign w:val="center"/>
          </w:tcPr>
          <w:p w14:paraId="0DFE164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7AA8BD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C3D1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74FF5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9766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840CF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65E1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78AC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7635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5E3C6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4AFE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E04BC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D21C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597AE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0D2D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FA0F7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D4DEB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161A9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B59C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4081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9BAF0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AD5D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F34B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C9A93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9275D19" w14:textId="77777777" w:rsidTr="00AC3164">
        <w:tc>
          <w:tcPr>
            <w:tcW w:w="943" w:type="dxa"/>
            <w:shd w:val="clear" w:color="auto" w:fill="auto"/>
            <w:vAlign w:val="center"/>
          </w:tcPr>
          <w:p w14:paraId="19D6D3C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187C013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E094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5C059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39F2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D0915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9CE5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1B27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B9A3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6BDEB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ED37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D70E4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F5A2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0760B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B043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42587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D2FC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F23D5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B511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7EC7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AD28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09C7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45BA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0FEC7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F7A2592" w14:textId="77777777" w:rsidTr="00AC3164">
        <w:tc>
          <w:tcPr>
            <w:tcW w:w="943" w:type="dxa"/>
            <w:shd w:val="clear" w:color="auto" w:fill="auto"/>
            <w:vAlign w:val="center"/>
          </w:tcPr>
          <w:p w14:paraId="662B48F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59B377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ABED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4C631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6D0E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CD1E4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3D64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531A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278F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0AC4A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B6B1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7C7B7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E364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59D10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9AC7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DD49A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4324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AE108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FE09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AE12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FB91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31AF6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5E95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38850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47FA9A4" w14:textId="77777777" w:rsidTr="00AC3164">
        <w:tc>
          <w:tcPr>
            <w:tcW w:w="943" w:type="dxa"/>
            <w:shd w:val="clear" w:color="auto" w:fill="auto"/>
            <w:vAlign w:val="center"/>
          </w:tcPr>
          <w:p w14:paraId="3C0038D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F91720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D0AC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57B12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76F2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753DA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019C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D7C0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F905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A61E7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0CC6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A381D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D2B7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E651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E449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DEF1C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91ABB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188D3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1658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5561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8A7E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2709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A33D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880E9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9839B91" w14:textId="77777777" w:rsidTr="00AC3164">
        <w:tc>
          <w:tcPr>
            <w:tcW w:w="943" w:type="dxa"/>
            <w:shd w:val="clear" w:color="auto" w:fill="auto"/>
            <w:vAlign w:val="center"/>
          </w:tcPr>
          <w:p w14:paraId="209BB71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0CAF3C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F5C7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3FE95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C113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210F1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084C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5ABC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F21D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66893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FF68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5607C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842D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6E1EA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F507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A29CD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B845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850E0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CB1E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56A0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E584C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7FBB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501F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BD79B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AC61634" w14:textId="77777777" w:rsidTr="00AC3164">
        <w:tc>
          <w:tcPr>
            <w:tcW w:w="943" w:type="dxa"/>
            <w:shd w:val="clear" w:color="auto" w:fill="auto"/>
            <w:vAlign w:val="center"/>
          </w:tcPr>
          <w:p w14:paraId="48F3F68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2462FD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A693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679CA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5D29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609BF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106A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CCC5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CA51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9B4E2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73BB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1E375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2BBE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F38EE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17EE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F35DB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02FE3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82461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B39D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AC56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8864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790D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F5EC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780FF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87665AD" w14:textId="77777777" w:rsidTr="00AC3164">
        <w:tc>
          <w:tcPr>
            <w:tcW w:w="943" w:type="dxa"/>
            <w:shd w:val="clear" w:color="auto" w:fill="auto"/>
            <w:vAlign w:val="center"/>
          </w:tcPr>
          <w:p w14:paraId="0C4E997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E6141A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2016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E02A8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F814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63B87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D2C9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8379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D095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FF4C7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846D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79E5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70E4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FF9E6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06CF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D60D1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43F7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87F42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1FCF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7001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FC7E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A0C4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AD61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88F9C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4ADD234" w14:textId="77777777" w:rsidTr="00AC3164">
        <w:tc>
          <w:tcPr>
            <w:tcW w:w="943" w:type="dxa"/>
            <w:shd w:val="clear" w:color="auto" w:fill="auto"/>
            <w:vAlign w:val="center"/>
          </w:tcPr>
          <w:p w14:paraId="2127997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737D24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8B02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6F55D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1040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092E1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EB3E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B9F3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B260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23D80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653F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35011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C5AE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7B1C3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9DE7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9B55F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29D8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6609F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C253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11760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CCEA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3CD7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2FF2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76A50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DBA91B1" w14:textId="77777777" w:rsidTr="00AC3164">
        <w:tc>
          <w:tcPr>
            <w:tcW w:w="943" w:type="dxa"/>
            <w:shd w:val="clear" w:color="auto" w:fill="auto"/>
            <w:vAlign w:val="center"/>
          </w:tcPr>
          <w:p w14:paraId="7B66088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461211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4057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5F82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27AD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42D94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9700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EDFB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D6A9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C3291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AF89C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EA07D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EA70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5D7C2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3E8D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7CD25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4272D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DF926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A40BB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70E2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A41E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2AFE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7E23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22C04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4D30D9C" w14:textId="77777777" w:rsidTr="00AC3164">
        <w:tc>
          <w:tcPr>
            <w:tcW w:w="943" w:type="dxa"/>
            <w:shd w:val="clear" w:color="auto" w:fill="auto"/>
            <w:vAlign w:val="center"/>
          </w:tcPr>
          <w:p w14:paraId="0974212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7286D3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F2E2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4F943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9D24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C9537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37463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2908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28CB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00D0E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04BF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13739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A7E8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A9A25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A0B8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ED955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AE56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52C6B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32D8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AD35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F25A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492B3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F4A3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625D7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AD26E43" w14:textId="77777777" w:rsidTr="00AC3164">
        <w:tc>
          <w:tcPr>
            <w:tcW w:w="943" w:type="dxa"/>
            <w:shd w:val="clear" w:color="auto" w:fill="auto"/>
            <w:vAlign w:val="center"/>
          </w:tcPr>
          <w:p w14:paraId="6FBDF53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575D74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D0F9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FF869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FB95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990EC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C75A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F960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EFD7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E240F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7369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EA369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022D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48D0C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13C7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BE8D4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E3BFE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EACCA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EA6A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D02F4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6BB9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C026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8C1D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845DA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30F372A" w14:textId="77777777" w:rsidTr="00AC3164">
        <w:tc>
          <w:tcPr>
            <w:tcW w:w="943" w:type="dxa"/>
            <w:shd w:val="clear" w:color="auto" w:fill="auto"/>
            <w:vAlign w:val="center"/>
          </w:tcPr>
          <w:p w14:paraId="25DCF63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8DDF81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8363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99F04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71E4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0564F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46B3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5DA6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CC30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873CC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D8246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9D68B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B8CE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AD030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E648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6E05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C3D8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F5B42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208A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657A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1AFB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30BD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D6D5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4C560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6907D09" w14:textId="77777777" w:rsidTr="00AC3164">
        <w:tc>
          <w:tcPr>
            <w:tcW w:w="943" w:type="dxa"/>
            <w:shd w:val="clear" w:color="auto" w:fill="auto"/>
            <w:vAlign w:val="center"/>
          </w:tcPr>
          <w:p w14:paraId="19C41C8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38636F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F75A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2615A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D430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6517C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2773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7E1A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BDF5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18D82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C65F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150EC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92A2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C79D7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5F1E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12149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04CE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466AD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09AC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2F8A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F09C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B1D4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2CCE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9ED7A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5191329" w14:textId="77777777" w:rsidTr="00AC3164">
        <w:tc>
          <w:tcPr>
            <w:tcW w:w="943" w:type="dxa"/>
            <w:shd w:val="clear" w:color="auto" w:fill="auto"/>
            <w:vAlign w:val="center"/>
          </w:tcPr>
          <w:p w14:paraId="40196D9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A8DA02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45EC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3989A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6195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AADBE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5FE7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3026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4021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9552B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69BD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A8E09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0213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8A988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EBE8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738BB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6DEF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287A1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4EC1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068B6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3136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7033F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B694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15A6D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CD9774A" w14:textId="77777777" w:rsidTr="00AC3164">
        <w:tc>
          <w:tcPr>
            <w:tcW w:w="943" w:type="dxa"/>
            <w:shd w:val="clear" w:color="auto" w:fill="auto"/>
            <w:vAlign w:val="center"/>
          </w:tcPr>
          <w:p w14:paraId="2E00B7A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C926A0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F964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59F79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FAAB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8FF4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9752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3CC8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F644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1A754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5BEF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10BE6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09EC0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54D41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DA98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00AC7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8656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4AF06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A82A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734A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EC3D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0E5E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4BD0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B85F3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C3A9B53" w14:textId="77777777" w:rsidTr="00AC3164">
        <w:tc>
          <w:tcPr>
            <w:tcW w:w="943" w:type="dxa"/>
            <w:shd w:val="clear" w:color="auto" w:fill="auto"/>
            <w:vAlign w:val="center"/>
          </w:tcPr>
          <w:p w14:paraId="3DC23D0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5FAC2C27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линии L3 производства телевизоров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26C2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904D0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8CC66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48339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938F0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876B4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CF0E8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10C16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7C17E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514CF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A6212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F5EE6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6B85E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A035B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DD6DF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75783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35F40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84593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047A4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77D2E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877DE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99676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81E45A9" w14:textId="77777777" w:rsidTr="00AC3164">
        <w:tc>
          <w:tcPr>
            <w:tcW w:w="943" w:type="dxa"/>
            <w:shd w:val="clear" w:color="auto" w:fill="auto"/>
            <w:vAlign w:val="center"/>
          </w:tcPr>
          <w:p w14:paraId="3F657C2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3586BB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29F2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E450A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B083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39E81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D41D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75E0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3754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4AE04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EBCF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B82DF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C022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40672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746E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BC5D4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670F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FBB96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853F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DE8B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8BCD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667B0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E249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E2E0F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088ADB9" w14:textId="77777777" w:rsidTr="00AC3164">
        <w:tc>
          <w:tcPr>
            <w:tcW w:w="943" w:type="dxa"/>
            <w:shd w:val="clear" w:color="auto" w:fill="auto"/>
            <w:vAlign w:val="center"/>
          </w:tcPr>
          <w:p w14:paraId="7C633E3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6575579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линии L6 производства телевизоров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76B6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83612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D7115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65142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6828A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91552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1FFE8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1811B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116A0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C2ACA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098FA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7D4A8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43E89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E1AC6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4346B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A1691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ECC18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6D301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7E65E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BD10C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DD8DB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36D3B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2175DBC3" w14:textId="77777777" w:rsidTr="00AC3164">
        <w:tc>
          <w:tcPr>
            <w:tcW w:w="943" w:type="dxa"/>
            <w:shd w:val="clear" w:color="auto" w:fill="auto"/>
            <w:vAlign w:val="center"/>
          </w:tcPr>
          <w:p w14:paraId="267D674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3EEE24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6CC5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DD9AA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27C80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D6912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E84B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A69A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7ADD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28514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71ED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BB587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0B41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0D46A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06C0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E1CDF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B2B2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6825A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D706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25A9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E92A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81EC5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93DE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6CC2A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A30BE58" w14:textId="77777777" w:rsidTr="00AC3164">
        <w:tc>
          <w:tcPr>
            <w:tcW w:w="943" w:type="dxa"/>
            <w:shd w:val="clear" w:color="auto" w:fill="auto"/>
            <w:vAlign w:val="center"/>
          </w:tcPr>
          <w:p w14:paraId="417C93A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339DA1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6F9A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D97BE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63FD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40A8B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99D5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9AD2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7966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96439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07C1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58615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E6FF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FECFB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71A1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F4A8E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370A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CA8B1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EA2E7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A9696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11BC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98020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6AA3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D1B44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276A15B" w14:textId="77777777" w:rsidTr="00AC3164">
        <w:tc>
          <w:tcPr>
            <w:tcW w:w="943" w:type="dxa"/>
            <w:shd w:val="clear" w:color="auto" w:fill="auto"/>
            <w:vAlign w:val="center"/>
          </w:tcPr>
          <w:p w14:paraId="1B032C4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3C698BA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массового производства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DDF7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27A4F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9502F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44AEC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94FFE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CD609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A2A78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A6879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50941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F33A7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BB630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7749B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F7215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6C09D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6639D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697BE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66353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B7952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84DFC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2D574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1DDCB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4D31F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23F0180" w14:textId="77777777" w:rsidTr="00AC3164">
        <w:tc>
          <w:tcPr>
            <w:tcW w:w="943" w:type="dxa"/>
            <w:shd w:val="clear" w:color="auto" w:fill="auto"/>
            <w:vAlign w:val="center"/>
          </w:tcPr>
          <w:p w14:paraId="5C19034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69F0E1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EB44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2BAF6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8D06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242E2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EE3A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348E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5D2F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0E9EF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9BD8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AC2D4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6026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6ACD0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C764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26CAC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25DB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D626B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BA82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2663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C2F1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DA730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0647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5F425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92DD00D" w14:textId="77777777" w:rsidTr="00AC3164">
        <w:tc>
          <w:tcPr>
            <w:tcW w:w="943" w:type="dxa"/>
            <w:shd w:val="clear" w:color="auto" w:fill="auto"/>
            <w:vAlign w:val="center"/>
          </w:tcPr>
          <w:p w14:paraId="56295CC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BD9DB0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производства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B431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EE177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A623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2B2DF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2CEC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66BF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C1E3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E3D41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0010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09167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473F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953FF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8585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B712B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AFCD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6616D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AC3D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BAA0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9B04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0158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BFB9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033AA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3BBC6DA" w14:textId="77777777" w:rsidTr="00AC3164">
        <w:tc>
          <w:tcPr>
            <w:tcW w:w="943" w:type="dxa"/>
            <w:shd w:val="clear" w:color="auto" w:fill="auto"/>
            <w:vAlign w:val="center"/>
          </w:tcPr>
          <w:p w14:paraId="0D93435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58A1D9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9D24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D98F6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254C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20732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3468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874C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8420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EE9D4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9A33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5C155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FAD5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5E3A8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C278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48A4B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88789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2BC04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17EB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B715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CCE8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C084E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BD5F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D013E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3D4207F" w14:textId="77777777" w:rsidTr="00AC3164">
        <w:tc>
          <w:tcPr>
            <w:tcW w:w="943" w:type="dxa"/>
            <w:shd w:val="clear" w:color="auto" w:fill="auto"/>
            <w:vAlign w:val="center"/>
          </w:tcPr>
          <w:p w14:paraId="25C8660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3FDC872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упаковки и аксессуаров (производство)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FF8A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B82FF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B9075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00596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16FF9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FB9DB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82784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F09E8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A3551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A8B12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459F1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99312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A2CE4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75327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0D10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C2FD0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15D84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BB7CF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58FA0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20A93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AC298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6555C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2B06CE1" w14:textId="77777777" w:rsidTr="00AC3164">
        <w:tc>
          <w:tcPr>
            <w:tcW w:w="943" w:type="dxa"/>
            <w:shd w:val="clear" w:color="auto" w:fill="auto"/>
            <w:vAlign w:val="center"/>
          </w:tcPr>
          <w:p w14:paraId="1BEF6D7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B4688ED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FFD6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0C63D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427E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20904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0B03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8388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170C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04D51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3075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B0D32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6172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96334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E893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E70BB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DE70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194F6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AF8D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BDA76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0C20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5687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A557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B1DD6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72AF1AC" w14:textId="77777777" w:rsidTr="00AC3164">
        <w:tc>
          <w:tcPr>
            <w:tcW w:w="943" w:type="dxa"/>
            <w:shd w:val="clear" w:color="auto" w:fill="auto"/>
            <w:vAlign w:val="center"/>
          </w:tcPr>
          <w:p w14:paraId="454DA63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EEF5C5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B628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A3BDD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A700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2C0EF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AC90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3F52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43FA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7DAE9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3FBE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C7109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89B5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91352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484A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14CDF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2581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2E682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0197D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F92C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E2B16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0A83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69EA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66260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3BF00CA" w14:textId="77777777" w:rsidTr="00AC3164">
        <w:tc>
          <w:tcPr>
            <w:tcW w:w="943" w:type="dxa"/>
            <w:shd w:val="clear" w:color="auto" w:fill="auto"/>
            <w:vAlign w:val="center"/>
          </w:tcPr>
          <w:p w14:paraId="2586493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BB2EAB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E349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F8281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B4A9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9E018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09FE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7F13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16F4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CAF06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9E1B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98F86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2515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3BBC2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1C53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AC806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BC1D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9D339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529C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73883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29C4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5A00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E230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666E0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2E8DF5B" w14:textId="77777777" w:rsidTr="00AC3164">
        <w:tc>
          <w:tcPr>
            <w:tcW w:w="943" w:type="dxa"/>
            <w:shd w:val="clear" w:color="auto" w:fill="auto"/>
            <w:vAlign w:val="center"/>
          </w:tcPr>
          <w:p w14:paraId="418E160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2EF0F4A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2A45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8A8D6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04457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8EB0B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2AEE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FDE5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4993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9B7AB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4249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812D5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A708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3F156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942A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B3E11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7285C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25E5C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FFD4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82F7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0529D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5EB0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7B220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78C78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45EF773" w14:textId="77777777" w:rsidTr="00AC3164">
        <w:tc>
          <w:tcPr>
            <w:tcW w:w="943" w:type="dxa"/>
            <w:shd w:val="clear" w:color="auto" w:fill="auto"/>
            <w:vAlign w:val="center"/>
          </w:tcPr>
          <w:p w14:paraId="2ACD725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6A823A3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разработки технологических процессов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6BE8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5B9B6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096FD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B8EF6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6A189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E2E62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479CA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F60C6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E9BE3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D7F16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FA03C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13234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E1FEF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A2616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22B2E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DAF47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4DB8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8AD99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6DBC2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7BAC0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28ABE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FAC69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D13DACC" w14:textId="77777777" w:rsidTr="00AC3164">
        <w:tc>
          <w:tcPr>
            <w:tcW w:w="943" w:type="dxa"/>
            <w:shd w:val="clear" w:color="auto" w:fill="auto"/>
            <w:vAlign w:val="center"/>
          </w:tcPr>
          <w:p w14:paraId="7A47DC4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1DB7AF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0965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F93E8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3B29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0AE0C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18FA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3D6F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E8BD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B42E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70C4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73D87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771C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A8063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68BE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F645E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7FB9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708BC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44B1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6600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F2598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64F2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BAF1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DCDD9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67D61CE" w14:textId="77777777" w:rsidTr="00AC3164">
        <w:tc>
          <w:tcPr>
            <w:tcW w:w="943" w:type="dxa"/>
            <w:shd w:val="clear" w:color="auto" w:fill="auto"/>
            <w:vAlign w:val="center"/>
          </w:tcPr>
          <w:p w14:paraId="4DBD6B4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6CA1C5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AF59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C0C60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D931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44D60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6CCC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F856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2295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EDA8B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1761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8FBAB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FA84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AABD5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2114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923FB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46334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CEAD2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792FB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C7B0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BC85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6602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E8B4F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168A4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50326E1" w14:textId="77777777" w:rsidTr="00AC3164">
        <w:tc>
          <w:tcPr>
            <w:tcW w:w="943" w:type="dxa"/>
            <w:shd w:val="clear" w:color="auto" w:fill="auto"/>
            <w:vAlign w:val="center"/>
          </w:tcPr>
          <w:p w14:paraId="731DF898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FD6DA79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884C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7EC47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89B5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3F9F3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07B3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7F52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8D00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458D5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07BA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6974C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5344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66591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9BA2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AA41F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693C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13E56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8600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BC70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2841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6376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D250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E5E5C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18BBDB4" w14:textId="77777777" w:rsidTr="00AC3164">
        <w:tc>
          <w:tcPr>
            <w:tcW w:w="943" w:type="dxa"/>
            <w:shd w:val="clear" w:color="auto" w:fill="auto"/>
            <w:vAlign w:val="center"/>
          </w:tcPr>
          <w:p w14:paraId="04F75B3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073C9F1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Линия по производству ЖК панелей (L6)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16DE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95F8D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1CD17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3FCF8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AD414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52C83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7AAB0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A378C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010D0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00F73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BC8A9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C176A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96CCD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E1C25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8CBA8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81134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7276B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E4258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25433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3577F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ECCE5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587B0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20F13208" w14:textId="77777777" w:rsidTr="00AC3164">
        <w:tc>
          <w:tcPr>
            <w:tcW w:w="943" w:type="dxa"/>
            <w:shd w:val="clear" w:color="auto" w:fill="auto"/>
            <w:vAlign w:val="center"/>
          </w:tcPr>
          <w:p w14:paraId="58F95EA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1B0483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CE43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DFC00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B7E8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56CE3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5B3D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04F71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BCA1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98106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D604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E6BDF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7AB1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CFD7D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C755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12A0A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EDD2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2BC41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B1E86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185E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DB85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9AE6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7DAA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F0EAC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EE09C0E" w14:textId="77777777" w:rsidTr="00AC3164">
        <w:tc>
          <w:tcPr>
            <w:tcW w:w="943" w:type="dxa"/>
            <w:shd w:val="clear" w:color="auto" w:fill="auto"/>
            <w:vAlign w:val="center"/>
          </w:tcPr>
          <w:p w14:paraId="60191DD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E9BB9FF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по производству холодильников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73B38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5E582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0B98B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91B22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1165D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21259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50455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2574A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9C29E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A3984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BA1CB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913B9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4CC01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15815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B47D8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E3CCD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D9346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61714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E8116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94CDF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15A5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7A81C1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6B55E8F2" w14:textId="77777777" w:rsidTr="00AC3164">
        <w:tc>
          <w:tcPr>
            <w:tcW w:w="943" w:type="dxa"/>
            <w:shd w:val="clear" w:color="auto" w:fill="auto"/>
            <w:vAlign w:val="center"/>
          </w:tcPr>
          <w:p w14:paraId="69CFA83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E752BB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1B98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DB257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CEBA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EE68A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6830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1B1C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19FE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41B1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3D8D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375F5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6924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F9C9A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DEF7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5D0EB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F257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E1305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BCE3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6621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29C2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11DD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6573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40628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8D225D0" w14:textId="77777777" w:rsidTr="00AC3164">
        <w:tc>
          <w:tcPr>
            <w:tcW w:w="943" w:type="dxa"/>
            <w:shd w:val="clear" w:color="auto" w:fill="auto"/>
            <w:vAlign w:val="center"/>
          </w:tcPr>
          <w:p w14:paraId="59D689A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66B50F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0ECF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945E5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79A2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A58C3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54D7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3EB23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C5ED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A40FF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8C5C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5D464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15F7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5BB98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CE05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2AD70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B074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67F5F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780F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EBE5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D149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F41A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BAE2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D8C42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4F6FDDC" w14:textId="77777777" w:rsidTr="00AC3164">
        <w:tc>
          <w:tcPr>
            <w:tcW w:w="943" w:type="dxa"/>
            <w:shd w:val="clear" w:color="auto" w:fill="auto"/>
            <w:vAlign w:val="center"/>
          </w:tcPr>
          <w:p w14:paraId="7101620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D1A424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6D0C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98A8C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3169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99DC0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E3CD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3D77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217A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96565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F3DA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2FF57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DBA5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D696A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2F6C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66661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0C115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A52BD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2A1B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80BB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A65B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008A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C087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32106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107D6FE" w14:textId="77777777" w:rsidTr="00AC3164">
        <w:tc>
          <w:tcPr>
            <w:tcW w:w="943" w:type="dxa"/>
            <w:shd w:val="clear" w:color="auto" w:fill="auto"/>
            <w:vAlign w:val="center"/>
          </w:tcPr>
          <w:p w14:paraId="2275B12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81AAD1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6E34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8F31F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0A8D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9E99B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FFA1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E436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04BA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C7F7A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9BCD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11D49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975B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8995E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C088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B4811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6DE59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B1D7B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0EB6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8680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ED4B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481AF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3A35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A33D1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A322A83" w14:textId="77777777" w:rsidTr="00AC3164">
        <w:tc>
          <w:tcPr>
            <w:tcW w:w="943" w:type="dxa"/>
            <w:shd w:val="clear" w:color="auto" w:fill="auto"/>
            <w:vAlign w:val="center"/>
          </w:tcPr>
          <w:p w14:paraId="64CFACD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E264A10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заливки пены и предсборка 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F403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540E8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63539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2F33A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824B6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381C9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50E5B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2D137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F526D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836E6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D33C9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6CCF4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FC7CA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EAC04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83CD4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0A33A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111B1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EC580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9D807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FA806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C11CD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21066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164" w:rsidRPr="00F06873" w14:paraId="7B2557E6" w14:textId="77777777" w:rsidTr="00AC3164">
        <w:tc>
          <w:tcPr>
            <w:tcW w:w="943" w:type="dxa"/>
            <w:shd w:val="clear" w:color="auto" w:fill="auto"/>
            <w:vAlign w:val="center"/>
          </w:tcPr>
          <w:p w14:paraId="6195AB72" w14:textId="77777777" w:rsidR="00AC3164" w:rsidRDefault="00AC3164" w:rsidP="00AC3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5DF15AC" w14:textId="77777777" w:rsidR="00AC3164" w:rsidRPr="00EC105C" w:rsidRDefault="00AC3164" w:rsidP="00AC3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4F387C" w14:textId="27ACF9ED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C36AE15" w14:textId="49C80349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C14EF2" w14:textId="4DDD1089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AFE625E" w14:textId="33B84C13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10A2CB" w14:textId="23FEC1DC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41F5EC" w14:textId="1E15637D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845711" w14:textId="6875E89D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60D1C97" w14:textId="0A2980E4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0E989C" w14:textId="0DFAAA15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B0164A6" w14:textId="27B0BF9F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7F1530" w14:textId="1046FD1F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95CA6F6" w14:textId="784DB2D8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7DDAA6" w14:textId="55C14313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139DD61" w14:textId="478E4C64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EED297" w14:textId="04DB438A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C11CA8B" w14:textId="1AF52B91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193E840" w14:textId="559346E8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41AA1B" w14:textId="30E5A129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2792E4" w14:textId="4CCC39E7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3B20CD" w14:textId="1EF8F1BD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662893" w14:textId="7DAF0FCF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22F498C" w14:textId="210A5168" w:rsidR="00AC3164" w:rsidRDefault="00AC3164" w:rsidP="00AC316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ABCAE70" w14:textId="77777777" w:rsidTr="00AC3164">
        <w:tc>
          <w:tcPr>
            <w:tcW w:w="943" w:type="dxa"/>
            <w:shd w:val="clear" w:color="auto" w:fill="auto"/>
            <w:vAlign w:val="center"/>
          </w:tcPr>
          <w:p w14:paraId="62A9FCC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E543431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изготовления наружней части дверей и задней крышки холодильника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630E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64231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47BCE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CABC5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4C97F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1327B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8B36F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6B774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6FA50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BE9E6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742CA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85784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081FF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620BC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0ED67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5EB8C3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1355A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6CC23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06A6A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72EF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4E80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7A908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C70DC08" w14:textId="77777777" w:rsidTr="00AC3164">
        <w:tc>
          <w:tcPr>
            <w:tcW w:w="943" w:type="dxa"/>
            <w:shd w:val="clear" w:color="auto" w:fill="auto"/>
            <w:vAlign w:val="center"/>
          </w:tcPr>
          <w:p w14:paraId="437CEBB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A6CD38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FAE2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2DF15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4107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0DB2B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2C43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29FC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BC4D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7F7CF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E8BA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33C60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4D8D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03CF9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47E6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75C92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7269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139EE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70B7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42A2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56E1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21D8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D8454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8AC7E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DEAE283" w14:textId="77777777" w:rsidTr="00AC3164">
        <w:tc>
          <w:tcPr>
            <w:tcW w:w="943" w:type="dxa"/>
            <w:shd w:val="clear" w:color="auto" w:fill="auto"/>
            <w:vAlign w:val="center"/>
          </w:tcPr>
          <w:p w14:paraId="10B629C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76C748E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производства дверей для холодильников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C042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8B89D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D8BBF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53146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E57AA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44109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E2719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D0076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5D4CC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FBC9A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17E48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4AA9A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FF26F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2A5F6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3E414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5FE2B9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7FFB1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75644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39FC8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3DA3A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60F6F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94743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44BE52FA" w14:textId="77777777" w:rsidTr="00AC3164">
        <w:tc>
          <w:tcPr>
            <w:tcW w:w="943" w:type="dxa"/>
            <w:shd w:val="clear" w:color="auto" w:fill="auto"/>
            <w:vAlign w:val="center"/>
          </w:tcPr>
          <w:p w14:paraId="2700784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81340F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производства формованного полиуретана и пенополиуретана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AF2E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CA237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464D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20649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2F6D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93EE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3336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9C329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F167F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D2E92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C0D8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74F85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CC9A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44983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34E35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A5B06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1BA9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D4C56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AFF8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D938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5099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C1961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90F2EF1" w14:textId="77777777" w:rsidTr="00AC3164">
        <w:tc>
          <w:tcPr>
            <w:tcW w:w="943" w:type="dxa"/>
            <w:shd w:val="clear" w:color="auto" w:fill="auto"/>
            <w:vAlign w:val="center"/>
          </w:tcPr>
          <w:p w14:paraId="5482203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F1BBD6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производства формованного полиуретана и пенополиуретана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3DA1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568EB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0E96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BB2CC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54BC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DBF6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9E2A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9C53F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2A25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EFBC6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F781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127B0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AB955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31868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632A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954CC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3CA6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C473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9D15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42A5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D81C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EDC6B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3929FD9" w14:textId="77777777" w:rsidTr="00AC3164">
        <w:tc>
          <w:tcPr>
            <w:tcW w:w="943" w:type="dxa"/>
            <w:shd w:val="clear" w:color="auto" w:fill="auto"/>
            <w:vAlign w:val="center"/>
          </w:tcPr>
          <w:p w14:paraId="6688A5D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34E541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FBBD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A9F1A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B8211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6D985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D167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7BE9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AFF0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5AF02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070E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7CDBC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C1C7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7193F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A821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32848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B700E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4E899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5266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63AD0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5003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DA6A4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F34B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CA7FC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FA85A04" w14:textId="77777777" w:rsidTr="00AC3164">
        <w:tc>
          <w:tcPr>
            <w:tcW w:w="943" w:type="dxa"/>
            <w:shd w:val="clear" w:color="auto" w:fill="auto"/>
            <w:vAlign w:val="center"/>
          </w:tcPr>
          <w:p w14:paraId="6B0B23F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570B126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производства формованного полиуретана и пенополиуретана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48CB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6B7DA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377E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9FADB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C52E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8A38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9785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EE3BF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2B5B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464F1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A089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CC20D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7F41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BF7E5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29A6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8DF61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B3E0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BC3F9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41EC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41DBF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444EA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2DA66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8B47B7E" w14:textId="77777777" w:rsidTr="00AC3164">
        <w:tc>
          <w:tcPr>
            <w:tcW w:w="943" w:type="dxa"/>
            <w:shd w:val="clear" w:color="auto" w:fill="auto"/>
            <w:vAlign w:val="center"/>
          </w:tcPr>
          <w:p w14:paraId="1892145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723DD25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сварки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E7B8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59CC03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987CC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9C43E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897CD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2B719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54A24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872B5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39963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E81AE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002B3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29E01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2B429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4AE24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7BA93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5BC5B2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A6D63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18AEF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A20A0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0B6E6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3A2E3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AF79F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B83830D" w14:textId="77777777" w:rsidTr="00AC3164">
        <w:tc>
          <w:tcPr>
            <w:tcW w:w="943" w:type="dxa"/>
            <w:shd w:val="clear" w:color="auto" w:fill="auto"/>
            <w:vAlign w:val="center"/>
          </w:tcPr>
          <w:p w14:paraId="6EF288F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97D065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68B0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758BA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FDA6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AE3DD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B1AB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04EB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C9BC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E5047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C270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65265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FEE0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9F996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119F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A2C49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1143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16711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2086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D5E7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1CEA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16345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85F3C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8A8B7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AB68876" w14:textId="77777777" w:rsidTr="00AC3164">
        <w:tc>
          <w:tcPr>
            <w:tcW w:w="943" w:type="dxa"/>
            <w:shd w:val="clear" w:color="auto" w:fill="auto"/>
            <w:vAlign w:val="center"/>
          </w:tcPr>
          <w:p w14:paraId="7F478A5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6945A1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Газосварщик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502C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2BE40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B4EA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28FD4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2D112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CB01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F689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C0CB1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FD8F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37939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8F0C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6CD54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E1EDC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107A4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D2C07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D2659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34A79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2598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59FE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8999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0BFE8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D596CFA" w14:textId="0DE8E250" w:rsidR="00EC105C" w:rsidRPr="004159A8" w:rsidRDefault="004159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C105C" w:rsidRPr="00F06873" w14:paraId="185AC554" w14:textId="77777777" w:rsidTr="00AC3164">
        <w:tc>
          <w:tcPr>
            <w:tcW w:w="943" w:type="dxa"/>
            <w:shd w:val="clear" w:color="auto" w:fill="auto"/>
            <w:vAlign w:val="center"/>
          </w:tcPr>
          <w:p w14:paraId="479E084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4B198D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Газосварщик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4137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CF2DA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C047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A779A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79DA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B2C8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C021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8E4D4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BFF5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82A8A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0CBF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B0F03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A11C3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67BC7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908A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526DA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8E1E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D43B9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1F89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E738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7002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724C307" w14:textId="2F202B4D" w:rsidR="00EC105C" w:rsidRDefault="004159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C105C" w:rsidRPr="00F06873" w14:paraId="45D3B817" w14:textId="77777777" w:rsidTr="00AC3164">
        <w:tc>
          <w:tcPr>
            <w:tcW w:w="943" w:type="dxa"/>
            <w:shd w:val="clear" w:color="auto" w:fill="auto"/>
            <w:vAlign w:val="center"/>
          </w:tcPr>
          <w:p w14:paraId="6D50DC9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22A713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146B4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07766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AB5E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C5D07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F165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D5F8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AC68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22185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0F69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9602C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8C95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1586A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FF00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CD049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D9983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543FB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C070B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3F72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25BE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FAF2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E31C5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66C5A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D16A337" w14:textId="77777777" w:rsidTr="00AC3164">
        <w:tc>
          <w:tcPr>
            <w:tcW w:w="943" w:type="dxa"/>
            <w:shd w:val="clear" w:color="auto" w:fill="auto"/>
            <w:vAlign w:val="center"/>
          </w:tcPr>
          <w:p w14:paraId="664A326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77D8B4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65479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1C087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0BD1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A75D7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D9CE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D2EA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8A45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89773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3688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81AE8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5FDC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7A390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8E2E3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3364C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1425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0EE5A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30D7F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E7B3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EA13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4FE90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010A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3F305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DE541F0" w14:textId="77777777" w:rsidTr="00AC3164">
        <w:tc>
          <w:tcPr>
            <w:tcW w:w="943" w:type="dxa"/>
            <w:shd w:val="clear" w:color="auto" w:fill="auto"/>
            <w:vAlign w:val="center"/>
          </w:tcPr>
          <w:p w14:paraId="38802B6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80CFD22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производственного планирования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57D3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558A5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4DD38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5D186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22851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FD2F2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A9AF0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4FAB4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0EB40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C2202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FC945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77A1F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1459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EBCAF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79DC3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A52F4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B7C5D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D1BCB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E6052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03AB5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517A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BE727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2BE8608" w14:textId="77777777" w:rsidTr="00AC3164">
        <w:tc>
          <w:tcPr>
            <w:tcW w:w="943" w:type="dxa"/>
            <w:shd w:val="clear" w:color="auto" w:fill="auto"/>
            <w:vAlign w:val="center"/>
          </w:tcPr>
          <w:p w14:paraId="4F1F556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01B1EC4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производственного планирования производства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7805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671C7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5ED39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8BFE0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411EF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F0F48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85212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F909B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9B2CB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B329F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010D9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168D2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D5FED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41DF3B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C1C6F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9F80D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300D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A8FD2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A9D09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58BD1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FE4C8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6DA60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2F014F0" w14:textId="77777777" w:rsidTr="00AC3164">
        <w:tc>
          <w:tcPr>
            <w:tcW w:w="943" w:type="dxa"/>
            <w:shd w:val="clear" w:color="auto" w:fill="auto"/>
            <w:vAlign w:val="center"/>
          </w:tcPr>
          <w:p w14:paraId="7228CA6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1E9C80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ABA3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39B73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ADDB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1D00B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580C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E149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D921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2ECD7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22FF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0B46C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A59F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0F55B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B6E4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663FE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21CD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CE830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8999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CA18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B0B79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230FA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F707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EEFDC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E0F6305" w14:textId="77777777" w:rsidTr="00AC3164">
        <w:tc>
          <w:tcPr>
            <w:tcW w:w="943" w:type="dxa"/>
            <w:shd w:val="clear" w:color="auto" w:fill="auto"/>
            <w:vAlign w:val="center"/>
          </w:tcPr>
          <w:p w14:paraId="4F5FE5D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D0090B2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Сектор производственного планирования производства холодильников и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BBBA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1E535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13A44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35E17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BBF41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5037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75ACD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1791B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E1660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B7586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6B6C8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D36C0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87370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FA3F9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097D9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C8A42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F22D3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61593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4D4EB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754E2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E6F67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2E389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DB81C2F" w14:textId="77777777" w:rsidTr="00AC3164">
        <w:tc>
          <w:tcPr>
            <w:tcW w:w="943" w:type="dxa"/>
            <w:shd w:val="clear" w:color="auto" w:fill="auto"/>
            <w:vAlign w:val="center"/>
          </w:tcPr>
          <w:p w14:paraId="1F566F9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204A7B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A3BF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FE325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20FE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4C1FE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5E64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D39D3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8241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61D27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8C49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BF9DF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BEDD7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E64A5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635A1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27D39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909D7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98B7A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E60D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986C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791A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EE62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328D8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E6CC4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0ACBBAF" w14:textId="77777777" w:rsidTr="00AC3164">
        <w:tc>
          <w:tcPr>
            <w:tcW w:w="943" w:type="dxa"/>
            <w:shd w:val="clear" w:color="auto" w:fill="auto"/>
            <w:vAlign w:val="center"/>
          </w:tcPr>
          <w:p w14:paraId="3B1DFAB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828D8F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1826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39BA4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4F53E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F6C19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14A1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7FD5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2923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3411A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3976E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389FD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C897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D733E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1E73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0380B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115A9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70F37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C9F2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7443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5A7C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45D562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BBDF0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0B7A7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870F85E" w14:textId="77777777" w:rsidTr="00AC3164">
        <w:tc>
          <w:tcPr>
            <w:tcW w:w="943" w:type="dxa"/>
            <w:shd w:val="clear" w:color="auto" w:fill="auto"/>
            <w:vAlign w:val="center"/>
          </w:tcPr>
          <w:p w14:paraId="5DA9177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AF629D7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производственного планирования производства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AFEF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87F20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01453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6E479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6234F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C0E5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A30F6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367C3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ED302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0243D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94603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E0E48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4F447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A6DD9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335BC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F9BEB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B9891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700A8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F44E4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0F8C6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2D2E8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703C68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1A8F97E1" w14:textId="77777777" w:rsidTr="00AC3164">
        <w:tc>
          <w:tcPr>
            <w:tcW w:w="943" w:type="dxa"/>
            <w:shd w:val="clear" w:color="auto" w:fill="auto"/>
            <w:vAlign w:val="center"/>
          </w:tcPr>
          <w:p w14:paraId="00F514BB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528F09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EA2EC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B68597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3D70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905DD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18A8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1748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3E79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9BEC2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34B2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EB849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DE2B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C455F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5D59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42D6E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DFFD7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AFD47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B8DF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6756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80F0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8F32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4990B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E6818E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84094AB" w14:textId="77777777" w:rsidTr="00AC3164">
        <w:tc>
          <w:tcPr>
            <w:tcW w:w="943" w:type="dxa"/>
            <w:shd w:val="clear" w:color="auto" w:fill="auto"/>
            <w:vAlign w:val="center"/>
          </w:tcPr>
          <w:p w14:paraId="11C25D4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881D5D1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разработки технологических процессов производства холодильников и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F4AF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0F911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E12E0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531D9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462C3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BE6F5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65ACE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4BA48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96A42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C78DD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3E604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A3E8F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D18CE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BBDD6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CCABA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8635B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6B2C6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37077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C9376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02D4B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4BFC3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BA948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467F6FF" w14:textId="77777777" w:rsidTr="00AC3164">
        <w:tc>
          <w:tcPr>
            <w:tcW w:w="943" w:type="dxa"/>
            <w:shd w:val="clear" w:color="auto" w:fill="auto"/>
            <w:vAlign w:val="center"/>
          </w:tcPr>
          <w:p w14:paraId="4094420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2B5110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Слесарь-инструментальщик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5C271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5558C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F64C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CE016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D37D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86A6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ABC5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3B9C7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25FD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16A51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B3BA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81175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E12F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9F8C4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90C8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878C9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DBA1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E16C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05A6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C07B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5250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1E760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7498559" w14:textId="77777777" w:rsidTr="00AC3164">
        <w:tc>
          <w:tcPr>
            <w:tcW w:w="943" w:type="dxa"/>
            <w:shd w:val="clear" w:color="auto" w:fill="auto"/>
            <w:vAlign w:val="center"/>
          </w:tcPr>
          <w:p w14:paraId="137B651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FE2C02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Слесарь-инструментальщик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F2A85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0308A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436D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2C028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E41E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A8353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B3664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0B32F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1FCA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FA787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8FBC5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DCB8B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B6B0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FABF1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4DD5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F0F10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075C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76A5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3A8B7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90C5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0526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3AE78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7173702" w14:textId="77777777" w:rsidTr="00AC3164">
        <w:tc>
          <w:tcPr>
            <w:tcW w:w="943" w:type="dxa"/>
            <w:shd w:val="clear" w:color="auto" w:fill="auto"/>
            <w:vAlign w:val="center"/>
          </w:tcPr>
          <w:p w14:paraId="5A8D98B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527DE20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8135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8FFEB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E7F1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92FC2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4E59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BA13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9A14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B0E8A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E1D9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E67DC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792B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074E3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482FD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F6027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D7E5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38049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B83AB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4C70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90C3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B6C9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B4EDA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B26B5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FE68809" w14:textId="77777777" w:rsidTr="00AC3164">
        <w:tc>
          <w:tcPr>
            <w:tcW w:w="943" w:type="dxa"/>
            <w:shd w:val="clear" w:color="auto" w:fill="auto"/>
            <w:vAlign w:val="center"/>
          </w:tcPr>
          <w:p w14:paraId="70A5FA4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A804D1E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Слесарь-инструментальщик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1B36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9F9C0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6B0B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EA531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6F7D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233F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445A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A5EA1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B5B4E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8E687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D646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D4BF5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625DA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54652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EAA0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515B0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1B2D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ADB2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AAEB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2B00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3C106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F1B93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D1F20A2" w14:textId="77777777" w:rsidTr="00AC3164">
        <w:tc>
          <w:tcPr>
            <w:tcW w:w="943" w:type="dxa"/>
            <w:shd w:val="clear" w:color="auto" w:fill="auto"/>
            <w:vAlign w:val="center"/>
          </w:tcPr>
          <w:p w14:paraId="09FDA15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222E81C" w14:textId="77777777" w:rsidR="00EC105C" w:rsidRPr="00EC105C" w:rsidRDefault="00EC105C" w:rsidP="001B19D8">
            <w:pPr>
              <w:jc w:val="center"/>
              <w:rPr>
                <w:i/>
                <w:sz w:val="18"/>
                <w:szCs w:val="18"/>
              </w:rPr>
            </w:pPr>
            <w:r w:rsidRPr="00EC105C">
              <w:rPr>
                <w:i/>
                <w:sz w:val="18"/>
                <w:szCs w:val="18"/>
              </w:rPr>
              <w:t>Участок разработки технологических процессов производства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02F56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32123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96E08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D3FAF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F2AA4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1FCEB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EE449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6E93F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D3E19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2571C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2E930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6E42E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ACB24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E525A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860F2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A3B87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8D78B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F62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F0188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8EFD8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4563F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BD889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7567AFA" w14:textId="77777777" w:rsidTr="00AC3164">
        <w:tc>
          <w:tcPr>
            <w:tcW w:w="943" w:type="dxa"/>
            <w:shd w:val="clear" w:color="auto" w:fill="auto"/>
            <w:vAlign w:val="center"/>
          </w:tcPr>
          <w:p w14:paraId="4E339E5F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D4F933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CF12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315CA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FA87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721A1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45F9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78F94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3992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DBC2F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8337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EC43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F22B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68341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6747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93ADD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5C59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BF343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64D9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087A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66030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330D7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D548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84342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27BB567" w14:textId="77777777" w:rsidTr="00AC3164">
        <w:tc>
          <w:tcPr>
            <w:tcW w:w="943" w:type="dxa"/>
            <w:shd w:val="clear" w:color="auto" w:fill="auto"/>
            <w:vAlign w:val="center"/>
          </w:tcPr>
          <w:p w14:paraId="1BB8865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11066FF4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Отдел управления рисками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01AD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E7904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A518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F9DDC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62D80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AA257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0FD59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2512D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F4B00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B6BBE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F8589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0E8ED6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2E77A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55C1F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A2B2A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5070E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AB9D2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5D0A6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09326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8321E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5CC31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5964F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700DDD3" w14:textId="77777777" w:rsidTr="00AC3164">
        <w:tc>
          <w:tcPr>
            <w:tcW w:w="943" w:type="dxa"/>
            <w:shd w:val="clear" w:color="auto" w:fill="auto"/>
            <w:vAlign w:val="center"/>
          </w:tcPr>
          <w:p w14:paraId="6EEB1F89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D25B2EB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A4DCD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5DCB8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93FD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B63C5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AD83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92BE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AE56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74B77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53483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A9384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493E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CE5D0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8261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FDE57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BD4F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C8DB5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36C86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68CA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026E5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437D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3233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FE3F3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D1CE71B" w14:textId="77777777" w:rsidTr="00AC3164">
        <w:tc>
          <w:tcPr>
            <w:tcW w:w="943" w:type="dxa"/>
            <w:shd w:val="clear" w:color="auto" w:fill="auto"/>
            <w:vAlign w:val="center"/>
          </w:tcPr>
          <w:p w14:paraId="374AB23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7A36AD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461D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3D789B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ECA59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3D04D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432E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4A22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17A5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A44AE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DC54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A9977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C9A23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0462C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13FF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D2D89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0A12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86215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D10E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03154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F9666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7E8CD4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917A3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AEF65A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771D837A" w14:textId="77777777" w:rsidTr="00AC3164">
        <w:tc>
          <w:tcPr>
            <w:tcW w:w="943" w:type="dxa"/>
            <w:shd w:val="clear" w:color="auto" w:fill="auto"/>
            <w:vAlign w:val="center"/>
          </w:tcPr>
          <w:p w14:paraId="68DACC7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2CE24938" w14:textId="455727EC" w:rsidR="00EC105C" w:rsidRPr="00EC105C" w:rsidRDefault="001205C7" w:rsidP="001B19D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Сектор управления прод</w:t>
            </w:r>
            <w:r w:rsidR="00EC105C" w:rsidRPr="00EC105C">
              <w:rPr>
                <w:i/>
                <w:sz w:val="18"/>
                <w:szCs w:val="18"/>
              </w:rPr>
              <w:t>жами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01FC3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D9573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97C53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19E72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69426F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CA81C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853EF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70791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87726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E1141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70059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37112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3CDC78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86C3A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B1B32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D7359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D36E6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E45CBC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6A7FF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5FB89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DCBF0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3CE94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B23B4CA" w14:textId="77777777" w:rsidTr="00AC3164">
        <w:tc>
          <w:tcPr>
            <w:tcW w:w="943" w:type="dxa"/>
            <w:shd w:val="clear" w:color="auto" w:fill="auto"/>
            <w:vAlign w:val="center"/>
          </w:tcPr>
          <w:p w14:paraId="4249D02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4C3A40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077EF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421E3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1EDE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25872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2C9E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D2B2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1689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9B72A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F8DB1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FAD20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5774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A2A14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B738F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B5491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671801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B4C8C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C69F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D988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C645B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124A4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CE12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D9E40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6FB056A" w14:textId="77777777" w:rsidTr="00AC3164">
        <w:tc>
          <w:tcPr>
            <w:tcW w:w="943" w:type="dxa"/>
            <w:shd w:val="clear" w:color="auto" w:fill="auto"/>
            <w:vAlign w:val="center"/>
          </w:tcPr>
          <w:p w14:paraId="03DB8CF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8BBA29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1586F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8B70E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A3BD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1A406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9490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7EF8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0FC3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BD49B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4FEB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3039A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C54C2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AB72B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FC72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2AF9F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9847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B0C4B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C114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49CE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86E6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40A5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2275F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B924F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7AE8B5B" w14:textId="77777777" w:rsidTr="00AC3164">
        <w:tc>
          <w:tcPr>
            <w:tcW w:w="943" w:type="dxa"/>
            <w:shd w:val="clear" w:color="auto" w:fill="auto"/>
            <w:vAlign w:val="center"/>
          </w:tcPr>
          <w:p w14:paraId="270B858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00F6E75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Сектор контроля затрат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B0D38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52EF1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4EA12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2DEE6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C3A11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AC30B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7AC82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01AED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41E5FE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C529D6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86E4BC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A5D90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29044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3A4AA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F1E7F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007F9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CFDAB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AA2A1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C0E89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4AB9C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6931A8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546D7F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6092BE1E" w14:textId="77777777" w:rsidTr="00AC3164">
        <w:tc>
          <w:tcPr>
            <w:tcW w:w="943" w:type="dxa"/>
            <w:shd w:val="clear" w:color="auto" w:fill="auto"/>
            <w:vAlign w:val="center"/>
          </w:tcPr>
          <w:p w14:paraId="4E24DFC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7AA88B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4C05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37A5B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09C3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9AAE2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CBA8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0031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8527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050DE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61E6B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BDCDB3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D293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373D9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6043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E18099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34C8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2F572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350B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F611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062C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CE433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986B2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F7683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1E56A41" w14:textId="77777777" w:rsidTr="00AC3164">
        <w:tc>
          <w:tcPr>
            <w:tcW w:w="943" w:type="dxa"/>
            <w:shd w:val="clear" w:color="auto" w:fill="auto"/>
            <w:vAlign w:val="center"/>
          </w:tcPr>
          <w:p w14:paraId="7894794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2FCDC8C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A5E5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C64A5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2062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16F64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78DF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263C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DAD8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CB54F8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2BA0E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6BF67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FA78E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EFD00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B1650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229D5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01C20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07DCFA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9401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9FFD3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5FEA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B8BB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0443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8A9B7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6BE361F8" w14:textId="77777777" w:rsidTr="00AC3164">
        <w:tc>
          <w:tcPr>
            <w:tcW w:w="943" w:type="dxa"/>
            <w:shd w:val="clear" w:color="auto" w:fill="auto"/>
            <w:vAlign w:val="center"/>
          </w:tcPr>
          <w:p w14:paraId="492A13D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E47B282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Сектор улучшений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9827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B22DB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35769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B75EF3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66619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5E915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9E7D95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5E8A3AF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8051D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75515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636A72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9B626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BEFFF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122F28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4BF547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B17A22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4B4C5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602F77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ADC62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3CA12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A3969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07914A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0341323D" w14:textId="77777777" w:rsidTr="00AC3164">
        <w:tc>
          <w:tcPr>
            <w:tcW w:w="943" w:type="dxa"/>
            <w:shd w:val="clear" w:color="auto" w:fill="auto"/>
            <w:vAlign w:val="center"/>
          </w:tcPr>
          <w:p w14:paraId="0D3248A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D19F553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E556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42150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2AC2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C6A30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CE655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91155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0BD18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570D5B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C3D2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77CDB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F6C8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58275E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F119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47C3C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D33F0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C98EC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B077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EC74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F4BA7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47292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5B2B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6A5D7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5437E111" w14:textId="77777777" w:rsidTr="00AC3164">
        <w:tc>
          <w:tcPr>
            <w:tcW w:w="943" w:type="dxa"/>
            <w:shd w:val="clear" w:color="auto" w:fill="auto"/>
            <w:vAlign w:val="center"/>
          </w:tcPr>
          <w:p w14:paraId="7731076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EF5F1E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4F1D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22933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B0FD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DFE7B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C293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9646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0EF1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15C74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EAF8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B39DF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321D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B9725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0831E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14799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E571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7497F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9A99C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E61E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92A88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FB615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5E58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972CD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EE16CFA" w14:textId="77777777" w:rsidTr="00AC3164">
        <w:tc>
          <w:tcPr>
            <w:tcW w:w="943" w:type="dxa"/>
            <w:shd w:val="clear" w:color="auto" w:fill="auto"/>
            <w:vAlign w:val="center"/>
          </w:tcPr>
          <w:p w14:paraId="7EC22F7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AA34CA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C0A8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B1B0C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B808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A1B1C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109D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176415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B56F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B7E04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824C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DC99B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A6A27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5854B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BF5B6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9226C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9D4B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55C99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7DDA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340B2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1B670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4CA3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2697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89533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100D3BE3" w14:textId="77777777" w:rsidTr="00AC3164">
        <w:tc>
          <w:tcPr>
            <w:tcW w:w="943" w:type="dxa"/>
            <w:shd w:val="clear" w:color="auto" w:fill="auto"/>
            <w:vAlign w:val="center"/>
          </w:tcPr>
          <w:p w14:paraId="191E9102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4ADB991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B4C0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C3F2E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EDEF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8F972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4989D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E70B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BFC2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EA318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F5E1B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0E0E6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EF964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082DC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480E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25AF4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73EF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8B08C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FDA7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2047A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69A4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DDCF7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11B22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8F4527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A41FD69" w14:textId="77777777" w:rsidTr="00AC3164">
        <w:tc>
          <w:tcPr>
            <w:tcW w:w="943" w:type="dxa"/>
            <w:shd w:val="clear" w:color="auto" w:fill="auto"/>
            <w:vAlign w:val="center"/>
          </w:tcPr>
          <w:p w14:paraId="66BF28F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4E9359BB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Служба по внешним связям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5E638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C04BB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CA4C76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8830CB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68CA9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D56CE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64B76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81EAFE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C4FEFA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1AA1B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5DCE1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5B71C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CDA45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CA3D1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3B3CD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3D1654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326F2B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83936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5DBBB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9B17C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8FFD7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A0CDB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7A780EF" w14:textId="77777777" w:rsidTr="00AC3164">
        <w:tc>
          <w:tcPr>
            <w:tcW w:w="943" w:type="dxa"/>
            <w:shd w:val="clear" w:color="auto" w:fill="auto"/>
            <w:vAlign w:val="center"/>
          </w:tcPr>
          <w:p w14:paraId="20A35C5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61B56F8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Советник по внешним связям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E433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A8ED8D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21B1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8B4D5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C7067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F3F49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F78A5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881F21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30F3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CF4E1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700DA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AC8E5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8213E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E62B8D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C5949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85AF0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BB66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74AAE5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0E7C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DB2A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FF09B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C9553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88CF586" w14:textId="77777777" w:rsidTr="00AC3164">
        <w:tc>
          <w:tcPr>
            <w:tcW w:w="943" w:type="dxa"/>
            <w:shd w:val="clear" w:color="auto" w:fill="auto"/>
            <w:vAlign w:val="center"/>
          </w:tcPr>
          <w:p w14:paraId="500A43FD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4DF21B8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Управление закупок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1D5D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494C57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A67E45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EB0628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FBFDA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E3B13C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B721F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43898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A332D1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855F2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44E5A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D0547F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EA6C7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F3E05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965FC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890F3C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BE402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52E11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35678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565E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77E3A0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084FA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66A8DEBE" w14:textId="77777777" w:rsidTr="00AC3164">
        <w:tc>
          <w:tcPr>
            <w:tcW w:w="943" w:type="dxa"/>
            <w:shd w:val="clear" w:color="auto" w:fill="auto"/>
            <w:vAlign w:val="center"/>
          </w:tcPr>
          <w:p w14:paraId="62B3EAA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B3DBB6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(специализированного в прочих отраслях)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A4AEA6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70F740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6E2AE5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14842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C1C1C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D6E46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A941D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F3F98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D1CE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CD931E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35CBC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7B249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C3EC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505C270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A512F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7AB33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DB55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7980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3D2B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7BC7E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5504FF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517A1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94B9BBF" w14:textId="77777777" w:rsidTr="00AC3164">
        <w:tc>
          <w:tcPr>
            <w:tcW w:w="943" w:type="dxa"/>
            <w:shd w:val="clear" w:color="auto" w:fill="auto"/>
            <w:vAlign w:val="center"/>
          </w:tcPr>
          <w:p w14:paraId="777601D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531F871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Управление материального обеспечения пр-ва холодильников и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14BE6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BDA17F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8D72E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213A2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658A7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20F5F1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2C0F7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FE2437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643A8D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CB019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ACAE5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4CF4C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FAD17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E5A4B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91BD2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B6320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4D5E34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C7D8DC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B534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D9FB29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292F13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A3CCB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5FE50820" w14:textId="77777777" w:rsidTr="00AC3164">
        <w:tc>
          <w:tcPr>
            <w:tcW w:w="943" w:type="dxa"/>
            <w:shd w:val="clear" w:color="auto" w:fill="auto"/>
            <w:vAlign w:val="center"/>
          </w:tcPr>
          <w:p w14:paraId="74A2C7C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3D6EB85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(специализированного в прочих отраслях)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16191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5CC93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440F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22059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E1014D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FCDC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A4A5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B670DD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89A1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A15F83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E0E8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A3C5E9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90481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CEB8D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B015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539E6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3F2F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1D5A3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1A59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2F9B0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FE37E1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5685DD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1ED702E" w14:textId="77777777" w:rsidTr="00AC3164">
        <w:tc>
          <w:tcPr>
            <w:tcW w:w="943" w:type="dxa"/>
            <w:shd w:val="clear" w:color="auto" w:fill="auto"/>
            <w:vAlign w:val="center"/>
          </w:tcPr>
          <w:p w14:paraId="7075999A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A928AF3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Управление материального обеспечения производства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E97C9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25DB7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05FF7A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CABA7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03321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4A7FD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BA856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40D49B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CD10FC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B56FE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6166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A92F88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355F7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4158D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9DA98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206B1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5D4C3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E50BEB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AB02C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3B727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4754EA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2357FF6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474F2C0F" w14:textId="77777777" w:rsidTr="00AC3164">
        <w:tc>
          <w:tcPr>
            <w:tcW w:w="943" w:type="dxa"/>
            <w:shd w:val="clear" w:color="auto" w:fill="auto"/>
            <w:vAlign w:val="center"/>
          </w:tcPr>
          <w:p w14:paraId="0CF547D1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8D0CBC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(специализированного в прочих отраслях)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25B0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9E1AF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22744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ED3F7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4C7E1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320ABE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76EAB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BC6B7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17BAFB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1114B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F962A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EF6C1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B5E40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9CB34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3A8B6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A7FCD4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3F271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7011BF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09A020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F4CD5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196665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1E19C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7D3035F" w14:textId="77777777" w:rsidTr="00AC3164">
        <w:tc>
          <w:tcPr>
            <w:tcW w:w="943" w:type="dxa"/>
            <w:shd w:val="clear" w:color="auto" w:fill="auto"/>
            <w:vAlign w:val="center"/>
          </w:tcPr>
          <w:p w14:paraId="435A249C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743B4824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Управление обеспечения качества телевизоров и мониторов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14B744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6B7C01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2515A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615042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F4DF17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C342D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8BFA35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AE9F3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C3FDB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8D6DE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625C7A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26A37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FF23C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B08BE3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9752B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F1874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84B22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56F111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0EFF05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FE3B7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DF84D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39B9CBF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3ED0DE90" w14:textId="77777777" w:rsidTr="00AC3164">
        <w:tc>
          <w:tcPr>
            <w:tcW w:w="943" w:type="dxa"/>
            <w:shd w:val="clear" w:color="auto" w:fill="auto"/>
            <w:vAlign w:val="center"/>
          </w:tcPr>
          <w:p w14:paraId="65352D4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416C77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(специализированного в прочих отраслях)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F030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1871E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9CB3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1AAC69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9095A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C8D2A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B460BA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939442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4F97B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2168C9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1CB4C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65119E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5B8F4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3957BC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B95B7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9F732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B50E1A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EC9F6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8ACEC7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F78EB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2A7F8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96C67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4689F8B4" w14:textId="77777777" w:rsidTr="00AC3164">
        <w:tc>
          <w:tcPr>
            <w:tcW w:w="943" w:type="dxa"/>
            <w:shd w:val="clear" w:color="auto" w:fill="auto"/>
            <w:vAlign w:val="center"/>
          </w:tcPr>
          <w:p w14:paraId="6DF707F0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38F862EC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Управление обеспечения качества холодильников и стиральных машин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F7BE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A4FE7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664BC4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197F7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E012E3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E5806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1ECC8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3C3CF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9F1AD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799E1A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57217D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5093C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E67452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AD4B5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D362D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52759D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52EA5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981AE1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EFF9C2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F16D6D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A3DD3C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0F308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720C46AA" w14:textId="77777777" w:rsidTr="00AC3164">
        <w:tc>
          <w:tcPr>
            <w:tcW w:w="943" w:type="dxa"/>
            <w:shd w:val="clear" w:color="auto" w:fill="auto"/>
            <w:vAlign w:val="center"/>
          </w:tcPr>
          <w:p w14:paraId="3616DA8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5CA04F2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(специализированного в прочих отраслях)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2C8F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28D0E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737B9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158C6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5C38E9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A410C6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854F9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14C1A7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A03E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193CE0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529AD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20BC0F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7F786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DE7EA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09CEE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45375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0C5B8F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56D09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98C6B4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AFB33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F525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4A4D1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0DBCA2E" w14:textId="77777777" w:rsidTr="00AC3164">
        <w:tc>
          <w:tcPr>
            <w:tcW w:w="943" w:type="dxa"/>
            <w:shd w:val="clear" w:color="auto" w:fill="auto"/>
            <w:vAlign w:val="center"/>
          </w:tcPr>
          <w:p w14:paraId="5BFFD4C7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092BB3A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Управление планирования производства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82546E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91D296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EC9A5C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8E9872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1F3B8E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E09D49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A2E11D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46FC65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F18D1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639134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6A6A4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20A440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EE136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10724F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A229D4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CF9974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E2E100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82AD3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E11526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993772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4E50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1C69C5F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2CFA79B4" w14:textId="77777777" w:rsidTr="00AC3164">
        <w:tc>
          <w:tcPr>
            <w:tcW w:w="943" w:type="dxa"/>
            <w:shd w:val="clear" w:color="auto" w:fill="auto"/>
            <w:vAlign w:val="center"/>
          </w:tcPr>
          <w:p w14:paraId="2AE80474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D3E9006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(специализированного в прочих отраслях)</w:t>
            </w:r>
          </w:p>
          <w:p w14:paraId="21FFA365" w14:textId="77777777" w:rsidR="00D96D42" w:rsidRPr="00EC105C" w:rsidRDefault="00D96D4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72C179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1918A5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77421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D33A19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0CC4C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8900DF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7456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F301EE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41E24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3770F8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99AE73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6A5D0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22B41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085C0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62E751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F4E61D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0BA22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258D5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0F5B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2362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901F5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D1014C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0B93107F" w14:textId="77777777" w:rsidTr="00AC3164">
        <w:tc>
          <w:tcPr>
            <w:tcW w:w="943" w:type="dxa"/>
            <w:shd w:val="clear" w:color="auto" w:fill="auto"/>
            <w:vAlign w:val="center"/>
          </w:tcPr>
          <w:p w14:paraId="201BAC9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60B8A0D3" w14:textId="77777777" w:rsidR="00EC105C" w:rsidRPr="00EC105C" w:rsidRDefault="00EC105C" w:rsidP="001B19D8">
            <w:pPr>
              <w:jc w:val="center"/>
              <w:rPr>
                <w:b/>
                <w:sz w:val="18"/>
                <w:szCs w:val="18"/>
              </w:rPr>
            </w:pPr>
            <w:r w:rsidRPr="00EC105C">
              <w:rPr>
                <w:b/>
                <w:sz w:val="18"/>
                <w:szCs w:val="18"/>
              </w:rPr>
              <w:t>Финансовый отдел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5FEB08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6C7A1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239C14B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5D337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2F78D0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DE98E9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34113E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14897D2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99278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336652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58D28A0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0058BE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0FD5F7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E74E7B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5EA912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2CF630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917DA6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322F5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F32919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2081B4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C0A7EC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69AF77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C105C" w:rsidRPr="00F06873" w14:paraId="6B2A326A" w14:textId="77777777" w:rsidTr="00AC3164">
        <w:tc>
          <w:tcPr>
            <w:tcW w:w="943" w:type="dxa"/>
            <w:shd w:val="clear" w:color="auto" w:fill="auto"/>
            <w:vAlign w:val="center"/>
          </w:tcPr>
          <w:p w14:paraId="23EC8DA3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45027437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A313F3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E52132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DB52B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A5F8F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F1D7EB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994513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FC46C8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E34290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17624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6227BC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F4A69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BA8BC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6320D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CF0946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791BC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52AEF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318A1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8B508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9CF9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0B2F6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627624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FF23D6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33D8E519" w14:textId="77777777" w:rsidTr="00AC3164">
        <w:tc>
          <w:tcPr>
            <w:tcW w:w="943" w:type="dxa"/>
            <w:shd w:val="clear" w:color="auto" w:fill="auto"/>
            <w:vAlign w:val="center"/>
          </w:tcPr>
          <w:p w14:paraId="4CDD0DD5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76891FF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1B5D9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87431FB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AE283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049FBD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4EEE2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C13047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0A0321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CAE477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4F77E8A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5BE285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B1F1C0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383F54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86503A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64AD2C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83CD7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E6F280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5F52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ED276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0CB2A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2E27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4BAB93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A6084F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105C" w:rsidRPr="00F06873" w14:paraId="2082DAB7" w14:textId="77777777" w:rsidTr="00AC3164">
        <w:tc>
          <w:tcPr>
            <w:tcW w:w="943" w:type="dxa"/>
            <w:shd w:val="clear" w:color="auto" w:fill="auto"/>
            <w:vAlign w:val="center"/>
          </w:tcPr>
          <w:p w14:paraId="22D9B7DE" w14:textId="77777777" w:rsid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258 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56F7394" w14:textId="77777777" w:rsidR="00EC105C" w:rsidRPr="00EC105C" w:rsidRDefault="00EC10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FB1A38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CDB0C5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755C8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36B17E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8104F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A81781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99A63E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2F8D13E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E801676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2EA65A9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4AF87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82A8835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2B81BB7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C0C19B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74454D4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3773BE2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041121C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B60A12D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140F7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DA32DF0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8262FDF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C075633" w14:textId="77777777" w:rsidR="00EC105C" w:rsidRDefault="00EC10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14:paraId="570D5F71" w14:textId="77777777" w:rsidR="0065289A" w:rsidRDefault="0065289A" w:rsidP="009A1326">
      <w:pPr>
        <w:rPr>
          <w:sz w:val="18"/>
          <w:szCs w:val="18"/>
          <w:lang w:val="en-US"/>
        </w:rPr>
      </w:pPr>
    </w:p>
    <w:p w14:paraId="37135E66" w14:textId="35869D71" w:rsidR="00936F48" w:rsidRPr="00D97D2C" w:rsidRDefault="00936F48" w:rsidP="00936F48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</w:instrText>
      </w:r>
      <w:r w:rsidRPr="00D97D2C">
        <w:rPr>
          <w:rStyle w:val="a9"/>
        </w:rPr>
        <w:instrText>_</w:instrText>
      </w:r>
      <w:r>
        <w:rPr>
          <w:rStyle w:val="a9"/>
          <w:lang w:val="en-US"/>
        </w:rPr>
        <w:instrText>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181F0A">
        <w:rPr>
          <w:rStyle w:val="a9"/>
        </w:rPr>
        <w:t>01</w:t>
      </w:r>
      <w:r w:rsidR="00D97D2C">
        <w:rPr>
          <w:rStyle w:val="a9"/>
        </w:rPr>
        <w:t>.0</w:t>
      </w:r>
      <w:r w:rsidR="00181F0A">
        <w:rPr>
          <w:rStyle w:val="a9"/>
        </w:rPr>
        <w:t>6</w:t>
      </w:r>
      <w:r w:rsidR="00D97D2C">
        <w:rPr>
          <w:rStyle w:val="a9"/>
        </w:rPr>
        <w:t>.2023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14:paraId="7D193B8E" w14:textId="77777777" w:rsidR="004654AF" w:rsidRDefault="004654AF" w:rsidP="009D6532"/>
    <w:p w14:paraId="4C0EA1E2" w14:textId="77777777"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2281B7DF" w14:textId="77777777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68653922" w14:textId="1BA7834A" w:rsidR="009D6532" w:rsidRPr="004E51DC" w:rsidRDefault="009D6532" w:rsidP="009D6532">
            <w:pPr>
              <w:pStyle w:val="aa"/>
            </w:pPr>
          </w:p>
        </w:tc>
        <w:tc>
          <w:tcPr>
            <w:tcW w:w="283" w:type="dxa"/>
            <w:vAlign w:val="bottom"/>
          </w:tcPr>
          <w:p w14:paraId="0E4DCBFC" w14:textId="77777777"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599734F9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18D817AA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35109B1E" w14:textId="0699C036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591B96E1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12780C6F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5690ADDD" w14:textId="77777777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6577ACAB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3B2800FA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08BA3D08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6BC416F3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5CB14736" w14:textId="77777777" w:rsidR="009D6532" w:rsidRPr="000905BE" w:rsidRDefault="00EC105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1805C1DB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2FEA9CDE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076AE07D" w14:textId="77777777" w:rsidR="009D6532" w:rsidRDefault="009D6532" w:rsidP="009D6532">
      <w:pPr>
        <w:rPr>
          <w:lang w:val="en-US"/>
        </w:rPr>
      </w:pPr>
    </w:p>
    <w:p w14:paraId="2A32CFC9" w14:textId="77777777" w:rsidR="009D6532" w:rsidRPr="00642E1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33DB4909" w14:textId="77777777" w:rsidTr="00EC105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7A5A2A95" w14:textId="0464743F" w:rsidR="009D6532" w:rsidRPr="004E51DC" w:rsidRDefault="009D6532" w:rsidP="009D6532">
            <w:pPr>
              <w:pStyle w:val="aa"/>
            </w:pPr>
          </w:p>
        </w:tc>
        <w:tc>
          <w:tcPr>
            <w:tcW w:w="283" w:type="dxa"/>
            <w:vAlign w:val="bottom"/>
          </w:tcPr>
          <w:p w14:paraId="70208ACA" w14:textId="77777777"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2B79608B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6A798365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52B29DCB" w14:textId="77CDB9AF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295C685D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591C75AD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38D42F45" w14:textId="77777777" w:rsidTr="00EC105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7E8DBA47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1E303818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3AE4C5C3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7583A9E5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5719B126" w14:textId="77777777" w:rsidR="009D6532" w:rsidRPr="000905BE" w:rsidRDefault="00EC105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0FADDB7F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1BCA3EB4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EC105C" w:rsidRPr="00EC105C" w14:paraId="39794BF3" w14:textId="77777777" w:rsidTr="00EC105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264687" w14:textId="1CCC3782" w:rsidR="00EC105C" w:rsidRPr="00EC105C" w:rsidRDefault="00EC105C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A6C886D" w14:textId="77777777" w:rsidR="00EC105C" w:rsidRPr="00EC105C" w:rsidRDefault="00EC105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BAA033" w14:textId="77777777" w:rsidR="00EC105C" w:rsidRPr="00EC105C" w:rsidRDefault="00EC105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2A0C63A" w14:textId="77777777" w:rsidR="00EC105C" w:rsidRPr="00EC105C" w:rsidRDefault="00EC105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E18918" w14:textId="413E3998" w:rsidR="00EC105C" w:rsidRPr="00EC105C" w:rsidRDefault="00EC105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3553861" w14:textId="77777777" w:rsidR="00EC105C" w:rsidRPr="00EC105C" w:rsidRDefault="00EC105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60D933" w14:textId="77777777" w:rsidR="00EC105C" w:rsidRPr="00EC105C" w:rsidRDefault="00EC105C" w:rsidP="009D6532">
            <w:pPr>
              <w:pStyle w:val="aa"/>
            </w:pPr>
          </w:p>
        </w:tc>
      </w:tr>
      <w:tr w:rsidR="00EC105C" w:rsidRPr="00EC105C" w14:paraId="7ADE01BC" w14:textId="77777777" w:rsidTr="00EC105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7D637B9F" w14:textId="77777777" w:rsidR="00EC105C" w:rsidRPr="00EC105C" w:rsidRDefault="00EC105C" w:rsidP="009D6532">
            <w:pPr>
              <w:pStyle w:val="aa"/>
              <w:rPr>
                <w:vertAlign w:val="superscript"/>
              </w:rPr>
            </w:pPr>
            <w:r w:rsidRPr="00EC105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6C8A7480" w14:textId="77777777" w:rsidR="00EC105C" w:rsidRPr="00EC105C" w:rsidRDefault="00EC105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6A44884" w14:textId="77777777" w:rsidR="00EC105C" w:rsidRPr="00EC105C" w:rsidRDefault="00EC105C" w:rsidP="009D6532">
            <w:pPr>
              <w:pStyle w:val="aa"/>
              <w:rPr>
                <w:vertAlign w:val="superscript"/>
              </w:rPr>
            </w:pPr>
            <w:r w:rsidRPr="00EC105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377EA6BA" w14:textId="77777777" w:rsidR="00EC105C" w:rsidRPr="00EC105C" w:rsidRDefault="00EC105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0CEFEF2" w14:textId="77777777" w:rsidR="00EC105C" w:rsidRPr="00EC105C" w:rsidRDefault="00EC105C" w:rsidP="009D6532">
            <w:pPr>
              <w:pStyle w:val="aa"/>
              <w:rPr>
                <w:vertAlign w:val="superscript"/>
              </w:rPr>
            </w:pPr>
            <w:r w:rsidRPr="00EC105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7017476D" w14:textId="77777777" w:rsidR="00EC105C" w:rsidRPr="00EC105C" w:rsidRDefault="00EC105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481C25AC" w14:textId="77777777" w:rsidR="00EC105C" w:rsidRPr="00EC105C" w:rsidRDefault="00EC105C" w:rsidP="009D6532">
            <w:pPr>
              <w:pStyle w:val="aa"/>
              <w:rPr>
                <w:vertAlign w:val="superscript"/>
              </w:rPr>
            </w:pPr>
            <w:r w:rsidRPr="00EC105C">
              <w:rPr>
                <w:vertAlign w:val="superscript"/>
              </w:rPr>
              <w:t>(дата)</w:t>
            </w:r>
          </w:p>
        </w:tc>
      </w:tr>
    </w:tbl>
    <w:p w14:paraId="31F589BA" w14:textId="77777777" w:rsidR="002743B5" w:rsidRDefault="002743B5" w:rsidP="002743B5">
      <w:pPr>
        <w:rPr>
          <w:lang w:val="en-US"/>
        </w:rPr>
      </w:pPr>
    </w:p>
    <w:p w14:paraId="33B164EF" w14:textId="77777777"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EC105C" w14:paraId="01768913" w14:textId="77777777" w:rsidTr="00EC105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79FFCA" w14:textId="073A95A5" w:rsidR="002743B5" w:rsidRPr="00EC105C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E56AF7D" w14:textId="77777777" w:rsidR="002743B5" w:rsidRPr="00EC105C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9736B6" w14:textId="77777777" w:rsidR="002743B5" w:rsidRPr="00EC105C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A1AB7F6" w14:textId="77777777" w:rsidR="002743B5" w:rsidRPr="00EC105C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103C05" w14:textId="1F199BA6" w:rsidR="002743B5" w:rsidRPr="00EC105C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FDB7BFC" w14:textId="77777777" w:rsidR="002743B5" w:rsidRPr="00EC105C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30493D" w14:textId="1292A6E7" w:rsidR="002743B5" w:rsidRPr="00EC105C" w:rsidRDefault="002743B5" w:rsidP="002743B5">
            <w:pPr>
              <w:pStyle w:val="aa"/>
            </w:pPr>
          </w:p>
        </w:tc>
      </w:tr>
      <w:tr w:rsidR="002743B5" w:rsidRPr="00EC105C" w14:paraId="4F3093D4" w14:textId="77777777" w:rsidTr="00EC105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14:paraId="3B753E32" w14:textId="54F9E00E" w:rsidR="002743B5" w:rsidRPr="00EC105C" w:rsidRDefault="00EC105C" w:rsidP="002743B5">
            <w:pPr>
              <w:pStyle w:val="aa"/>
              <w:rPr>
                <w:b/>
                <w:vertAlign w:val="superscript"/>
              </w:rPr>
            </w:pPr>
            <w:r w:rsidRPr="00EC105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14:paraId="1BDFE905" w14:textId="77777777" w:rsidR="002743B5" w:rsidRPr="00EC105C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7FB367C" w14:textId="7D5F9A22" w:rsidR="002743B5" w:rsidRPr="00EC105C" w:rsidRDefault="00EC105C" w:rsidP="002743B5">
            <w:pPr>
              <w:pStyle w:val="aa"/>
              <w:rPr>
                <w:b/>
                <w:vertAlign w:val="superscript"/>
              </w:rPr>
            </w:pPr>
            <w:r w:rsidRPr="00EC105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7B6632CC" w14:textId="77777777" w:rsidR="002743B5" w:rsidRPr="00EC105C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AB7B0C6" w14:textId="09772D3D" w:rsidR="002743B5" w:rsidRPr="00EC105C" w:rsidRDefault="00EC105C" w:rsidP="002743B5">
            <w:pPr>
              <w:pStyle w:val="aa"/>
              <w:rPr>
                <w:b/>
                <w:vertAlign w:val="superscript"/>
              </w:rPr>
            </w:pPr>
            <w:r w:rsidRPr="00EC105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14056EBA" w14:textId="77777777" w:rsidR="002743B5" w:rsidRPr="00EC105C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F75A465" w14:textId="2D53D431" w:rsidR="002743B5" w:rsidRPr="00EC105C" w:rsidRDefault="00EC105C" w:rsidP="002743B5">
            <w:pPr>
              <w:pStyle w:val="aa"/>
              <w:rPr>
                <w:vertAlign w:val="superscript"/>
              </w:rPr>
            </w:pPr>
            <w:r w:rsidRPr="00EC105C">
              <w:rPr>
                <w:vertAlign w:val="superscript"/>
              </w:rPr>
              <w:t>(дата)</w:t>
            </w:r>
          </w:p>
        </w:tc>
      </w:tr>
    </w:tbl>
    <w:p w14:paraId="15A3FD64" w14:textId="77777777" w:rsidR="00DC1A91" w:rsidRDefault="00DC1A91" w:rsidP="00DC1A91">
      <w:pPr>
        <w:rPr>
          <w:lang w:val="en-US"/>
        </w:rPr>
      </w:pPr>
      <w:bookmarkStart w:id="12" w:name="_GoBack"/>
      <w:bookmarkEnd w:id="12"/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DEA51" w14:textId="77777777" w:rsidR="00F47DA4" w:rsidRDefault="00F47DA4" w:rsidP="00EC105C">
      <w:r>
        <w:separator/>
      </w:r>
    </w:p>
  </w:endnote>
  <w:endnote w:type="continuationSeparator" w:id="0">
    <w:p w14:paraId="09B95CBB" w14:textId="77777777" w:rsidR="00F47DA4" w:rsidRDefault="00F47DA4" w:rsidP="00EC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2B435" w14:textId="77777777" w:rsidR="00F47DA4" w:rsidRDefault="00F47DA4" w:rsidP="00EC105C">
      <w:r>
        <w:separator/>
      </w:r>
    </w:p>
  </w:footnote>
  <w:footnote w:type="continuationSeparator" w:id="0">
    <w:p w14:paraId="1EB17B53" w14:textId="77777777" w:rsidR="00F47DA4" w:rsidRDefault="00F47DA4" w:rsidP="00EC1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doc_name" w:val="Документ4"/>
    <w:docVar w:name="adv_info1" w:val="     "/>
    <w:docVar w:name="adv_info2" w:val="     "/>
    <w:docVar w:name="adv_info3" w:val="     "/>
    <w:docVar w:name="att_org_adr" w:val="109542, город Москва, проспект Рязанский, дом 86/1, строение 3, Т.Э. № 1, офис 34а"/>
    <w:docVar w:name="att_org_name" w:val="Общество с ограниченной ответственностью &quot;Проф-Эксперт&quot;"/>
    <w:docVar w:name="att_org_reg_date" w:val="06.06.2016"/>
    <w:docVar w:name="att_org_reg_num" w:val="316"/>
    <w:docVar w:name="boss_fio" w:val="Канашкин Дмитрий Владимирович"/>
    <w:docVar w:name="ceh_info" w:val="Общество с ограниченной ответственностью «ЛГ Электроникс РУС»"/>
    <w:docVar w:name="close_doc_flag" w:val="0"/>
    <w:docVar w:name="doc_name" w:val="Документ4"/>
    <w:docVar w:name="doc_type" w:val="5"/>
    <w:docVar w:name="fill_date" w:val="29.05.2023"/>
    <w:docVar w:name="org_guid" w:val="F1EF9137FDB14CFDA84A12A7E3F4C80B"/>
    <w:docVar w:name="org_id" w:val="1"/>
    <w:docVar w:name="org_name" w:val="     "/>
    <w:docVar w:name="pers_guids" w:val="D0DB4690675F441B81FEF0AD23F96E30@125-229-939 59"/>
    <w:docVar w:name="pers_snils" w:val="D0DB4690675F441B81FEF0AD23F96E30@125-229-939 59"/>
    <w:docVar w:name="podr_id" w:val="org_1"/>
    <w:docVar w:name="pred_dolg" w:val="Руководитель службы охраны труда и промышленной безопасности"/>
    <w:docVar w:name="pred_fio" w:val="Логунов В.А."/>
    <w:docVar w:name="rbtd_adr" w:val="     "/>
    <w:docVar w:name="rbtd_name" w:val="Общество с ограниченной ответственностью «ЛГ Электроникс РУС»"/>
    <w:docVar w:name="step_test" w:val="6"/>
    <w:docVar w:name="sv_docs" w:val="1"/>
  </w:docVars>
  <w:rsids>
    <w:rsidRoot w:val="00EC105C"/>
    <w:rsid w:val="00006467"/>
    <w:rsid w:val="0002033E"/>
    <w:rsid w:val="00055161"/>
    <w:rsid w:val="00095F26"/>
    <w:rsid w:val="000C037C"/>
    <w:rsid w:val="000C5130"/>
    <w:rsid w:val="000D3760"/>
    <w:rsid w:val="000F0714"/>
    <w:rsid w:val="001205C7"/>
    <w:rsid w:val="0014343D"/>
    <w:rsid w:val="00181F0A"/>
    <w:rsid w:val="00196135"/>
    <w:rsid w:val="001A7AC3"/>
    <w:rsid w:val="001B19D8"/>
    <w:rsid w:val="00237B32"/>
    <w:rsid w:val="00263422"/>
    <w:rsid w:val="002743B5"/>
    <w:rsid w:val="002761BA"/>
    <w:rsid w:val="002C63F4"/>
    <w:rsid w:val="003A1C01"/>
    <w:rsid w:val="003A2259"/>
    <w:rsid w:val="003C3080"/>
    <w:rsid w:val="003C79E5"/>
    <w:rsid w:val="003F4B55"/>
    <w:rsid w:val="004159A8"/>
    <w:rsid w:val="00450E3E"/>
    <w:rsid w:val="004654AF"/>
    <w:rsid w:val="00474C29"/>
    <w:rsid w:val="0047546F"/>
    <w:rsid w:val="00495D50"/>
    <w:rsid w:val="004B7161"/>
    <w:rsid w:val="004C6BD0"/>
    <w:rsid w:val="004D3FF5"/>
    <w:rsid w:val="004E4007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86526F"/>
    <w:rsid w:val="008B1CA1"/>
    <w:rsid w:val="008E533A"/>
    <w:rsid w:val="00936F48"/>
    <w:rsid w:val="00952E49"/>
    <w:rsid w:val="009575E4"/>
    <w:rsid w:val="009647F7"/>
    <w:rsid w:val="00987B4B"/>
    <w:rsid w:val="009A1326"/>
    <w:rsid w:val="009D6532"/>
    <w:rsid w:val="00A026A4"/>
    <w:rsid w:val="00AC3164"/>
    <w:rsid w:val="00AD2BCB"/>
    <w:rsid w:val="00AF1EDF"/>
    <w:rsid w:val="00B12F45"/>
    <w:rsid w:val="00B1582D"/>
    <w:rsid w:val="00B2089E"/>
    <w:rsid w:val="00B3448B"/>
    <w:rsid w:val="00B874F5"/>
    <w:rsid w:val="00BA560A"/>
    <w:rsid w:val="00C0355B"/>
    <w:rsid w:val="00C21C46"/>
    <w:rsid w:val="00C93056"/>
    <w:rsid w:val="00CA2E96"/>
    <w:rsid w:val="00CD2568"/>
    <w:rsid w:val="00D11966"/>
    <w:rsid w:val="00D96D42"/>
    <w:rsid w:val="00D97D2C"/>
    <w:rsid w:val="00DC0F74"/>
    <w:rsid w:val="00DC1A91"/>
    <w:rsid w:val="00DD6622"/>
    <w:rsid w:val="00E25119"/>
    <w:rsid w:val="00E30B79"/>
    <w:rsid w:val="00E458F1"/>
    <w:rsid w:val="00EA3306"/>
    <w:rsid w:val="00EB7BDE"/>
    <w:rsid w:val="00EC105C"/>
    <w:rsid w:val="00EC5373"/>
    <w:rsid w:val="00F06873"/>
    <w:rsid w:val="00F13391"/>
    <w:rsid w:val="00F262EE"/>
    <w:rsid w:val="00F46395"/>
    <w:rsid w:val="00F47DA4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211E91"/>
  <w15:chartTrackingRefBased/>
  <w15:docId w15:val="{DFEF9B04-AD41-4721-974C-2A7E43CD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C10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C105C"/>
    <w:rPr>
      <w:sz w:val="24"/>
    </w:rPr>
  </w:style>
  <w:style w:type="paragraph" w:styleId="ad">
    <w:name w:val="footer"/>
    <w:basedOn w:val="a"/>
    <w:link w:val="ae"/>
    <w:rsid w:val="00EC10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C105C"/>
    <w:rPr>
      <w:sz w:val="24"/>
    </w:rPr>
  </w:style>
  <w:style w:type="paragraph" w:styleId="af">
    <w:name w:val="Balloon Text"/>
    <w:basedOn w:val="a"/>
    <w:link w:val="af0"/>
    <w:rsid w:val="001205C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1205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31</TotalTime>
  <Pages>14</Pages>
  <Words>4788</Words>
  <Characters>27295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1</dc:creator>
  <cp:keywords/>
  <dc:description/>
  <cp:lastModifiedBy>Natalya Davydova/LGERA Environment Safety Health Part(natalya.davydova@lge.com)</cp:lastModifiedBy>
  <cp:revision>15</cp:revision>
  <cp:lastPrinted>2023-08-08T12:44:00Z</cp:lastPrinted>
  <dcterms:created xsi:type="dcterms:W3CDTF">2023-06-21T12:21:00Z</dcterms:created>
  <dcterms:modified xsi:type="dcterms:W3CDTF">2024-09-04T11:37:00Z</dcterms:modified>
</cp:coreProperties>
</file>